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media/image2.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23D0" w:rsidRPr="00CD0399" w:rsidRDefault="003423D0" w:rsidP="003C728F">
      <w:pPr>
        <w:ind w:left="142" w:right="-1"/>
        <w:rPr>
          <w:rFonts w:asciiTheme="minorHAnsi" w:hAnsiTheme="minorHAnsi" w:cstheme="minorHAnsi"/>
          <w:sz w:val="16"/>
          <w:szCs w:val="16"/>
        </w:rPr>
      </w:pPr>
    </w:p>
    <w:p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851" w:bottom="1134" w:left="851" w:header="0" w:footer="567" w:gutter="0"/>
          <w:cols w:space="568"/>
          <w:titlePg/>
          <w:docGrid w:linePitch="272"/>
        </w:sectPr>
      </w:pPr>
    </w:p>
    <w:p w:rsidR="00587F6A" w:rsidRDefault="00587F6A" w:rsidP="00587F6A">
      <w:pPr>
        <w:autoSpaceDE w:val="0"/>
        <w:autoSpaceDN w:val="0"/>
        <w:adjustRightInd w:val="0"/>
        <w:ind w:right="-1"/>
        <w:rPr>
          <w:rFonts w:asciiTheme="minorHAnsi" w:hAnsiTheme="minorHAnsi" w:cstheme="minorHAnsi"/>
          <w:b/>
          <w:bCs/>
          <w:i/>
          <w:iCs/>
          <w:color w:val="FF0000"/>
          <w:sz w:val="21"/>
          <w:szCs w:val="21"/>
        </w:rPr>
      </w:pPr>
      <w:r w:rsidRPr="00587F6A">
        <w:rPr>
          <w:rFonts w:asciiTheme="minorHAnsi" w:hAnsiTheme="minorHAnsi" w:cstheme="minorHAnsi"/>
          <w:b/>
          <w:bCs/>
          <w:i/>
          <w:iCs/>
          <w:color w:val="FF0000"/>
          <w:sz w:val="21"/>
          <w:szCs w:val="21"/>
        </w:rPr>
        <w:t>IPF-Produkte jetzt im EPLAN Data Portal</w:t>
      </w:r>
    </w:p>
    <w:p w:rsidR="001D7FE1" w:rsidRPr="00587F6A" w:rsidRDefault="00587F6A" w:rsidP="00587F6A">
      <w:pPr>
        <w:autoSpaceDE w:val="0"/>
        <w:autoSpaceDN w:val="0"/>
        <w:adjustRightInd w:val="0"/>
        <w:ind w:right="-1"/>
        <w:rPr>
          <w:rFonts w:asciiTheme="minorHAnsi" w:hAnsiTheme="minorHAnsi" w:cstheme="minorHAnsi"/>
          <w:b/>
          <w:bCs/>
          <w:i/>
          <w:iCs/>
          <w:color w:val="FF0000"/>
          <w:sz w:val="21"/>
          <w:szCs w:val="21"/>
        </w:rPr>
      </w:pPr>
      <w:r w:rsidRPr="00587F6A">
        <w:rPr>
          <w:rFonts w:asciiTheme="minorHAnsi" w:hAnsiTheme="minorHAnsi" w:cstheme="minorHAnsi"/>
          <w:i/>
          <w:iCs/>
          <w:sz w:val="21"/>
          <w:szCs w:val="21"/>
        </w:rPr>
        <w:t>Bauteilmakros erfüllen EDS-Qualitätsstandard</w:t>
      </w:r>
    </w:p>
    <w:p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
    <w:p w:rsidR="00587F6A" w:rsidRDefault="00587F6A" w:rsidP="009B590E">
      <w:pPr>
        <w:rPr>
          <w:rFonts w:asciiTheme="minorHAnsi" w:hAnsiTheme="minorHAnsi" w:cstheme="minorHAnsi"/>
          <w:sz w:val="18"/>
          <w:szCs w:val="18"/>
        </w:rPr>
      </w:pPr>
    </w:p>
    <w:p w:rsidR="00587F6A" w:rsidRPr="00587F6A" w:rsidRDefault="00587F6A" w:rsidP="00587F6A">
      <w:pPr>
        <w:rPr>
          <w:rFonts w:asciiTheme="minorHAnsi" w:hAnsiTheme="minorHAnsi" w:cstheme="minorHAnsi"/>
          <w:sz w:val="18"/>
          <w:szCs w:val="18"/>
        </w:rPr>
      </w:pPr>
      <w:r w:rsidRPr="00587F6A">
        <w:rPr>
          <w:rFonts w:asciiTheme="minorHAnsi" w:hAnsiTheme="minorHAnsi" w:cstheme="minorHAnsi"/>
          <w:sz w:val="18"/>
          <w:szCs w:val="18"/>
        </w:rPr>
        <w:t xml:space="preserve">Im EPLAN Data Portal sind seit April 2020 nun auch mehr als 1.200 Produktmakros von </w:t>
      </w:r>
      <w:proofErr w:type="spellStart"/>
      <w:r w:rsidRPr="00587F6A">
        <w:rPr>
          <w:rFonts w:asciiTheme="minorHAnsi" w:hAnsiTheme="minorHAnsi" w:cstheme="minorHAnsi"/>
          <w:sz w:val="18"/>
          <w:szCs w:val="18"/>
        </w:rPr>
        <w:t>ipf</w:t>
      </w:r>
      <w:proofErr w:type="spellEnd"/>
      <w:r w:rsidRPr="00587F6A">
        <w:rPr>
          <w:rFonts w:asciiTheme="minorHAnsi" w:hAnsiTheme="minorHAnsi" w:cstheme="minorHAnsi"/>
          <w:sz w:val="18"/>
          <w:szCs w:val="18"/>
        </w:rPr>
        <w:t xml:space="preserve"> electronic vertreten. Sämtliche Makros erfüllen den neu eingeführten EDS-Qualitätsstandard, der zurzeit nur von wenigen Komponentenherstellern bereitgestellt wird.</w:t>
      </w:r>
    </w:p>
    <w:p w:rsidR="00587F6A" w:rsidRPr="00587F6A" w:rsidRDefault="00587F6A" w:rsidP="00587F6A">
      <w:pPr>
        <w:rPr>
          <w:rFonts w:asciiTheme="minorHAnsi" w:hAnsiTheme="minorHAnsi" w:cstheme="minorHAnsi"/>
          <w:sz w:val="18"/>
          <w:szCs w:val="18"/>
        </w:rPr>
      </w:pPr>
    </w:p>
    <w:p w:rsidR="00587F6A" w:rsidRPr="00587F6A" w:rsidRDefault="00587F6A" w:rsidP="00587F6A">
      <w:pPr>
        <w:rPr>
          <w:rFonts w:asciiTheme="minorHAnsi" w:hAnsiTheme="minorHAnsi" w:cstheme="minorHAnsi"/>
          <w:sz w:val="18"/>
          <w:szCs w:val="18"/>
        </w:rPr>
      </w:pPr>
      <w:r w:rsidRPr="00587F6A">
        <w:rPr>
          <w:rFonts w:asciiTheme="minorHAnsi" w:hAnsiTheme="minorHAnsi" w:cstheme="minorHAnsi"/>
          <w:sz w:val="18"/>
          <w:szCs w:val="18"/>
        </w:rPr>
        <w:t xml:space="preserve">Das EPLAN Data Portal stellt seit rund 12 Jahren Bauteildaten führender Hersteller zur Verfügung, die zur unmittelbaren Nutzung in der Projektierung mit EPLAN-Softwarelösungen verwendet werden können. Aktuell sind auf dem Portal über 900.000 Komponentendaten im EPLAN-Format von nahezu 300 führenden Herstellern zu finden. </w:t>
      </w:r>
    </w:p>
    <w:p w:rsidR="00587F6A" w:rsidRPr="00587F6A" w:rsidRDefault="00587F6A" w:rsidP="00587F6A">
      <w:pPr>
        <w:rPr>
          <w:rFonts w:asciiTheme="minorHAnsi" w:hAnsiTheme="minorHAnsi" w:cstheme="minorHAnsi"/>
          <w:sz w:val="18"/>
          <w:szCs w:val="18"/>
        </w:rPr>
      </w:pPr>
    </w:p>
    <w:p w:rsidR="00587F6A" w:rsidRPr="00587F6A" w:rsidRDefault="00587F6A" w:rsidP="00587F6A">
      <w:pPr>
        <w:rPr>
          <w:rFonts w:asciiTheme="minorHAnsi" w:hAnsiTheme="minorHAnsi" w:cstheme="minorHAnsi"/>
          <w:sz w:val="18"/>
          <w:szCs w:val="18"/>
        </w:rPr>
      </w:pPr>
      <w:r w:rsidRPr="00587F6A">
        <w:rPr>
          <w:rFonts w:asciiTheme="minorHAnsi" w:hAnsiTheme="minorHAnsi" w:cstheme="minorHAnsi"/>
          <w:sz w:val="18"/>
          <w:szCs w:val="18"/>
        </w:rPr>
        <w:t>Die Qualität solcher Daten, vor allem im 3D-Format, gewinnen mittlerweile in Konstruktions- und Fertigungsabläufen immer mehr an Bedeutung. Um die damit zusammenhängenden Anforderungen noch besser zu erfüllen und somit Herstellern als auch Anwendern eine einheitliche Basis für die Erstellung und Nutzung von Komponentendaten zu bieten, wurde Ende 2019 der EPLAN Data Standard (EDS) entwickelt. Er beschreibt für Hersteller, welche Bauteildaten in welcher Form im Data Portal bereitgestellt werden sollen und gibt Anwendern eine entscheidende Orientierung, mit welchen Daten sie rechnen können, wenn Komponenten vom Data Portal heruntergeladen werden.</w:t>
      </w:r>
    </w:p>
    <w:p w:rsidR="00587F6A" w:rsidRPr="00587F6A" w:rsidRDefault="00587F6A" w:rsidP="00587F6A">
      <w:pPr>
        <w:rPr>
          <w:rFonts w:asciiTheme="minorHAnsi" w:hAnsiTheme="minorHAnsi" w:cstheme="minorHAnsi"/>
          <w:sz w:val="18"/>
          <w:szCs w:val="18"/>
        </w:rPr>
      </w:pPr>
    </w:p>
    <w:p w:rsidR="00587F6A" w:rsidRPr="00587F6A" w:rsidRDefault="00587F6A" w:rsidP="00587F6A">
      <w:pPr>
        <w:rPr>
          <w:rFonts w:asciiTheme="minorHAnsi" w:hAnsiTheme="minorHAnsi" w:cstheme="minorHAnsi"/>
          <w:sz w:val="18"/>
          <w:szCs w:val="18"/>
        </w:rPr>
      </w:pPr>
      <w:r w:rsidRPr="00587F6A">
        <w:rPr>
          <w:rFonts w:asciiTheme="minorHAnsi" w:hAnsiTheme="minorHAnsi" w:cstheme="minorHAnsi"/>
          <w:sz w:val="18"/>
          <w:szCs w:val="18"/>
        </w:rPr>
        <w:t>Die gemäß EDS beschriebenen Produktmakros ermöglichen es EPLAN Anwendern somit, Komponenten noch einfacher in ihre Planungs- und Produktionsprozesse zu integrieren. Weitere Vorteile sind u.a. ein geringerer Pflegeaufwand für die Artikeldaten und deren bessere Handhabbarkeit für automatisierte Prozesse.</w:t>
      </w:r>
    </w:p>
    <w:p w:rsidR="00587F6A" w:rsidRPr="00587F6A" w:rsidRDefault="00587F6A" w:rsidP="00587F6A">
      <w:pPr>
        <w:rPr>
          <w:rFonts w:asciiTheme="minorHAnsi" w:hAnsiTheme="minorHAnsi" w:cstheme="minorHAnsi"/>
          <w:sz w:val="18"/>
          <w:szCs w:val="18"/>
        </w:rPr>
      </w:pPr>
    </w:p>
    <w:p w:rsidR="00A167C6" w:rsidRDefault="00587F6A" w:rsidP="00587F6A">
      <w:pPr>
        <w:rPr>
          <w:rFonts w:asciiTheme="minorHAnsi" w:hAnsiTheme="minorHAnsi" w:cstheme="minorHAnsi"/>
          <w:sz w:val="18"/>
          <w:szCs w:val="18"/>
        </w:rPr>
      </w:pPr>
      <w:r w:rsidRPr="00587F6A">
        <w:rPr>
          <w:rFonts w:asciiTheme="minorHAnsi" w:hAnsiTheme="minorHAnsi" w:cstheme="minorHAnsi"/>
          <w:sz w:val="18"/>
          <w:szCs w:val="18"/>
        </w:rPr>
        <w:t xml:space="preserve">„Wir verfügen über ein sehr breitgefächertes Sensorportfolio, insbesondere für den Einsatz in der Schaltschrankperipherie. Daher bin ich überzeugt, dass unser Angebot die Vielfalt an Komponentendaten im EPLAN Data Portal bereichern wird“, erklärt Christian </w:t>
      </w:r>
      <w:proofErr w:type="spellStart"/>
      <w:r w:rsidRPr="00587F6A">
        <w:rPr>
          <w:rFonts w:asciiTheme="minorHAnsi" w:hAnsiTheme="minorHAnsi" w:cstheme="minorHAnsi"/>
          <w:sz w:val="18"/>
          <w:szCs w:val="18"/>
        </w:rPr>
        <w:t>Fiebach</w:t>
      </w:r>
      <w:proofErr w:type="spellEnd"/>
      <w:r w:rsidRPr="00587F6A">
        <w:rPr>
          <w:rFonts w:asciiTheme="minorHAnsi" w:hAnsiTheme="minorHAnsi" w:cstheme="minorHAnsi"/>
          <w:sz w:val="18"/>
          <w:szCs w:val="18"/>
        </w:rPr>
        <w:t xml:space="preserve">, Geschäftsführer von </w:t>
      </w:r>
      <w:proofErr w:type="spellStart"/>
      <w:r w:rsidRPr="00587F6A">
        <w:rPr>
          <w:rFonts w:asciiTheme="minorHAnsi" w:hAnsiTheme="minorHAnsi" w:cstheme="minorHAnsi"/>
          <w:sz w:val="18"/>
          <w:szCs w:val="18"/>
        </w:rPr>
        <w:t>ipf</w:t>
      </w:r>
      <w:proofErr w:type="spellEnd"/>
      <w:r w:rsidRPr="00587F6A">
        <w:rPr>
          <w:rFonts w:asciiTheme="minorHAnsi" w:hAnsiTheme="minorHAnsi" w:cstheme="minorHAnsi"/>
          <w:sz w:val="18"/>
          <w:szCs w:val="18"/>
        </w:rPr>
        <w:t xml:space="preserve"> electronic.</w:t>
      </w:r>
    </w:p>
    <w:p w:rsidR="00CD0399" w:rsidRPr="00A167C6" w:rsidRDefault="00CD0399" w:rsidP="00DF5EDA">
      <w:pPr>
        <w:rPr>
          <w:rFonts w:asciiTheme="minorHAnsi" w:hAnsiTheme="minorHAnsi" w:cstheme="minorHAnsi"/>
          <w:b/>
          <w:sz w:val="18"/>
          <w:szCs w:val="18"/>
        </w:rPr>
      </w:pPr>
    </w:p>
    <w:p w:rsidR="00CD0399" w:rsidRPr="00A167C6" w:rsidRDefault="00CD0399" w:rsidP="00DF5EDA">
      <w:pPr>
        <w:rPr>
          <w:rFonts w:asciiTheme="minorHAnsi" w:hAnsiTheme="minorHAnsi" w:cstheme="minorHAnsi"/>
          <w:b/>
          <w:sz w:val="18"/>
          <w:szCs w:val="18"/>
        </w:rPr>
      </w:pP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b/>
          <w:i/>
          <w:color w:val="FF0000"/>
        </w:rPr>
        <w:t>ÜBER IPF ELECTRONIC</w:t>
      </w:r>
      <w:r w:rsidRPr="00CD0399">
        <w:rPr>
          <w:rFonts w:asciiTheme="minorHAnsi" w:hAnsiTheme="minorHAnsi" w:cstheme="minorHAnsi"/>
          <w:sz w:val="17"/>
          <w:szCs w:val="17"/>
        </w:rPr>
        <w:t xml:space="preserve"> </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rsidR="00CD0399" w:rsidRPr="00CD0399" w:rsidRDefault="00CD0399" w:rsidP="002B7FAA">
      <w:pPr>
        <w:rPr>
          <w:rFonts w:asciiTheme="minorHAnsi" w:hAnsiTheme="minorHAnsi" w:cstheme="minorHAnsi"/>
          <w:sz w:val="18"/>
          <w:szCs w:val="18"/>
        </w:rPr>
      </w:pPr>
    </w:p>
    <w:p w:rsidR="00DF5EDA" w:rsidRPr="00CD0399" w:rsidRDefault="00DF5EDA" w:rsidP="002B7FAA">
      <w:pPr>
        <w:ind w:right="-1"/>
        <w:rPr>
          <w:rFonts w:asciiTheme="minorHAnsi" w:hAnsiTheme="minorHAnsi" w:cstheme="minorHAnsi"/>
          <w:sz w:val="18"/>
          <w:szCs w:val="18"/>
        </w:rPr>
      </w:pP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rsidR="00DF5EDA" w:rsidRPr="00CD0399" w:rsidRDefault="00DF5EDA" w:rsidP="00242329">
      <w:pPr>
        <w:ind w:right="-1"/>
        <w:rPr>
          <w:rFonts w:asciiTheme="minorHAnsi" w:hAnsiTheme="minorHAnsi" w:cstheme="minorHAnsi"/>
          <w:sz w:val="16"/>
          <w:szCs w:val="16"/>
        </w:rPr>
      </w:pPr>
    </w:p>
    <w:p w:rsidR="00CD0399" w:rsidRPr="00CD0399" w:rsidRDefault="00CD0399" w:rsidP="00242329">
      <w:pPr>
        <w:ind w:right="-1"/>
        <w:rPr>
          <w:rFonts w:asciiTheme="minorHAnsi" w:hAnsiTheme="minorHAnsi" w:cstheme="minorHAnsi"/>
          <w:sz w:val="16"/>
          <w:szCs w:val="16"/>
        </w:rPr>
      </w:pPr>
    </w:p>
    <w:p w:rsidR="006371DD" w:rsidRDefault="006371DD" w:rsidP="00DF5EDA">
      <w:pPr>
        <w:keepNext/>
        <w:keepLines/>
        <w:tabs>
          <w:tab w:val="left" w:pos="284"/>
        </w:tabs>
        <w:ind w:right="-1"/>
        <w:rPr>
          <w:rFonts w:asciiTheme="minorHAnsi" w:hAnsiTheme="minorHAnsi" w:cstheme="minorHAnsi"/>
          <w:b/>
          <w:i/>
          <w:color w:val="FF0000"/>
        </w:rPr>
      </w:pPr>
    </w:p>
    <w:p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bookmarkStart w:id="0" w:name="_GoBack"/>
      <w:bookmarkEnd w:id="0"/>
      <w:r w:rsidRPr="00383051">
        <w:rPr>
          <w:rFonts w:asciiTheme="minorHAnsi" w:hAnsiTheme="minorHAnsi" w:cstheme="minorHAnsi"/>
          <w:b/>
          <w:sz w:val="17"/>
          <w:szCs w:val="17"/>
        </w:rPr>
        <w:t xml:space="preserve"> </w:t>
      </w:r>
    </w:p>
    <w:p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rsidR="00DF5EDA" w:rsidRPr="00383051" w:rsidRDefault="00465078"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rsidR="00DF5EDA" w:rsidRPr="00383051" w:rsidRDefault="00465078"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5CCCE555" wp14:editId="0132C53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rsidR="00DF5EDA" w:rsidRPr="00CD0399" w:rsidRDefault="00DF5EDA" w:rsidP="00242329">
      <w:pPr>
        <w:ind w:right="-1"/>
        <w:rPr>
          <w:rFonts w:asciiTheme="minorHAnsi" w:hAnsiTheme="minorHAnsi" w:cstheme="minorHAnsi"/>
          <w:b/>
          <w:sz w:val="17"/>
          <w:szCs w:val="17"/>
        </w:rPr>
      </w:pPr>
    </w:p>
    <w:p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65078" w:rsidRDefault="00465078">
      <w:r>
        <w:separator/>
      </w:r>
    </w:p>
  </w:endnote>
  <w:endnote w:type="continuationSeparator" w:id="0">
    <w:p w:rsidR="00465078" w:rsidRDefault="00465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3D6908">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3D6908">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65078" w:rsidRDefault="00465078">
      <w:r>
        <w:separator/>
      </w:r>
    </w:p>
  </w:footnote>
  <w:footnote w:type="continuationSeparator" w:id="0">
    <w:p w:rsidR="00465078" w:rsidRDefault="00465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4F6E" w:rsidRDefault="00754F6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Default="002029BB" w:rsidP="00B27F97">
    <w:pPr>
      <w:pStyle w:val="Kopfzeile"/>
    </w:pPr>
  </w:p>
  <w:p w:rsidR="002029BB" w:rsidRPr="006371DD" w:rsidRDefault="002029BB" w:rsidP="00B27F97">
    <w:pPr>
      <w:pStyle w:val="Kopfzeile"/>
      <w:rPr>
        <w:color w:val="000000" w:themeColor="text1"/>
      </w:rPr>
    </w:pPr>
  </w:p>
  <w:p w:rsidR="002029BB" w:rsidRPr="006371DD" w:rsidRDefault="002029BB" w:rsidP="00B27F97">
    <w:pPr>
      <w:pStyle w:val="Kopfzeile"/>
      <w:rPr>
        <w:color w:val="000000" w:themeColor="text1"/>
      </w:rPr>
    </w:pPr>
  </w:p>
  <w:p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1"/>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131FA"/>
    <w:rsid w:val="00016A52"/>
    <w:rsid w:val="00021131"/>
    <w:rsid w:val="00031CE6"/>
    <w:rsid w:val="00035E93"/>
    <w:rsid w:val="000641B1"/>
    <w:rsid w:val="0006533C"/>
    <w:rsid w:val="000725D8"/>
    <w:rsid w:val="00085021"/>
    <w:rsid w:val="00085B2E"/>
    <w:rsid w:val="00090D32"/>
    <w:rsid w:val="000B6B9B"/>
    <w:rsid w:val="000C120E"/>
    <w:rsid w:val="000C5C18"/>
    <w:rsid w:val="000F03E2"/>
    <w:rsid w:val="000F339A"/>
    <w:rsid w:val="000F56A3"/>
    <w:rsid w:val="00117FEA"/>
    <w:rsid w:val="00126E1A"/>
    <w:rsid w:val="001279B9"/>
    <w:rsid w:val="00130136"/>
    <w:rsid w:val="00131A88"/>
    <w:rsid w:val="001501B8"/>
    <w:rsid w:val="0017095E"/>
    <w:rsid w:val="00171423"/>
    <w:rsid w:val="00171F05"/>
    <w:rsid w:val="00174922"/>
    <w:rsid w:val="0017615C"/>
    <w:rsid w:val="00181D25"/>
    <w:rsid w:val="001860C9"/>
    <w:rsid w:val="001B3C8D"/>
    <w:rsid w:val="001C1C7A"/>
    <w:rsid w:val="001C31BB"/>
    <w:rsid w:val="001C48AB"/>
    <w:rsid w:val="001C7BD9"/>
    <w:rsid w:val="001D7FE1"/>
    <w:rsid w:val="001E2FDB"/>
    <w:rsid w:val="001E674F"/>
    <w:rsid w:val="002029BB"/>
    <w:rsid w:val="0020535A"/>
    <w:rsid w:val="00211525"/>
    <w:rsid w:val="00211DDD"/>
    <w:rsid w:val="00216B84"/>
    <w:rsid w:val="0021766A"/>
    <w:rsid w:val="00242329"/>
    <w:rsid w:val="00243126"/>
    <w:rsid w:val="00253C37"/>
    <w:rsid w:val="00255F02"/>
    <w:rsid w:val="00261A61"/>
    <w:rsid w:val="00276F11"/>
    <w:rsid w:val="00286A1B"/>
    <w:rsid w:val="00292B4A"/>
    <w:rsid w:val="002B7FAA"/>
    <w:rsid w:val="002D34FA"/>
    <w:rsid w:val="002E1CDF"/>
    <w:rsid w:val="002F0844"/>
    <w:rsid w:val="00300500"/>
    <w:rsid w:val="00302A15"/>
    <w:rsid w:val="003151C8"/>
    <w:rsid w:val="003160C3"/>
    <w:rsid w:val="00320AD1"/>
    <w:rsid w:val="00322F34"/>
    <w:rsid w:val="00323D27"/>
    <w:rsid w:val="00335A40"/>
    <w:rsid w:val="00335AA2"/>
    <w:rsid w:val="003423D0"/>
    <w:rsid w:val="00350A98"/>
    <w:rsid w:val="00352C01"/>
    <w:rsid w:val="003558C8"/>
    <w:rsid w:val="00361189"/>
    <w:rsid w:val="003617E1"/>
    <w:rsid w:val="00371DAF"/>
    <w:rsid w:val="00383051"/>
    <w:rsid w:val="0038480B"/>
    <w:rsid w:val="00384CE0"/>
    <w:rsid w:val="003A47E8"/>
    <w:rsid w:val="003A4811"/>
    <w:rsid w:val="003C2629"/>
    <w:rsid w:val="003C4BFC"/>
    <w:rsid w:val="003C728F"/>
    <w:rsid w:val="003D6908"/>
    <w:rsid w:val="003F23E5"/>
    <w:rsid w:val="00420378"/>
    <w:rsid w:val="00431F2C"/>
    <w:rsid w:val="0043472E"/>
    <w:rsid w:val="00456FF9"/>
    <w:rsid w:val="00465078"/>
    <w:rsid w:val="0046540A"/>
    <w:rsid w:val="00477BAC"/>
    <w:rsid w:val="00495652"/>
    <w:rsid w:val="00495E2B"/>
    <w:rsid w:val="004A119B"/>
    <w:rsid w:val="004B6255"/>
    <w:rsid w:val="004D27E9"/>
    <w:rsid w:val="004E4316"/>
    <w:rsid w:val="004F7353"/>
    <w:rsid w:val="005027CA"/>
    <w:rsid w:val="0051037D"/>
    <w:rsid w:val="00511A0D"/>
    <w:rsid w:val="005230CD"/>
    <w:rsid w:val="00525458"/>
    <w:rsid w:val="00525B3E"/>
    <w:rsid w:val="00555C64"/>
    <w:rsid w:val="00555D2C"/>
    <w:rsid w:val="0055763D"/>
    <w:rsid w:val="00580CC7"/>
    <w:rsid w:val="00587F6A"/>
    <w:rsid w:val="005943DE"/>
    <w:rsid w:val="005B1F22"/>
    <w:rsid w:val="005C2E3B"/>
    <w:rsid w:val="005D0108"/>
    <w:rsid w:val="005D2E7E"/>
    <w:rsid w:val="005D7985"/>
    <w:rsid w:val="005F286A"/>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0549A"/>
    <w:rsid w:val="007131DD"/>
    <w:rsid w:val="00713AD5"/>
    <w:rsid w:val="00720B7D"/>
    <w:rsid w:val="00721D08"/>
    <w:rsid w:val="00724F53"/>
    <w:rsid w:val="0073362A"/>
    <w:rsid w:val="0074197E"/>
    <w:rsid w:val="00754F6E"/>
    <w:rsid w:val="00761BAA"/>
    <w:rsid w:val="00765FE2"/>
    <w:rsid w:val="007911C1"/>
    <w:rsid w:val="00793A81"/>
    <w:rsid w:val="007A0117"/>
    <w:rsid w:val="007D31DC"/>
    <w:rsid w:val="007D7180"/>
    <w:rsid w:val="007D77B2"/>
    <w:rsid w:val="007F2037"/>
    <w:rsid w:val="007F6FA2"/>
    <w:rsid w:val="008146F6"/>
    <w:rsid w:val="00815A56"/>
    <w:rsid w:val="00820C05"/>
    <w:rsid w:val="00822439"/>
    <w:rsid w:val="008254D0"/>
    <w:rsid w:val="00832C9A"/>
    <w:rsid w:val="00837DDD"/>
    <w:rsid w:val="00852E27"/>
    <w:rsid w:val="00854FE1"/>
    <w:rsid w:val="00857F7B"/>
    <w:rsid w:val="00875B2D"/>
    <w:rsid w:val="008A3D65"/>
    <w:rsid w:val="008C25A7"/>
    <w:rsid w:val="008C3BDB"/>
    <w:rsid w:val="008C6398"/>
    <w:rsid w:val="008D22AA"/>
    <w:rsid w:val="008D24C0"/>
    <w:rsid w:val="0091456C"/>
    <w:rsid w:val="00917D6D"/>
    <w:rsid w:val="009429A2"/>
    <w:rsid w:val="009519B2"/>
    <w:rsid w:val="00960FB8"/>
    <w:rsid w:val="00970819"/>
    <w:rsid w:val="00981565"/>
    <w:rsid w:val="0098361F"/>
    <w:rsid w:val="009933E8"/>
    <w:rsid w:val="009A2285"/>
    <w:rsid w:val="009B04C5"/>
    <w:rsid w:val="009B1A0D"/>
    <w:rsid w:val="009B31FF"/>
    <w:rsid w:val="009B590E"/>
    <w:rsid w:val="009B5B15"/>
    <w:rsid w:val="009C28CE"/>
    <w:rsid w:val="009D6C14"/>
    <w:rsid w:val="009E249A"/>
    <w:rsid w:val="009E292A"/>
    <w:rsid w:val="009E3776"/>
    <w:rsid w:val="009F2E6D"/>
    <w:rsid w:val="00A058F0"/>
    <w:rsid w:val="00A13743"/>
    <w:rsid w:val="00A167C6"/>
    <w:rsid w:val="00A31002"/>
    <w:rsid w:val="00A40630"/>
    <w:rsid w:val="00A447DF"/>
    <w:rsid w:val="00A452E4"/>
    <w:rsid w:val="00A45B5E"/>
    <w:rsid w:val="00A716E7"/>
    <w:rsid w:val="00A77D80"/>
    <w:rsid w:val="00A81A28"/>
    <w:rsid w:val="00A84B40"/>
    <w:rsid w:val="00A9044D"/>
    <w:rsid w:val="00A910BB"/>
    <w:rsid w:val="00A91FB1"/>
    <w:rsid w:val="00A9337B"/>
    <w:rsid w:val="00AB5327"/>
    <w:rsid w:val="00AB67F3"/>
    <w:rsid w:val="00AC25A1"/>
    <w:rsid w:val="00AC43C6"/>
    <w:rsid w:val="00AC6C58"/>
    <w:rsid w:val="00AE226B"/>
    <w:rsid w:val="00AE35D4"/>
    <w:rsid w:val="00AE4A4F"/>
    <w:rsid w:val="00AE5EE3"/>
    <w:rsid w:val="00B0484C"/>
    <w:rsid w:val="00B17EDA"/>
    <w:rsid w:val="00B24D1F"/>
    <w:rsid w:val="00B27F97"/>
    <w:rsid w:val="00B33B20"/>
    <w:rsid w:val="00B34B79"/>
    <w:rsid w:val="00B40245"/>
    <w:rsid w:val="00B4090D"/>
    <w:rsid w:val="00B4309D"/>
    <w:rsid w:val="00B5150D"/>
    <w:rsid w:val="00B55CC9"/>
    <w:rsid w:val="00B56CBD"/>
    <w:rsid w:val="00B7204A"/>
    <w:rsid w:val="00B761AF"/>
    <w:rsid w:val="00B902B5"/>
    <w:rsid w:val="00BA43D7"/>
    <w:rsid w:val="00BA714B"/>
    <w:rsid w:val="00BB3073"/>
    <w:rsid w:val="00BD06DF"/>
    <w:rsid w:val="00BD2FD6"/>
    <w:rsid w:val="00BD593E"/>
    <w:rsid w:val="00BF050B"/>
    <w:rsid w:val="00C006F3"/>
    <w:rsid w:val="00C01AA3"/>
    <w:rsid w:val="00C17EEC"/>
    <w:rsid w:val="00C60A43"/>
    <w:rsid w:val="00C61C60"/>
    <w:rsid w:val="00C67C53"/>
    <w:rsid w:val="00C776FF"/>
    <w:rsid w:val="00CB4417"/>
    <w:rsid w:val="00CC68C1"/>
    <w:rsid w:val="00CD0399"/>
    <w:rsid w:val="00CD5240"/>
    <w:rsid w:val="00CE1D4B"/>
    <w:rsid w:val="00D030A1"/>
    <w:rsid w:val="00D039FB"/>
    <w:rsid w:val="00D10E9E"/>
    <w:rsid w:val="00D21CAE"/>
    <w:rsid w:val="00D2708F"/>
    <w:rsid w:val="00D349E1"/>
    <w:rsid w:val="00D415D5"/>
    <w:rsid w:val="00D4765F"/>
    <w:rsid w:val="00D55B0C"/>
    <w:rsid w:val="00D7068C"/>
    <w:rsid w:val="00D72532"/>
    <w:rsid w:val="00D87DE7"/>
    <w:rsid w:val="00D901CC"/>
    <w:rsid w:val="00D928A2"/>
    <w:rsid w:val="00D938FC"/>
    <w:rsid w:val="00D947DF"/>
    <w:rsid w:val="00D97EEC"/>
    <w:rsid w:val="00DB0A42"/>
    <w:rsid w:val="00DB0ED3"/>
    <w:rsid w:val="00DB3422"/>
    <w:rsid w:val="00DB519C"/>
    <w:rsid w:val="00DF5EDA"/>
    <w:rsid w:val="00E0553E"/>
    <w:rsid w:val="00E16A02"/>
    <w:rsid w:val="00E74340"/>
    <w:rsid w:val="00EA5334"/>
    <w:rsid w:val="00ED40BC"/>
    <w:rsid w:val="00F038D2"/>
    <w:rsid w:val="00F4126F"/>
    <w:rsid w:val="00F41DEC"/>
    <w:rsid w:val="00F426DE"/>
    <w:rsid w:val="00F827DE"/>
    <w:rsid w:val="00F857B0"/>
    <w:rsid w:val="00F874B3"/>
    <w:rsid w:val="00F96724"/>
    <w:rsid w:val="00FA63BA"/>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0CF99E22"/>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tinusmenne1/Library/Group%20Containers/UBF8T346G9.Office/User%20Content.localized/Templates.localized/Presseinfo_IPF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62195-D277-E447-9934-7A46570F5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Presseinfo_IPF_2020.dotx</Template>
  <TotalTime>0</TotalTime>
  <Pages>1</Pages>
  <Words>408</Words>
  <Characters>2998</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3392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2018-03-29T07:44:00Z</cp:lastPrinted>
  <dcterms:created xsi:type="dcterms:W3CDTF">2020-04-16T10:39:00Z</dcterms:created>
  <dcterms:modified xsi:type="dcterms:W3CDTF">2020-04-16T10:41:00Z</dcterms:modified>
</cp:coreProperties>
</file>