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rsidR="00606A95" w:rsidRDefault="00606A95" w:rsidP="00061202">
      <w:pPr>
        <w:rPr>
          <w:rStyle w:val="Fett"/>
          <w:color w:val="1F497D"/>
          <w:lang w:val="sv-SE"/>
        </w:rPr>
      </w:pPr>
    </w:p>
    <w:p w:rsidR="00606A95" w:rsidRDefault="00606A95" w:rsidP="00061202">
      <w:pPr>
        <w:rPr>
          <w:rStyle w:val="Fett"/>
          <w:color w:val="1F497D"/>
          <w:lang w:val="sv-SE"/>
        </w:rPr>
      </w:pPr>
    </w:p>
    <w:p w:rsidR="002971E8" w:rsidRPr="001D1277" w:rsidRDefault="002971E8" w:rsidP="003554B8">
      <w:pPr>
        <w:rPr>
          <w:rFonts w:asciiTheme="majorHAnsi" w:hAnsiTheme="majorHAnsi" w:cstheme="majorHAnsi"/>
          <w:b/>
          <w:lang w:val="sv-SE"/>
        </w:rPr>
      </w:pPr>
    </w:p>
    <w:p w:rsidR="003554B8" w:rsidRPr="002E0746" w:rsidRDefault="00A868C2" w:rsidP="003554B8">
      <w:pPr>
        <w:rPr>
          <w:rFonts w:asciiTheme="majorHAnsi" w:hAnsiTheme="majorHAnsi" w:cstheme="majorHAnsi"/>
          <w:b/>
          <w:lang w:val="de-DE"/>
        </w:rPr>
      </w:pPr>
      <w:r>
        <w:rPr>
          <w:rFonts w:asciiTheme="majorHAnsi" w:hAnsiTheme="majorHAnsi" w:cstheme="majorHAnsi"/>
          <w:b/>
          <w:lang w:val="de-DE"/>
        </w:rPr>
        <w:t>Deutlich</w:t>
      </w:r>
      <w:r w:rsidR="00FA5117">
        <w:rPr>
          <w:rFonts w:asciiTheme="majorHAnsi" w:hAnsiTheme="majorHAnsi" w:cstheme="majorHAnsi"/>
          <w:b/>
          <w:lang w:val="de-DE"/>
        </w:rPr>
        <w:t xml:space="preserve"> schnellere </w:t>
      </w:r>
      <w:proofErr w:type="spellStart"/>
      <w:r w:rsidR="00FA5117">
        <w:rPr>
          <w:rFonts w:asciiTheme="majorHAnsi" w:hAnsiTheme="majorHAnsi" w:cstheme="majorHAnsi"/>
          <w:b/>
          <w:lang w:val="de-DE"/>
        </w:rPr>
        <w:t>Palettenwechsel</w:t>
      </w:r>
      <w:proofErr w:type="spellEnd"/>
    </w:p>
    <w:p w:rsidR="00061202" w:rsidRDefault="00A868C2" w:rsidP="003554B8">
      <w:pPr>
        <w:rPr>
          <w:rFonts w:asciiTheme="majorHAnsi" w:hAnsiTheme="majorHAnsi" w:cstheme="majorHAnsi"/>
          <w:bCs/>
          <w:color w:val="000000"/>
          <w:lang w:val="sv-SE"/>
        </w:rPr>
      </w:pPr>
      <w:r>
        <w:rPr>
          <w:rFonts w:asciiTheme="majorHAnsi" w:hAnsiTheme="majorHAnsi" w:cstheme="majorHAnsi"/>
          <w:bCs/>
          <w:lang w:val="de-DE"/>
        </w:rPr>
        <w:t xml:space="preserve">DMC-APC von </w:t>
      </w:r>
      <w:proofErr w:type="spellStart"/>
      <w:r>
        <w:rPr>
          <w:rFonts w:asciiTheme="majorHAnsi" w:hAnsiTheme="majorHAnsi" w:cstheme="majorHAnsi"/>
          <w:bCs/>
          <w:lang w:val="de-DE"/>
        </w:rPr>
        <w:t>Fastems</w:t>
      </w:r>
      <w:proofErr w:type="spellEnd"/>
      <w:r>
        <w:rPr>
          <w:rFonts w:asciiTheme="majorHAnsi" w:hAnsiTheme="majorHAnsi" w:cstheme="majorHAnsi"/>
          <w:bCs/>
          <w:lang w:val="de-DE"/>
        </w:rPr>
        <w:t xml:space="preserve">: </w:t>
      </w:r>
      <w:r w:rsidR="008E725D">
        <w:rPr>
          <w:rFonts w:asciiTheme="majorHAnsi" w:hAnsiTheme="majorHAnsi" w:cstheme="majorHAnsi"/>
          <w:bCs/>
          <w:lang w:val="de-DE"/>
        </w:rPr>
        <w:t xml:space="preserve">Regalbediengerät mit </w:t>
      </w:r>
      <w:r w:rsidR="00FA5117">
        <w:rPr>
          <w:rFonts w:asciiTheme="majorHAnsi" w:hAnsiTheme="majorHAnsi" w:cstheme="majorHAnsi"/>
          <w:bCs/>
          <w:lang w:val="de-DE"/>
        </w:rPr>
        <w:t>Doppellader</w:t>
      </w:r>
      <w:r w:rsidR="008E725D">
        <w:rPr>
          <w:rFonts w:asciiTheme="majorHAnsi" w:hAnsiTheme="majorHAnsi" w:cstheme="majorHAnsi"/>
          <w:bCs/>
          <w:lang w:val="de-DE"/>
        </w:rPr>
        <w:t>-</w:t>
      </w:r>
      <w:r w:rsidR="005E2E7C">
        <w:rPr>
          <w:rFonts w:asciiTheme="majorHAnsi" w:hAnsiTheme="majorHAnsi" w:cstheme="majorHAnsi"/>
          <w:bCs/>
          <w:lang w:val="de-DE"/>
        </w:rPr>
        <w:t>Funktion</w:t>
      </w:r>
      <w:r w:rsidR="00061202" w:rsidRPr="002E0746">
        <w:rPr>
          <w:rFonts w:asciiTheme="majorHAnsi" w:hAnsiTheme="majorHAnsi" w:cstheme="majorHAnsi"/>
          <w:bCs/>
          <w:color w:val="000000"/>
          <w:lang w:val="sv-SE"/>
        </w:rPr>
        <w:t> </w:t>
      </w:r>
    </w:p>
    <w:p w:rsidR="001D1277" w:rsidRDefault="001D1277" w:rsidP="003554B8">
      <w:pPr>
        <w:rPr>
          <w:rFonts w:asciiTheme="majorHAnsi" w:hAnsiTheme="majorHAnsi" w:cstheme="majorHAnsi"/>
          <w:bCs/>
          <w:color w:val="000000"/>
          <w:lang w:val="sv-SE"/>
        </w:rPr>
      </w:pPr>
    </w:p>
    <w:p w:rsidR="001D1277" w:rsidRDefault="001D1277" w:rsidP="001D1277">
      <w:pPr>
        <w:rPr>
          <w:rFonts w:asciiTheme="majorHAnsi" w:hAnsiTheme="majorHAnsi" w:cstheme="majorHAnsi"/>
          <w:lang w:val="de-DE"/>
        </w:rPr>
      </w:pP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stellt eine neue Variante eines Regalbediengerätes für seine FFS-Linie vor.</w:t>
      </w:r>
    </w:p>
    <w:p w:rsidR="001D1277" w:rsidRPr="002E0746" w:rsidRDefault="001D1277" w:rsidP="003554B8">
      <w:pPr>
        <w:rPr>
          <w:rFonts w:asciiTheme="majorHAnsi" w:hAnsiTheme="majorHAnsi" w:cstheme="majorHAnsi"/>
          <w:bCs/>
          <w:color w:val="000000"/>
          <w:lang w:val="de-DE"/>
        </w:rPr>
      </w:pPr>
    </w:p>
    <w:p w:rsidR="00A868C2" w:rsidRDefault="00FA5117" w:rsidP="003554B8">
      <w:pPr>
        <w:spacing w:after="300"/>
        <w:rPr>
          <w:rFonts w:asciiTheme="majorHAnsi" w:hAnsiTheme="majorHAnsi" w:cstheme="majorHAnsi"/>
          <w:lang w:val="de-DE"/>
        </w:rPr>
      </w:pPr>
      <w:r>
        <w:rPr>
          <w:rFonts w:asciiTheme="majorHAnsi" w:hAnsiTheme="majorHAnsi" w:cstheme="majorHAnsi"/>
          <w:lang w:val="de-DE"/>
        </w:rPr>
        <w:t>Für Werkzeugmaschinen</w:t>
      </w:r>
      <w:r w:rsidR="00A868C2">
        <w:rPr>
          <w:rFonts w:asciiTheme="majorHAnsi" w:hAnsiTheme="majorHAnsi" w:cstheme="majorHAnsi"/>
          <w:lang w:val="de-DE"/>
        </w:rPr>
        <w:t xml:space="preserve">, die nicht </w:t>
      </w:r>
      <w:r w:rsidR="00EF7107">
        <w:rPr>
          <w:rFonts w:asciiTheme="majorHAnsi" w:hAnsiTheme="majorHAnsi" w:cstheme="majorHAnsi"/>
          <w:lang w:val="de-DE"/>
        </w:rPr>
        <w:t xml:space="preserve">über </w:t>
      </w:r>
      <w:r w:rsidR="00A868C2">
        <w:rPr>
          <w:rFonts w:asciiTheme="majorHAnsi" w:hAnsiTheme="majorHAnsi" w:cstheme="majorHAnsi"/>
          <w:lang w:val="de-DE"/>
        </w:rPr>
        <w:t>eine</w:t>
      </w:r>
      <w:r w:rsidR="00EF7107">
        <w:rPr>
          <w:rFonts w:asciiTheme="majorHAnsi" w:hAnsiTheme="majorHAnsi" w:cstheme="majorHAnsi"/>
          <w:lang w:val="de-DE"/>
        </w:rPr>
        <w:t>n</w:t>
      </w:r>
      <w:r w:rsidR="00A868C2">
        <w:rPr>
          <w:rFonts w:asciiTheme="majorHAnsi" w:hAnsiTheme="majorHAnsi" w:cstheme="majorHAnsi"/>
          <w:lang w:val="de-DE"/>
        </w:rPr>
        <w:t xml:space="preserve"> </w:t>
      </w:r>
      <w:r>
        <w:rPr>
          <w:rFonts w:asciiTheme="majorHAnsi" w:hAnsiTheme="majorHAnsi" w:cstheme="majorHAnsi"/>
          <w:lang w:val="de-DE"/>
        </w:rPr>
        <w:t xml:space="preserve">automatischen </w:t>
      </w:r>
      <w:proofErr w:type="spellStart"/>
      <w:r>
        <w:rPr>
          <w:rFonts w:asciiTheme="majorHAnsi" w:hAnsiTheme="majorHAnsi" w:cstheme="majorHAnsi"/>
          <w:lang w:val="de-DE"/>
        </w:rPr>
        <w:t>Palettenwechsler</w:t>
      </w:r>
      <w:proofErr w:type="spellEnd"/>
      <w:r w:rsidR="00A868C2">
        <w:rPr>
          <w:rFonts w:asciiTheme="majorHAnsi" w:hAnsiTheme="majorHAnsi" w:cstheme="majorHAnsi"/>
          <w:lang w:val="de-DE"/>
        </w:rPr>
        <w:t xml:space="preserve"> </w:t>
      </w:r>
      <w:r w:rsidR="00EF7107">
        <w:rPr>
          <w:rFonts w:asciiTheme="majorHAnsi" w:hAnsiTheme="majorHAnsi" w:cstheme="majorHAnsi"/>
          <w:lang w:val="de-DE"/>
        </w:rPr>
        <w:t>verfügen</w:t>
      </w:r>
      <w:r w:rsidR="00A868C2">
        <w:rPr>
          <w:rFonts w:asciiTheme="majorHAnsi" w:hAnsiTheme="majorHAnsi" w:cstheme="majorHAnsi"/>
          <w:lang w:val="de-DE"/>
        </w:rPr>
        <w:t>,</w:t>
      </w:r>
      <w:r>
        <w:rPr>
          <w:rFonts w:asciiTheme="majorHAnsi" w:hAnsiTheme="majorHAnsi" w:cstheme="majorHAnsi"/>
          <w:lang w:val="de-DE"/>
        </w:rPr>
        <w:t xml:space="preserve"> kann die Automation insbesondere bei der Verkettung von mehreren Maschinen in einem </w:t>
      </w:r>
      <w:r w:rsidR="00634B20">
        <w:rPr>
          <w:rFonts w:asciiTheme="majorHAnsi" w:hAnsiTheme="majorHAnsi" w:cstheme="majorHAnsi"/>
          <w:lang w:val="de-DE"/>
        </w:rPr>
        <w:t>F</w:t>
      </w:r>
      <w:r>
        <w:rPr>
          <w:rFonts w:asciiTheme="majorHAnsi" w:hAnsiTheme="majorHAnsi" w:cstheme="majorHAnsi"/>
          <w:lang w:val="de-DE"/>
        </w:rPr>
        <w:t xml:space="preserve">lexiblen Fertigungssystem (FFS) zum echten Flaschenhals werden, da der </w:t>
      </w:r>
      <w:proofErr w:type="spellStart"/>
      <w:r>
        <w:rPr>
          <w:rFonts w:asciiTheme="majorHAnsi" w:hAnsiTheme="majorHAnsi" w:cstheme="majorHAnsi"/>
          <w:lang w:val="de-DE"/>
        </w:rPr>
        <w:t>Palettenwechsel</w:t>
      </w:r>
      <w:proofErr w:type="spellEnd"/>
      <w:r>
        <w:rPr>
          <w:rFonts w:asciiTheme="majorHAnsi" w:hAnsiTheme="majorHAnsi" w:cstheme="majorHAnsi"/>
          <w:lang w:val="de-DE"/>
        </w:rPr>
        <w:t xml:space="preserve"> </w:t>
      </w:r>
      <w:r w:rsidR="00A868C2">
        <w:rPr>
          <w:rFonts w:asciiTheme="majorHAnsi" w:hAnsiTheme="majorHAnsi" w:cstheme="majorHAnsi"/>
          <w:lang w:val="de-DE"/>
        </w:rPr>
        <w:t xml:space="preserve">mitunter </w:t>
      </w:r>
      <w:r>
        <w:rPr>
          <w:rFonts w:asciiTheme="majorHAnsi" w:hAnsiTheme="majorHAnsi" w:cstheme="majorHAnsi"/>
          <w:lang w:val="de-DE"/>
        </w:rPr>
        <w:t xml:space="preserve">zwischen 90 und 120 Sekunden benötigt. </w:t>
      </w:r>
      <w:r w:rsidR="00634B20">
        <w:rPr>
          <w:rFonts w:asciiTheme="majorHAnsi" w:hAnsiTheme="majorHAnsi" w:cstheme="majorHAnsi"/>
          <w:lang w:val="de-DE"/>
        </w:rPr>
        <w:t xml:space="preserve">Hinzu kommt, dass bei </w:t>
      </w:r>
      <w:r w:rsidR="00A868C2">
        <w:rPr>
          <w:rFonts w:asciiTheme="majorHAnsi" w:hAnsiTheme="majorHAnsi" w:cstheme="majorHAnsi"/>
          <w:lang w:val="de-DE"/>
        </w:rPr>
        <w:t>k</w:t>
      </w:r>
      <w:r>
        <w:rPr>
          <w:rFonts w:asciiTheme="majorHAnsi" w:hAnsiTheme="majorHAnsi" w:cstheme="majorHAnsi"/>
          <w:lang w:val="de-DE"/>
        </w:rPr>
        <w:t>urze</w:t>
      </w:r>
      <w:r w:rsidR="00634B20">
        <w:rPr>
          <w:rFonts w:asciiTheme="majorHAnsi" w:hAnsiTheme="majorHAnsi" w:cstheme="majorHAnsi"/>
          <w:lang w:val="de-DE"/>
        </w:rPr>
        <w:t>n</w:t>
      </w:r>
      <w:r>
        <w:rPr>
          <w:rFonts w:asciiTheme="majorHAnsi" w:hAnsiTheme="majorHAnsi" w:cstheme="majorHAnsi"/>
          <w:lang w:val="de-DE"/>
        </w:rPr>
        <w:t xml:space="preserve"> Bearbeitungszyklen</w:t>
      </w:r>
      <w:r w:rsidR="00A868C2">
        <w:rPr>
          <w:rFonts w:asciiTheme="majorHAnsi" w:hAnsiTheme="majorHAnsi" w:cstheme="majorHAnsi"/>
          <w:lang w:val="de-DE"/>
        </w:rPr>
        <w:t xml:space="preserve"> mit mehreren </w:t>
      </w:r>
      <w:proofErr w:type="spellStart"/>
      <w:r w:rsidR="00A868C2">
        <w:rPr>
          <w:rFonts w:asciiTheme="majorHAnsi" w:hAnsiTheme="majorHAnsi" w:cstheme="majorHAnsi"/>
          <w:lang w:val="de-DE"/>
        </w:rPr>
        <w:t>Palettenwechsel</w:t>
      </w:r>
      <w:proofErr w:type="spellEnd"/>
      <w:r w:rsidR="00A868C2">
        <w:rPr>
          <w:rFonts w:asciiTheme="majorHAnsi" w:hAnsiTheme="majorHAnsi" w:cstheme="majorHAnsi"/>
          <w:lang w:val="de-DE"/>
        </w:rPr>
        <w:t xml:space="preserve"> pro Stunde die Maschinenauslastung erheblich</w:t>
      </w:r>
      <w:r w:rsidR="00634B20">
        <w:rPr>
          <w:rFonts w:asciiTheme="majorHAnsi" w:hAnsiTheme="majorHAnsi" w:cstheme="majorHAnsi"/>
          <w:lang w:val="de-DE"/>
        </w:rPr>
        <w:t xml:space="preserve"> sinkt</w:t>
      </w:r>
      <w:r w:rsidR="00A868C2">
        <w:rPr>
          <w:rFonts w:asciiTheme="majorHAnsi" w:hAnsiTheme="majorHAnsi" w:cstheme="majorHAnsi"/>
          <w:lang w:val="de-DE"/>
        </w:rPr>
        <w:t>.</w:t>
      </w:r>
    </w:p>
    <w:p w:rsidR="00890042" w:rsidRDefault="00A868C2" w:rsidP="003554B8">
      <w:pPr>
        <w:spacing w:after="300"/>
        <w:rPr>
          <w:rFonts w:asciiTheme="majorHAnsi" w:hAnsiTheme="majorHAnsi" w:cstheme="majorHAnsi"/>
          <w:lang w:val="de-DE"/>
        </w:rPr>
      </w:pPr>
      <w:r>
        <w:rPr>
          <w:rFonts w:asciiTheme="majorHAnsi" w:hAnsiTheme="majorHAnsi" w:cstheme="majorHAnsi"/>
          <w:lang w:val="de-DE"/>
        </w:rPr>
        <w:t xml:space="preserve">Daher hat Fastems mit dem DMC-APC </w:t>
      </w:r>
      <w:r w:rsidR="00CE3AAC" w:rsidRPr="00F05B62">
        <w:rPr>
          <w:rFonts w:asciiTheme="majorHAnsi" w:hAnsiTheme="majorHAnsi" w:cstheme="majorHAnsi"/>
          <w:lang w:val="de-DE"/>
        </w:rPr>
        <w:t xml:space="preserve">ein Regalbediengerät mit einem Doppellader-Mechanismus </w:t>
      </w:r>
      <w:r w:rsidRPr="00F05B62">
        <w:rPr>
          <w:rFonts w:asciiTheme="majorHAnsi" w:hAnsiTheme="majorHAnsi" w:cstheme="majorHAnsi"/>
          <w:lang w:val="de-DE"/>
        </w:rPr>
        <w:t xml:space="preserve">für </w:t>
      </w:r>
      <w:r w:rsidR="00CE3AAC" w:rsidRPr="00F05B62">
        <w:rPr>
          <w:rFonts w:asciiTheme="majorHAnsi" w:hAnsiTheme="majorHAnsi" w:cstheme="majorHAnsi"/>
          <w:lang w:val="de-DE"/>
        </w:rPr>
        <w:t xml:space="preserve">die </w:t>
      </w:r>
      <w:r w:rsidRPr="00F05B62">
        <w:rPr>
          <w:rFonts w:asciiTheme="majorHAnsi" w:hAnsiTheme="majorHAnsi" w:cstheme="majorHAnsi"/>
          <w:lang w:val="de-DE"/>
        </w:rPr>
        <w:t>FFS</w:t>
      </w:r>
      <w:r w:rsidR="00CE3AAC" w:rsidRPr="00F05B62">
        <w:rPr>
          <w:rFonts w:asciiTheme="majorHAnsi" w:hAnsiTheme="majorHAnsi" w:cstheme="majorHAnsi"/>
          <w:lang w:val="de-DE"/>
        </w:rPr>
        <w:t>-Linie</w:t>
      </w:r>
      <w:r w:rsidRPr="00F05B62">
        <w:rPr>
          <w:rFonts w:asciiTheme="majorHAnsi" w:hAnsiTheme="majorHAnsi" w:cstheme="majorHAnsi"/>
          <w:lang w:val="de-DE"/>
        </w:rPr>
        <w:t xml:space="preserve"> entwickelt, </w:t>
      </w:r>
      <w:r w:rsidR="002A37B6" w:rsidRPr="00F05B62">
        <w:rPr>
          <w:rFonts w:asciiTheme="majorHAnsi" w:hAnsiTheme="majorHAnsi" w:cstheme="majorHAnsi"/>
          <w:lang w:val="de-DE"/>
        </w:rPr>
        <w:t>d</w:t>
      </w:r>
      <w:r w:rsidR="00CE3AAC" w:rsidRPr="00F05B62">
        <w:rPr>
          <w:rFonts w:asciiTheme="majorHAnsi" w:hAnsiTheme="majorHAnsi" w:cstheme="majorHAnsi"/>
          <w:lang w:val="de-DE"/>
        </w:rPr>
        <w:t xml:space="preserve">as </w:t>
      </w:r>
      <w:r w:rsidR="002A37B6" w:rsidRPr="00F05B62">
        <w:rPr>
          <w:rFonts w:asciiTheme="majorHAnsi" w:hAnsiTheme="majorHAnsi" w:cstheme="majorHAnsi"/>
          <w:lang w:val="de-DE"/>
        </w:rPr>
        <w:t xml:space="preserve">als automatischer </w:t>
      </w:r>
      <w:proofErr w:type="spellStart"/>
      <w:r w:rsidR="002A37B6" w:rsidRPr="00F05B62">
        <w:rPr>
          <w:rFonts w:asciiTheme="majorHAnsi" w:hAnsiTheme="majorHAnsi" w:cstheme="majorHAnsi"/>
          <w:lang w:val="de-DE"/>
        </w:rPr>
        <w:t>Palettenwechsler</w:t>
      </w:r>
      <w:proofErr w:type="spellEnd"/>
      <w:r w:rsidR="002A37B6" w:rsidRPr="00F05B62">
        <w:rPr>
          <w:rFonts w:asciiTheme="majorHAnsi" w:hAnsiTheme="majorHAnsi" w:cstheme="majorHAnsi"/>
          <w:lang w:val="de-DE"/>
        </w:rPr>
        <w:t xml:space="preserve"> </w:t>
      </w:r>
      <w:r w:rsidR="00CE3AAC" w:rsidRPr="00F05B62">
        <w:rPr>
          <w:rFonts w:asciiTheme="majorHAnsi" w:hAnsiTheme="majorHAnsi" w:cstheme="majorHAnsi"/>
          <w:lang w:val="de-DE"/>
        </w:rPr>
        <w:t xml:space="preserve">fungieren </w:t>
      </w:r>
      <w:r w:rsidR="007B02CC" w:rsidRPr="00F05B62">
        <w:rPr>
          <w:rFonts w:asciiTheme="majorHAnsi" w:hAnsiTheme="majorHAnsi" w:cstheme="majorHAnsi"/>
          <w:lang w:val="de-DE"/>
        </w:rPr>
        <w:t xml:space="preserve">und </w:t>
      </w:r>
      <w:r w:rsidRPr="00F05B62">
        <w:rPr>
          <w:rFonts w:asciiTheme="majorHAnsi" w:hAnsiTheme="majorHAnsi" w:cstheme="majorHAnsi"/>
          <w:lang w:val="de-DE"/>
        </w:rPr>
        <w:t xml:space="preserve">Werkzeugmaschinen direkt beladen </w:t>
      </w:r>
      <w:r w:rsidR="002A37B6" w:rsidRPr="00F05B62">
        <w:rPr>
          <w:rFonts w:asciiTheme="majorHAnsi" w:hAnsiTheme="majorHAnsi" w:cstheme="majorHAnsi"/>
          <w:lang w:val="de-DE"/>
        </w:rPr>
        <w:t>kann.</w:t>
      </w:r>
      <w:r w:rsidR="002A37B6">
        <w:rPr>
          <w:rFonts w:asciiTheme="majorHAnsi" w:hAnsiTheme="majorHAnsi" w:cstheme="majorHAnsi"/>
          <w:lang w:val="de-DE"/>
        </w:rPr>
        <w:t xml:space="preserve"> </w:t>
      </w:r>
      <w:r w:rsidR="00890042">
        <w:rPr>
          <w:rFonts w:asciiTheme="majorHAnsi" w:hAnsiTheme="majorHAnsi" w:cstheme="majorHAnsi"/>
          <w:lang w:val="de-DE"/>
        </w:rPr>
        <w:br/>
      </w:r>
      <w:r>
        <w:rPr>
          <w:rFonts w:asciiTheme="majorHAnsi" w:hAnsiTheme="majorHAnsi" w:cstheme="majorHAnsi"/>
          <w:lang w:val="de-DE"/>
        </w:rPr>
        <w:t xml:space="preserve">DMC-APC </w:t>
      </w:r>
      <w:r w:rsidR="002A37B6">
        <w:rPr>
          <w:rFonts w:asciiTheme="majorHAnsi" w:hAnsiTheme="majorHAnsi" w:cstheme="majorHAnsi"/>
          <w:lang w:val="de-DE"/>
        </w:rPr>
        <w:t xml:space="preserve">steht für </w:t>
      </w:r>
      <w:r w:rsidR="000C6CC8">
        <w:rPr>
          <w:rFonts w:asciiTheme="majorHAnsi" w:hAnsiTheme="majorHAnsi" w:cstheme="majorHAnsi"/>
          <w:lang w:val="de-DE"/>
        </w:rPr>
        <w:t>„</w:t>
      </w:r>
      <w:r w:rsidR="002A37B6">
        <w:rPr>
          <w:rFonts w:asciiTheme="majorHAnsi" w:hAnsiTheme="majorHAnsi" w:cstheme="majorHAnsi"/>
          <w:lang w:val="de-DE"/>
        </w:rPr>
        <w:t>Double Mast Crane-</w:t>
      </w:r>
      <w:proofErr w:type="spellStart"/>
      <w:r w:rsidR="002A37B6">
        <w:rPr>
          <w:rFonts w:asciiTheme="majorHAnsi" w:hAnsiTheme="majorHAnsi" w:cstheme="majorHAnsi"/>
          <w:lang w:val="de-DE"/>
        </w:rPr>
        <w:t>Automatic</w:t>
      </w:r>
      <w:proofErr w:type="spellEnd"/>
      <w:r w:rsidR="002A37B6">
        <w:rPr>
          <w:rFonts w:asciiTheme="majorHAnsi" w:hAnsiTheme="majorHAnsi" w:cstheme="majorHAnsi"/>
          <w:lang w:val="de-DE"/>
        </w:rPr>
        <w:t xml:space="preserve"> </w:t>
      </w:r>
      <w:proofErr w:type="spellStart"/>
      <w:r w:rsidR="002A37B6">
        <w:rPr>
          <w:rFonts w:asciiTheme="majorHAnsi" w:hAnsiTheme="majorHAnsi" w:cstheme="majorHAnsi"/>
          <w:lang w:val="de-DE"/>
        </w:rPr>
        <w:t>Pal</w:t>
      </w:r>
      <w:r w:rsidR="000C6CC8">
        <w:rPr>
          <w:rFonts w:asciiTheme="majorHAnsi" w:hAnsiTheme="majorHAnsi" w:cstheme="majorHAnsi"/>
          <w:lang w:val="de-DE"/>
        </w:rPr>
        <w:t>l</w:t>
      </w:r>
      <w:r w:rsidR="002A37B6">
        <w:rPr>
          <w:rFonts w:asciiTheme="majorHAnsi" w:hAnsiTheme="majorHAnsi" w:cstheme="majorHAnsi"/>
          <w:lang w:val="de-DE"/>
        </w:rPr>
        <w:t>et</w:t>
      </w:r>
      <w:proofErr w:type="spellEnd"/>
      <w:r w:rsidR="002A37B6">
        <w:rPr>
          <w:rFonts w:asciiTheme="majorHAnsi" w:hAnsiTheme="majorHAnsi" w:cstheme="majorHAnsi"/>
          <w:lang w:val="de-DE"/>
        </w:rPr>
        <w:t xml:space="preserve"> </w:t>
      </w:r>
      <w:proofErr w:type="spellStart"/>
      <w:r w:rsidR="002A37B6">
        <w:rPr>
          <w:rFonts w:asciiTheme="majorHAnsi" w:hAnsiTheme="majorHAnsi" w:cstheme="majorHAnsi"/>
          <w:lang w:val="de-DE"/>
        </w:rPr>
        <w:t>Changer</w:t>
      </w:r>
      <w:proofErr w:type="spellEnd"/>
      <w:r w:rsidR="000C6CC8">
        <w:rPr>
          <w:rFonts w:asciiTheme="majorHAnsi" w:hAnsiTheme="majorHAnsi" w:cstheme="majorHAnsi"/>
          <w:lang w:val="de-DE"/>
        </w:rPr>
        <w:t>“</w:t>
      </w:r>
      <w:r w:rsidR="002A37B6">
        <w:rPr>
          <w:rFonts w:asciiTheme="majorHAnsi" w:hAnsiTheme="majorHAnsi" w:cstheme="majorHAnsi"/>
          <w:lang w:val="de-DE"/>
        </w:rPr>
        <w:t xml:space="preserve">, eine äußerst </w:t>
      </w:r>
      <w:r w:rsidR="007B02CC" w:rsidRPr="00F05B62">
        <w:rPr>
          <w:rFonts w:asciiTheme="majorHAnsi" w:hAnsiTheme="majorHAnsi" w:cstheme="majorHAnsi"/>
          <w:lang w:val="de-DE"/>
        </w:rPr>
        <w:t>robuste</w:t>
      </w:r>
      <w:r w:rsidR="002A37B6">
        <w:rPr>
          <w:rFonts w:asciiTheme="majorHAnsi" w:hAnsiTheme="majorHAnsi" w:cstheme="majorHAnsi"/>
          <w:lang w:val="de-DE"/>
        </w:rPr>
        <w:t xml:space="preserve"> Lösung</w:t>
      </w:r>
      <w:r w:rsidR="000C6CC8">
        <w:rPr>
          <w:rFonts w:asciiTheme="majorHAnsi" w:hAnsiTheme="majorHAnsi" w:cstheme="majorHAnsi"/>
          <w:lang w:val="de-DE"/>
        </w:rPr>
        <w:t xml:space="preserve"> mit einem Doppelmastkran</w:t>
      </w:r>
      <w:r w:rsidR="002A37B6">
        <w:rPr>
          <w:rFonts w:asciiTheme="majorHAnsi" w:hAnsiTheme="majorHAnsi" w:cstheme="majorHAnsi"/>
          <w:lang w:val="de-DE"/>
        </w:rPr>
        <w:t xml:space="preserve">, die aufgrund ihrer </w:t>
      </w:r>
      <w:r w:rsidR="00C24084">
        <w:rPr>
          <w:rFonts w:asciiTheme="majorHAnsi" w:hAnsiTheme="majorHAnsi" w:cstheme="majorHAnsi"/>
          <w:lang w:val="de-DE"/>
        </w:rPr>
        <w:t xml:space="preserve">Tragfähigkeit von bis zu </w:t>
      </w:r>
      <w:r>
        <w:rPr>
          <w:rFonts w:asciiTheme="majorHAnsi" w:hAnsiTheme="majorHAnsi" w:cstheme="majorHAnsi"/>
          <w:lang w:val="de-DE"/>
        </w:rPr>
        <w:t xml:space="preserve">1.000 kg </w:t>
      </w:r>
      <w:r w:rsidR="002A37B6">
        <w:rPr>
          <w:rFonts w:asciiTheme="majorHAnsi" w:hAnsiTheme="majorHAnsi" w:cstheme="majorHAnsi"/>
          <w:lang w:val="de-DE"/>
        </w:rPr>
        <w:t xml:space="preserve">insbesondere </w:t>
      </w:r>
      <w:r w:rsidR="00C24084">
        <w:rPr>
          <w:rFonts w:asciiTheme="majorHAnsi" w:hAnsiTheme="majorHAnsi" w:cstheme="majorHAnsi"/>
          <w:lang w:val="de-DE"/>
        </w:rPr>
        <w:t xml:space="preserve">für Werkzeugmaschinen mit höheren Nutzlasten </w:t>
      </w:r>
      <w:r>
        <w:rPr>
          <w:rFonts w:asciiTheme="majorHAnsi" w:hAnsiTheme="majorHAnsi" w:cstheme="majorHAnsi"/>
          <w:lang w:val="de-DE"/>
        </w:rPr>
        <w:t>ausgelegt</w:t>
      </w:r>
      <w:r w:rsidR="002A37B6">
        <w:rPr>
          <w:rFonts w:asciiTheme="majorHAnsi" w:hAnsiTheme="majorHAnsi" w:cstheme="majorHAnsi"/>
          <w:lang w:val="de-DE"/>
        </w:rPr>
        <w:t xml:space="preserve"> ist.</w:t>
      </w:r>
      <w:r w:rsidR="00CE3AAC">
        <w:rPr>
          <w:rFonts w:asciiTheme="majorHAnsi" w:hAnsiTheme="majorHAnsi" w:cstheme="majorHAnsi"/>
          <w:lang w:val="de-DE"/>
        </w:rPr>
        <w:t xml:space="preserve"> </w:t>
      </w:r>
      <w:r w:rsidR="00890042">
        <w:rPr>
          <w:rFonts w:asciiTheme="majorHAnsi" w:hAnsiTheme="majorHAnsi" w:cstheme="majorHAnsi"/>
          <w:lang w:val="de-DE"/>
        </w:rPr>
        <w:br/>
      </w:r>
      <w:r w:rsidR="00890042">
        <w:rPr>
          <w:rFonts w:asciiTheme="majorHAnsi" w:hAnsiTheme="majorHAnsi" w:cstheme="majorHAnsi"/>
          <w:lang w:val="de-DE"/>
        </w:rPr>
        <w:br/>
      </w:r>
      <w:r w:rsidR="00890042" w:rsidRPr="008327F6">
        <w:rPr>
          <w:rFonts w:asciiTheme="majorHAnsi" w:hAnsiTheme="majorHAnsi" w:cstheme="majorHAnsi"/>
          <w:lang w:val="de-DE"/>
        </w:rPr>
        <w:t xml:space="preserve">Solche </w:t>
      </w:r>
      <w:r w:rsidR="00C24084" w:rsidRPr="008327F6">
        <w:rPr>
          <w:rFonts w:asciiTheme="majorHAnsi" w:hAnsiTheme="majorHAnsi" w:cstheme="majorHAnsi"/>
          <w:lang w:val="de-DE"/>
        </w:rPr>
        <w:t xml:space="preserve">Lastaufnahmen </w:t>
      </w:r>
      <w:r w:rsidR="00890042" w:rsidRPr="008327F6">
        <w:rPr>
          <w:rFonts w:asciiTheme="majorHAnsi" w:hAnsiTheme="majorHAnsi" w:cstheme="majorHAnsi"/>
          <w:lang w:val="de-DE"/>
        </w:rPr>
        <w:t xml:space="preserve">dienen dazu, in einem FFS mit einem Regalbediengerät </w:t>
      </w:r>
      <w:r w:rsidR="00C24084" w:rsidRPr="008327F6">
        <w:rPr>
          <w:rFonts w:asciiTheme="majorHAnsi" w:hAnsiTheme="majorHAnsi" w:cstheme="majorHAnsi"/>
          <w:lang w:val="de-DE"/>
        </w:rPr>
        <w:t xml:space="preserve">Paletten zwischen Lager, Maschinen und Lade- bzw. Materialstationen </w:t>
      </w:r>
      <w:r w:rsidR="00890042" w:rsidRPr="008327F6">
        <w:rPr>
          <w:rFonts w:asciiTheme="majorHAnsi" w:hAnsiTheme="majorHAnsi" w:cstheme="majorHAnsi"/>
          <w:lang w:val="de-DE"/>
        </w:rPr>
        <w:t xml:space="preserve">zu </w:t>
      </w:r>
      <w:r w:rsidR="00C24084" w:rsidRPr="008327F6">
        <w:rPr>
          <w:rFonts w:asciiTheme="majorHAnsi" w:hAnsiTheme="majorHAnsi" w:cstheme="majorHAnsi"/>
          <w:lang w:val="de-DE"/>
        </w:rPr>
        <w:t>transportier</w:t>
      </w:r>
      <w:r w:rsidR="00890042" w:rsidRPr="008327F6">
        <w:rPr>
          <w:rFonts w:asciiTheme="majorHAnsi" w:hAnsiTheme="majorHAnsi" w:cstheme="majorHAnsi"/>
          <w:lang w:val="de-DE"/>
        </w:rPr>
        <w:t>en</w:t>
      </w:r>
      <w:r w:rsidR="00C24084" w:rsidRPr="008327F6">
        <w:rPr>
          <w:rFonts w:asciiTheme="majorHAnsi" w:hAnsiTheme="majorHAnsi" w:cstheme="majorHAnsi"/>
          <w:lang w:val="de-DE"/>
        </w:rPr>
        <w:t>.</w:t>
      </w:r>
      <w:r w:rsidR="00890042" w:rsidRPr="00CE3AAC">
        <w:rPr>
          <w:rFonts w:asciiTheme="majorHAnsi" w:hAnsiTheme="majorHAnsi" w:cstheme="majorHAnsi"/>
          <w:highlight w:val="yellow"/>
          <w:lang w:val="de-DE"/>
        </w:rPr>
        <w:br/>
      </w:r>
      <w:r w:rsidR="00F05B62">
        <w:rPr>
          <w:rFonts w:asciiTheme="majorHAnsi" w:hAnsiTheme="majorHAnsi" w:cstheme="majorHAnsi"/>
          <w:lang w:val="de-DE"/>
        </w:rPr>
        <w:t xml:space="preserve">Hierfür nimmt der </w:t>
      </w:r>
      <w:r w:rsidR="00435B2C">
        <w:rPr>
          <w:rFonts w:asciiTheme="majorHAnsi" w:hAnsiTheme="majorHAnsi" w:cstheme="majorHAnsi"/>
          <w:lang w:val="de-DE"/>
        </w:rPr>
        <w:t xml:space="preserve">DMC-APC </w:t>
      </w:r>
      <w:r w:rsidR="007B02CC" w:rsidRPr="00F05B62">
        <w:rPr>
          <w:rFonts w:asciiTheme="majorHAnsi" w:hAnsiTheme="majorHAnsi" w:cstheme="majorHAnsi"/>
          <w:lang w:val="de-DE"/>
        </w:rPr>
        <w:t xml:space="preserve">beim </w:t>
      </w:r>
      <w:proofErr w:type="spellStart"/>
      <w:r w:rsidR="007B02CC" w:rsidRPr="00F05B62">
        <w:rPr>
          <w:rFonts w:asciiTheme="majorHAnsi" w:hAnsiTheme="majorHAnsi" w:cstheme="majorHAnsi"/>
          <w:lang w:val="de-DE"/>
        </w:rPr>
        <w:t>Palettenwechsel</w:t>
      </w:r>
      <w:proofErr w:type="spellEnd"/>
      <w:r w:rsidR="00B05FAA" w:rsidRPr="00F05B62">
        <w:rPr>
          <w:rFonts w:asciiTheme="majorHAnsi" w:hAnsiTheme="majorHAnsi" w:cstheme="majorHAnsi"/>
          <w:lang w:val="de-DE"/>
        </w:rPr>
        <w:t xml:space="preserve"> </w:t>
      </w:r>
      <w:r w:rsidR="009B2AE0" w:rsidRPr="007B02CC">
        <w:rPr>
          <w:rFonts w:asciiTheme="majorHAnsi" w:hAnsiTheme="majorHAnsi" w:cstheme="majorHAnsi"/>
          <w:lang w:val="de-DE"/>
        </w:rPr>
        <w:t>zwei Paletten auf</w:t>
      </w:r>
      <w:r w:rsidR="00435B2C" w:rsidRPr="007B02CC">
        <w:rPr>
          <w:rFonts w:asciiTheme="majorHAnsi" w:hAnsiTheme="majorHAnsi" w:cstheme="majorHAnsi"/>
          <w:lang w:val="de-DE"/>
        </w:rPr>
        <w:t>,</w:t>
      </w:r>
      <w:r w:rsidR="00435B2C">
        <w:rPr>
          <w:rFonts w:asciiTheme="majorHAnsi" w:hAnsiTheme="majorHAnsi" w:cstheme="majorHAnsi"/>
          <w:lang w:val="de-DE"/>
        </w:rPr>
        <w:t xml:space="preserve"> wodurch </w:t>
      </w:r>
      <w:r w:rsidR="00B05FAA">
        <w:rPr>
          <w:rFonts w:asciiTheme="majorHAnsi" w:hAnsiTheme="majorHAnsi" w:cstheme="majorHAnsi"/>
          <w:lang w:val="de-DE"/>
        </w:rPr>
        <w:t xml:space="preserve">sich </w:t>
      </w:r>
      <w:r w:rsidR="00F05B62">
        <w:rPr>
          <w:rFonts w:asciiTheme="majorHAnsi" w:hAnsiTheme="majorHAnsi" w:cstheme="majorHAnsi"/>
          <w:lang w:val="de-DE"/>
        </w:rPr>
        <w:t xml:space="preserve">die </w:t>
      </w:r>
      <w:proofErr w:type="spellStart"/>
      <w:r w:rsidR="00F05B62">
        <w:rPr>
          <w:rFonts w:asciiTheme="majorHAnsi" w:hAnsiTheme="majorHAnsi" w:cstheme="majorHAnsi"/>
          <w:lang w:val="de-DE"/>
        </w:rPr>
        <w:t>Palettentransfer</w:t>
      </w:r>
      <w:proofErr w:type="spellEnd"/>
      <w:r w:rsidR="00F05B62">
        <w:rPr>
          <w:rFonts w:asciiTheme="majorHAnsi" w:hAnsiTheme="majorHAnsi" w:cstheme="majorHAnsi"/>
          <w:lang w:val="de-DE"/>
        </w:rPr>
        <w:t xml:space="preserve"> </w:t>
      </w:r>
      <w:r w:rsidR="00B05FAA">
        <w:rPr>
          <w:rFonts w:asciiTheme="majorHAnsi" w:hAnsiTheme="majorHAnsi" w:cstheme="majorHAnsi"/>
          <w:lang w:val="de-DE"/>
        </w:rPr>
        <w:t>deutlich beschleunigt</w:t>
      </w:r>
      <w:r w:rsidR="00435B2C">
        <w:rPr>
          <w:rFonts w:asciiTheme="majorHAnsi" w:hAnsiTheme="majorHAnsi" w:cstheme="majorHAnsi"/>
          <w:lang w:val="de-DE"/>
        </w:rPr>
        <w:t xml:space="preserve">. Das Regalbediengerät </w:t>
      </w:r>
      <w:r w:rsidR="009B2AE0">
        <w:rPr>
          <w:rFonts w:asciiTheme="majorHAnsi" w:hAnsiTheme="majorHAnsi" w:cstheme="majorHAnsi"/>
          <w:lang w:val="de-DE"/>
        </w:rPr>
        <w:t xml:space="preserve">transportiert </w:t>
      </w:r>
      <w:r w:rsidR="00F05B62">
        <w:rPr>
          <w:rFonts w:asciiTheme="majorHAnsi" w:hAnsiTheme="majorHAnsi" w:cstheme="majorHAnsi"/>
          <w:lang w:val="de-DE"/>
        </w:rPr>
        <w:t xml:space="preserve">hierzu </w:t>
      </w:r>
      <w:r w:rsidR="009B2AE0">
        <w:rPr>
          <w:rFonts w:asciiTheme="majorHAnsi" w:hAnsiTheme="majorHAnsi" w:cstheme="majorHAnsi"/>
          <w:lang w:val="de-DE"/>
        </w:rPr>
        <w:t>m</w:t>
      </w:r>
      <w:r w:rsidR="00435B2C">
        <w:rPr>
          <w:rFonts w:asciiTheme="majorHAnsi" w:hAnsiTheme="majorHAnsi" w:cstheme="majorHAnsi"/>
          <w:lang w:val="de-DE"/>
        </w:rPr>
        <w:t>it dem Doppellader eine Palette aus dem Lager</w:t>
      </w:r>
      <w:r w:rsidR="009B2AE0">
        <w:rPr>
          <w:rFonts w:asciiTheme="majorHAnsi" w:hAnsiTheme="majorHAnsi" w:cstheme="majorHAnsi"/>
          <w:lang w:val="de-DE"/>
        </w:rPr>
        <w:t xml:space="preserve"> zur Maschine und entnimmt dort </w:t>
      </w:r>
      <w:r w:rsidR="00441456">
        <w:rPr>
          <w:rFonts w:asciiTheme="majorHAnsi" w:hAnsiTheme="majorHAnsi" w:cstheme="majorHAnsi"/>
          <w:lang w:val="de-DE"/>
        </w:rPr>
        <w:t xml:space="preserve">zunächst </w:t>
      </w:r>
      <w:r w:rsidR="009B2AE0">
        <w:rPr>
          <w:rFonts w:asciiTheme="majorHAnsi" w:hAnsiTheme="majorHAnsi" w:cstheme="majorHAnsi"/>
          <w:lang w:val="de-DE"/>
        </w:rPr>
        <w:t>die Fertigteil</w:t>
      </w:r>
      <w:r w:rsidR="00441456">
        <w:rPr>
          <w:rFonts w:asciiTheme="majorHAnsi" w:hAnsiTheme="majorHAnsi" w:cstheme="majorHAnsi"/>
          <w:lang w:val="de-DE"/>
        </w:rPr>
        <w:t>p</w:t>
      </w:r>
      <w:r w:rsidR="009B2AE0">
        <w:rPr>
          <w:rFonts w:asciiTheme="majorHAnsi" w:hAnsiTheme="majorHAnsi" w:cstheme="majorHAnsi"/>
          <w:lang w:val="de-DE"/>
        </w:rPr>
        <w:t xml:space="preserve">alette. Durch Drehung des Lastmanipulators </w:t>
      </w:r>
      <w:r w:rsidR="00441456">
        <w:rPr>
          <w:rFonts w:asciiTheme="majorHAnsi" w:hAnsiTheme="majorHAnsi" w:cstheme="majorHAnsi"/>
          <w:lang w:val="de-DE"/>
        </w:rPr>
        <w:t xml:space="preserve">wird </w:t>
      </w:r>
      <w:r w:rsidR="009B2AE0">
        <w:rPr>
          <w:rFonts w:asciiTheme="majorHAnsi" w:hAnsiTheme="majorHAnsi" w:cstheme="majorHAnsi"/>
          <w:lang w:val="de-DE"/>
        </w:rPr>
        <w:t xml:space="preserve">dann die Palette mit den Rohteilen direkt in die Maschine geschleust – und das </w:t>
      </w:r>
      <w:r w:rsidR="00441456">
        <w:rPr>
          <w:rFonts w:asciiTheme="majorHAnsi" w:hAnsiTheme="majorHAnsi" w:cstheme="majorHAnsi"/>
          <w:lang w:val="de-DE"/>
        </w:rPr>
        <w:t xml:space="preserve">alles </w:t>
      </w:r>
      <w:r w:rsidR="009B2AE0">
        <w:rPr>
          <w:rFonts w:asciiTheme="majorHAnsi" w:hAnsiTheme="majorHAnsi" w:cstheme="majorHAnsi"/>
          <w:lang w:val="de-DE"/>
        </w:rPr>
        <w:t>innerhalb von nur 30 bis 40 Sekunden.</w:t>
      </w:r>
    </w:p>
    <w:p w:rsidR="00C24084" w:rsidRDefault="00B05FAA" w:rsidP="00EF7107">
      <w:pPr>
        <w:spacing w:after="300"/>
        <w:rPr>
          <w:rFonts w:asciiTheme="majorHAnsi" w:hAnsiTheme="majorHAnsi" w:cstheme="majorHAnsi"/>
          <w:lang w:val="de-DE"/>
        </w:rPr>
      </w:pPr>
      <w:r>
        <w:rPr>
          <w:rFonts w:asciiTheme="majorHAnsi" w:hAnsiTheme="majorHAnsi" w:cstheme="majorHAnsi"/>
          <w:lang w:val="de-DE"/>
        </w:rPr>
        <w:t xml:space="preserve">Der DMC-APC vereint somit mehrere bemerkenswerte Vorteile in einer Lösung. </w:t>
      </w:r>
      <w:r w:rsidR="000C6CC8">
        <w:rPr>
          <w:rFonts w:asciiTheme="majorHAnsi" w:hAnsiTheme="majorHAnsi" w:cstheme="majorHAnsi"/>
          <w:lang w:val="de-DE"/>
        </w:rPr>
        <w:t xml:space="preserve">Er ermöglicht die direkte Beladung von Werkzeugmaschinen oder den Einsatz als automatischer Plattenwechsler. </w:t>
      </w:r>
      <w:r w:rsidR="004F2B08">
        <w:rPr>
          <w:rFonts w:asciiTheme="majorHAnsi" w:hAnsiTheme="majorHAnsi" w:cstheme="majorHAnsi"/>
          <w:lang w:val="de-DE"/>
        </w:rPr>
        <w:t xml:space="preserve">In dieser Funktion reduziert </w:t>
      </w:r>
      <w:r>
        <w:rPr>
          <w:rFonts w:asciiTheme="majorHAnsi" w:hAnsiTheme="majorHAnsi" w:cstheme="majorHAnsi"/>
          <w:lang w:val="de-DE"/>
        </w:rPr>
        <w:t xml:space="preserve">die Aufnahme von zwei Paletten </w:t>
      </w:r>
      <w:r w:rsidR="004F2B08">
        <w:rPr>
          <w:rFonts w:asciiTheme="majorHAnsi" w:hAnsiTheme="majorHAnsi" w:cstheme="majorHAnsi"/>
          <w:lang w:val="de-DE"/>
        </w:rPr>
        <w:t xml:space="preserve">entscheidend </w:t>
      </w:r>
      <w:r w:rsidR="007865AA">
        <w:rPr>
          <w:rFonts w:asciiTheme="majorHAnsi" w:hAnsiTheme="majorHAnsi" w:cstheme="majorHAnsi"/>
          <w:lang w:val="de-DE"/>
        </w:rPr>
        <w:t>d</w:t>
      </w:r>
      <w:r>
        <w:rPr>
          <w:rFonts w:asciiTheme="majorHAnsi" w:hAnsiTheme="majorHAnsi" w:cstheme="majorHAnsi"/>
          <w:lang w:val="de-DE"/>
        </w:rPr>
        <w:t xml:space="preserve">ie Zeiten für </w:t>
      </w:r>
      <w:r w:rsidR="00F05B62">
        <w:rPr>
          <w:rFonts w:asciiTheme="majorHAnsi" w:hAnsiTheme="majorHAnsi" w:cstheme="majorHAnsi"/>
          <w:lang w:val="de-DE"/>
        </w:rPr>
        <w:t>einen</w:t>
      </w:r>
      <w:r>
        <w:rPr>
          <w:rFonts w:asciiTheme="majorHAnsi" w:hAnsiTheme="majorHAnsi" w:cstheme="majorHAnsi"/>
          <w:lang w:val="de-DE"/>
        </w:rPr>
        <w:t xml:space="preserve"> </w:t>
      </w:r>
      <w:proofErr w:type="spellStart"/>
      <w:r>
        <w:rPr>
          <w:rFonts w:asciiTheme="majorHAnsi" w:hAnsiTheme="majorHAnsi" w:cstheme="majorHAnsi"/>
          <w:lang w:val="de-DE"/>
        </w:rPr>
        <w:t>Palettenwechsel</w:t>
      </w:r>
      <w:proofErr w:type="spellEnd"/>
      <w:r w:rsidR="00195EF7">
        <w:rPr>
          <w:rFonts w:asciiTheme="majorHAnsi" w:hAnsiTheme="majorHAnsi" w:cstheme="majorHAnsi"/>
          <w:lang w:val="de-DE"/>
        </w:rPr>
        <w:t xml:space="preserve"> und </w:t>
      </w:r>
      <w:r w:rsidR="004F2B08">
        <w:rPr>
          <w:rFonts w:asciiTheme="majorHAnsi" w:hAnsiTheme="majorHAnsi" w:cstheme="majorHAnsi"/>
          <w:lang w:val="de-DE"/>
        </w:rPr>
        <w:t xml:space="preserve">steigert </w:t>
      </w:r>
      <w:r w:rsidR="00195EF7">
        <w:rPr>
          <w:rFonts w:asciiTheme="majorHAnsi" w:hAnsiTheme="majorHAnsi" w:cstheme="majorHAnsi"/>
          <w:lang w:val="de-DE"/>
        </w:rPr>
        <w:t>zudem</w:t>
      </w:r>
      <w:r w:rsidR="004F2B08">
        <w:rPr>
          <w:rFonts w:asciiTheme="majorHAnsi" w:hAnsiTheme="majorHAnsi" w:cstheme="majorHAnsi"/>
          <w:lang w:val="de-DE"/>
        </w:rPr>
        <w:t xml:space="preserve"> die </w:t>
      </w:r>
      <w:r w:rsidR="00EF7107">
        <w:rPr>
          <w:rFonts w:asciiTheme="majorHAnsi" w:hAnsiTheme="majorHAnsi" w:cstheme="majorHAnsi"/>
          <w:lang w:val="de-DE"/>
        </w:rPr>
        <w:t>Maschinenauslastung</w:t>
      </w:r>
      <w:r w:rsidR="007865AA">
        <w:rPr>
          <w:rFonts w:asciiTheme="majorHAnsi" w:hAnsiTheme="majorHAnsi" w:cstheme="majorHAnsi"/>
          <w:lang w:val="de-DE"/>
        </w:rPr>
        <w:t xml:space="preserve">. Die Einsparung von Investitionen in kostspielige automatische </w:t>
      </w:r>
      <w:proofErr w:type="spellStart"/>
      <w:r w:rsidR="007865AA">
        <w:rPr>
          <w:rFonts w:asciiTheme="majorHAnsi" w:hAnsiTheme="majorHAnsi" w:cstheme="majorHAnsi"/>
          <w:lang w:val="de-DE"/>
        </w:rPr>
        <w:t>Palettenwechsler</w:t>
      </w:r>
      <w:proofErr w:type="spellEnd"/>
      <w:r w:rsidR="007865AA">
        <w:rPr>
          <w:rFonts w:asciiTheme="majorHAnsi" w:hAnsiTheme="majorHAnsi" w:cstheme="majorHAnsi"/>
          <w:lang w:val="de-DE"/>
        </w:rPr>
        <w:t xml:space="preserve"> für jede Werkzeugmaschine führt </w:t>
      </w:r>
      <w:r w:rsidR="004F2B08">
        <w:rPr>
          <w:rFonts w:asciiTheme="majorHAnsi" w:hAnsiTheme="majorHAnsi" w:cstheme="majorHAnsi"/>
          <w:lang w:val="de-DE"/>
        </w:rPr>
        <w:t xml:space="preserve">überdies </w:t>
      </w:r>
      <w:r w:rsidR="007865AA">
        <w:rPr>
          <w:rFonts w:asciiTheme="majorHAnsi" w:hAnsiTheme="majorHAnsi" w:cstheme="majorHAnsi"/>
          <w:lang w:val="de-DE"/>
        </w:rPr>
        <w:t xml:space="preserve">zu </w:t>
      </w:r>
      <w:r w:rsidR="004F2B08">
        <w:rPr>
          <w:rFonts w:asciiTheme="majorHAnsi" w:hAnsiTheme="majorHAnsi" w:cstheme="majorHAnsi"/>
          <w:lang w:val="de-DE"/>
        </w:rPr>
        <w:t xml:space="preserve">einer </w:t>
      </w:r>
      <w:r w:rsidR="00195EF7">
        <w:rPr>
          <w:rFonts w:asciiTheme="majorHAnsi" w:hAnsiTheme="majorHAnsi" w:cstheme="majorHAnsi"/>
          <w:lang w:val="de-DE"/>
        </w:rPr>
        <w:t xml:space="preserve">erheblich </w:t>
      </w:r>
      <w:r w:rsidR="007865AA">
        <w:rPr>
          <w:rFonts w:asciiTheme="majorHAnsi" w:hAnsiTheme="majorHAnsi" w:cstheme="majorHAnsi"/>
          <w:lang w:val="de-DE"/>
        </w:rPr>
        <w:t>geringere</w:t>
      </w:r>
      <w:r w:rsidR="004F2B08">
        <w:rPr>
          <w:rFonts w:asciiTheme="majorHAnsi" w:hAnsiTheme="majorHAnsi" w:cstheme="majorHAnsi"/>
          <w:lang w:val="de-DE"/>
        </w:rPr>
        <w:t>n</w:t>
      </w:r>
      <w:r w:rsidR="007865AA">
        <w:rPr>
          <w:rFonts w:asciiTheme="majorHAnsi" w:hAnsiTheme="majorHAnsi" w:cstheme="majorHAnsi"/>
          <w:lang w:val="de-DE"/>
        </w:rPr>
        <w:t xml:space="preserve"> Kapitalbindung. </w:t>
      </w:r>
      <w:r w:rsidR="004F2B08">
        <w:rPr>
          <w:rFonts w:asciiTheme="majorHAnsi" w:hAnsiTheme="majorHAnsi" w:cstheme="majorHAnsi"/>
          <w:lang w:val="de-DE"/>
        </w:rPr>
        <w:t>Werkzeugmaschinen ohne</w:t>
      </w:r>
      <w:r w:rsidR="00623AF0">
        <w:rPr>
          <w:rFonts w:asciiTheme="majorHAnsi" w:hAnsiTheme="majorHAnsi" w:cstheme="majorHAnsi"/>
          <w:lang w:val="de-DE"/>
        </w:rPr>
        <w:t xml:space="preserve"> fest installierte</w:t>
      </w:r>
      <w:r w:rsidR="004F2B08">
        <w:rPr>
          <w:rFonts w:asciiTheme="majorHAnsi" w:hAnsiTheme="majorHAnsi" w:cstheme="majorHAnsi"/>
          <w:lang w:val="de-DE"/>
        </w:rPr>
        <w:t xml:space="preserve"> </w:t>
      </w:r>
      <w:r w:rsidR="00EF7107">
        <w:rPr>
          <w:rFonts w:asciiTheme="majorHAnsi" w:hAnsiTheme="majorHAnsi" w:cstheme="majorHAnsi"/>
          <w:lang w:val="de-DE"/>
        </w:rPr>
        <w:t xml:space="preserve">automatische </w:t>
      </w:r>
      <w:proofErr w:type="spellStart"/>
      <w:r w:rsidR="00EF7107">
        <w:rPr>
          <w:rFonts w:asciiTheme="majorHAnsi" w:hAnsiTheme="majorHAnsi" w:cstheme="majorHAnsi"/>
          <w:lang w:val="de-DE"/>
        </w:rPr>
        <w:t>Palettenwechsler</w:t>
      </w:r>
      <w:proofErr w:type="spellEnd"/>
      <w:r w:rsidR="00EF7107">
        <w:rPr>
          <w:rFonts w:asciiTheme="majorHAnsi" w:hAnsiTheme="majorHAnsi" w:cstheme="majorHAnsi"/>
          <w:lang w:val="de-DE"/>
        </w:rPr>
        <w:t xml:space="preserve"> bedeute</w:t>
      </w:r>
      <w:r w:rsidR="00623AF0">
        <w:rPr>
          <w:rFonts w:asciiTheme="majorHAnsi" w:hAnsiTheme="majorHAnsi" w:cstheme="majorHAnsi"/>
          <w:lang w:val="de-DE"/>
        </w:rPr>
        <w:t>n</w:t>
      </w:r>
      <w:r w:rsidR="00EF7107">
        <w:rPr>
          <w:rFonts w:asciiTheme="majorHAnsi" w:hAnsiTheme="majorHAnsi" w:cstheme="majorHAnsi"/>
          <w:lang w:val="de-DE"/>
        </w:rPr>
        <w:t xml:space="preserve"> außerdem ein Gewinn an Bodenfläche im unmittelbaren </w:t>
      </w:r>
      <w:r w:rsidR="004F2B08">
        <w:rPr>
          <w:rFonts w:asciiTheme="majorHAnsi" w:hAnsiTheme="majorHAnsi" w:cstheme="majorHAnsi"/>
          <w:lang w:val="de-DE"/>
        </w:rPr>
        <w:t>Produktionsumfeld</w:t>
      </w:r>
      <w:r w:rsidR="00EF7107">
        <w:rPr>
          <w:rFonts w:asciiTheme="majorHAnsi" w:hAnsiTheme="majorHAnsi" w:cstheme="majorHAnsi"/>
          <w:lang w:val="de-DE"/>
        </w:rPr>
        <w:t xml:space="preserve">. Last, but not least ist der neue DMC-APC in der Lage, </w:t>
      </w:r>
      <w:r w:rsidR="00EF7107" w:rsidRPr="002971E8">
        <w:rPr>
          <w:rFonts w:asciiTheme="majorHAnsi" w:hAnsiTheme="majorHAnsi" w:cstheme="majorHAnsi"/>
          <w:lang w:val="de-DE"/>
        </w:rPr>
        <w:t>höhere Lasten bis zu 1.000 kg aufzunehmen.</w:t>
      </w:r>
      <w:r w:rsidR="00365206" w:rsidRPr="00365206">
        <w:rPr>
          <w:rFonts w:asciiTheme="majorHAnsi" w:hAnsiTheme="majorHAnsi" w:cstheme="majorHAnsi"/>
          <w:highlight w:val="yellow"/>
          <w:lang w:val="de-DE"/>
        </w:rPr>
        <w:t xml:space="preserve"> </w:t>
      </w:r>
    </w:p>
    <w:p w:rsidR="00A868C2" w:rsidRDefault="00A868C2" w:rsidP="003554B8">
      <w:pPr>
        <w:spacing w:after="300"/>
        <w:rPr>
          <w:rFonts w:asciiTheme="majorHAnsi" w:hAnsiTheme="majorHAnsi" w:cstheme="majorHAnsi"/>
          <w:lang w:val="de-DE"/>
        </w:rPr>
      </w:pPr>
      <w:r>
        <w:rPr>
          <w:rFonts w:asciiTheme="majorHAnsi" w:hAnsiTheme="majorHAnsi" w:cstheme="majorHAnsi"/>
          <w:lang w:val="de-DE"/>
        </w:rPr>
        <w:lastRenderedPageBreak/>
        <w:t xml:space="preserve"> </w:t>
      </w:r>
      <w:r w:rsidR="00234BFB">
        <w:rPr>
          <w:rFonts w:asciiTheme="majorHAnsi" w:hAnsiTheme="majorHAnsi" w:cstheme="majorHAnsi"/>
          <w:noProof/>
          <w:lang w:val="de-DE"/>
        </w:rPr>
        <w:drawing>
          <wp:inline distT="0" distB="0" distL="0" distR="0" wp14:anchorId="229A9F3C" wp14:editId="20DB8BCD">
            <wp:extent cx="5134708" cy="3594405"/>
            <wp:effectExtent l="0" t="0" r="0" b="0"/>
            <wp:docPr id="4" name="Grafik 4" descr="Ein Bild, das Haushaltsgerät, drinnen, Tisch, Ebe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Haushaltsgerät, drinnen, Tisch, Eben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67294" cy="3617216"/>
                    </a:xfrm>
                    <a:prstGeom prst="rect">
                      <a:avLst/>
                    </a:prstGeom>
                  </pic:spPr>
                </pic:pic>
              </a:graphicData>
            </a:graphic>
          </wp:inline>
        </w:drawing>
      </w:r>
    </w:p>
    <w:p w:rsidR="002E0746" w:rsidRDefault="00354C20" w:rsidP="00234BFB">
      <w:pPr>
        <w:rPr>
          <w:rFonts w:asciiTheme="majorHAnsi" w:hAnsiTheme="majorHAnsi" w:cstheme="majorHAnsi"/>
          <w:lang w:val="de-DE"/>
        </w:rPr>
      </w:pPr>
      <w:r>
        <w:rPr>
          <w:rFonts w:asciiTheme="majorHAnsi" w:hAnsiTheme="majorHAnsi" w:cstheme="majorHAnsi"/>
          <w:lang w:val="de-DE"/>
        </w:rPr>
        <w:t>Eine Lösung, viele Vorteile: Der DMC-APC von Fastems ermöglicht die direkte Beladung von Wer</w:t>
      </w:r>
      <w:r w:rsidR="00F05B62">
        <w:rPr>
          <w:rFonts w:asciiTheme="majorHAnsi" w:hAnsiTheme="majorHAnsi" w:cstheme="majorHAnsi"/>
          <w:lang w:val="de-DE"/>
        </w:rPr>
        <w:t>k</w:t>
      </w:r>
      <w:r>
        <w:rPr>
          <w:rFonts w:asciiTheme="majorHAnsi" w:hAnsiTheme="majorHAnsi" w:cstheme="majorHAnsi"/>
          <w:lang w:val="de-DE"/>
        </w:rPr>
        <w:t xml:space="preserve">zeugmaschinen </w:t>
      </w:r>
      <w:r w:rsidR="00F05B62">
        <w:rPr>
          <w:rFonts w:asciiTheme="majorHAnsi" w:hAnsiTheme="majorHAnsi" w:cstheme="majorHAnsi"/>
          <w:lang w:val="de-DE"/>
        </w:rPr>
        <w:t xml:space="preserve">und </w:t>
      </w:r>
      <w:r>
        <w:rPr>
          <w:rFonts w:asciiTheme="majorHAnsi" w:hAnsiTheme="majorHAnsi" w:cstheme="majorHAnsi"/>
          <w:lang w:val="de-DE"/>
        </w:rPr>
        <w:t xml:space="preserve">den Einsatz als automatischer </w:t>
      </w:r>
      <w:proofErr w:type="spellStart"/>
      <w:r>
        <w:rPr>
          <w:rFonts w:asciiTheme="majorHAnsi" w:hAnsiTheme="majorHAnsi" w:cstheme="majorHAnsi"/>
          <w:lang w:val="de-DE"/>
        </w:rPr>
        <w:t>Palettenwechsler</w:t>
      </w:r>
      <w:proofErr w:type="spellEnd"/>
      <w:r>
        <w:rPr>
          <w:rFonts w:asciiTheme="majorHAnsi" w:hAnsiTheme="majorHAnsi" w:cstheme="majorHAnsi"/>
          <w:lang w:val="de-DE"/>
        </w:rPr>
        <w:t>.</w:t>
      </w:r>
    </w:p>
    <w:p w:rsidR="001F5AAD" w:rsidRPr="00D21248" w:rsidRDefault="003B101F" w:rsidP="009E345E">
      <w:pPr>
        <w:spacing w:after="300"/>
        <w:rPr>
          <w:rFonts w:asciiTheme="majorHAnsi" w:hAnsiTheme="majorHAnsi" w:cstheme="majorHAnsi"/>
          <w:lang w:val="de-DE"/>
        </w:rPr>
      </w:pPr>
      <w:r w:rsidRPr="00D21248">
        <w:rPr>
          <w:rFonts w:asciiTheme="majorHAnsi" w:hAnsiTheme="majorHAnsi" w:cstheme="majorHAnsi"/>
          <w:lang w:val="de-DE"/>
        </w:rPr>
        <w:t xml:space="preserve">(Bild: </w:t>
      </w:r>
      <w:r w:rsidR="00120A71" w:rsidRPr="00D21248">
        <w:rPr>
          <w:rFonts w:asciiTheme="majorHAnsi" w:hAnsiTheme="majorHAnsi" w:cstheme="majorHAnsi"/>
          <w:lang w:val="de-DE"/>
        </w:rPr>
        <w:t>Fastems</w:t>
      </w:r>
      <w:r w:rsidRPr="00D21248">
        <w:rPr>
          <w:rFonts w:asciiTheme="majorHAnsi" w:hAnsiTheme="majorHAnsi" w:cstheme="majorHAnsi"/>
          <w:lang w:val="de-DE"/>
        </w:rPr>
        <w:t>)</w:t>
      </w:r>
      <w:r w:rsidR="006F6A86" w:rsidRPr="00D21248">
        <w:rPr>
          <w:rFonts w:asciiTheme="majorHAnsi" w:hAnsiTheme="majorHAnsi" w:cstheme="majorHAnsi"/>
          <w:lang w:val="de-DE"/>
        </w:rPr>
        <w:t xml:space="preserve">  </w:t>
      </w:r>
    </w:p>
    <w:p w:rsidR="00061202" w:rsidRPr="00D21248" w:rsidRDefault="009358DE" w:rsidP="00061202">
      <w:pPr>
        <w:rPr>
          <w:color w:val="000000"/>
          <w:lang w:val="de-DE"/>
        </w:rPr>
      </w:pPr>
      <w:r w:rsidRPr="00D21248">
        <w:rPr>
          <w:color w:val="000000"/>
          <w:lang w:val="de-DE"/>
        </w:rPr>
        <w:br/>
      </w:r>
      <w:r w:rsidR="00061202" w:rsidRPr="00D21248">
        <w:rPr>
          <w:color w:val="000000"/>
          <w:lang w:val="de-DE"/>
        </w:rPr>
        <w:t xml:space="preserve">Über </w:t>
      </w:r>
      <w:proofErr w:type="spellStart"/>
      <w:r w:rsidR="00061202" w:rsidRPr="00D21248">
        <w:rPr>
          <w:color w:val="000000"/>
          <w:lang w:val="de-DE"/>
        </w:rPr>
        <w:t>Fastems</w:t>
      </w:r>
      <w:proofErr w:type="spellEnd"/>
      <w:r w:rsidR="00061202" w:rsidRPr="00D21248">
        <w:rPr>
          <w:color w:val="000000"/>
          <w:lang w:val="de-DE"/>
        </w:rPr>
        <w:t xml:space="preserve">  </w:t>
      </w:r>
      <w:hyperlink r:id="rId10" w:tgtFrame="_blank" w:history="1">
        <w:r w:rsidR="00061202" w:rsidRPr="00D21248">
          <w:rPr>
            <w:rStyle w:val="hyperlinkchar"/>
            <w:color w:val="005AE6"/>
            <w:u w:val="single"/>
            <w:lang w:val="de-DE"/>
          </w:rPr>
          <w:t>http://www.fastems.com/</w:t>
        </w:r>
      </w:hyperlink>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rsidR="003D2D5E" w:rsidRPr="003D2D5E" w:rsidRDefault="003D2D5E" w:rsidP="003D2D5E">
      <w:pPr>
        <w:pStyle w:val="AbsatzohneAbstandnach"/>
        <w:spacing w:line="240" w:lineRule="auto"/>
        <w:rPr>
          <w:rFonts w:asciiTheme="majorHAnsi" w:hAnsiTheme="majorHAnsi" w:cstheme="majorHAnsi"/>
        </w:rPr>
      </w:pPr>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rsidR="003D2D5E" w:rsidRPr="003D2D5E" w:rsidRDefault="003D2D5E" w:rsidP="003D2D5E">
      <w:pPr>
        <w:pStyle w:val="AbsatzohneAbstandnach"/>
        <w:spacing w:line="240" w:lineRule="auto"/>
        <w:rPr>
          <w:rFonts w:asciiTheme="majorHAnsi" w:hAnsiTheme="majorHAnsi" w:cstheme="majorHAnsi"/>
        </w:rPr>
      </w:pPr>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Fastems hat seinen Hauptsitz in Tampere (Finnland). Mit seinem Fertigungsstandort in Finnland sowie einer globalen Verkaufs- und Serviceorganisation hat das Unternehmen bisher über 4.000 Systeme an </w:t>
      </w:r>
      <w:r w:rsidRPr="003D2D5E">
        <w:rPr>
          <w:rFonts w:asciiTheme="majorHAnsi" w:hAnsiTheme="majorHAnsi" w:cstheme="majorHAnsi"/>
        </w:rPr>
        <w:lastRenderedPageBreak/>
        <w:t>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rsidR="00061202" w:rsidRPr="003D2D5E" w:rsidRDefault="00061202" w:rsidP="003D2D5E">
      <w:pPr>
        <w:rPr>
          <w:rFonts w:asciiTheme="majorHAnsi" w:hAnsiTheme="majorHAnsi" w:cstheme="majorHAnsi"/>
          <w:color w:val="000000"/>
          <w:lang w:val="de-DE"/>
        </w:rPr>
      </w:pPr>
    </w:p>
    <w:p w:rsidR="00AA55E1" w:rsidRPr="003D2D5E" w:rsidRDefault="00AA55E1" w:rsidP="003D2D5E">
      <w:pPr>
        <w:rPr>
          <w:rFonts w:asciiTheme="majorHAnsi" w:hAnsiTheme="majorHAnsi" w:cstheme="majorHAnsi"/>
          <w:color w:val="000000"/>
          <w:lang w:val="de-DE"/>
        </w:rPr>
      </w:pPr>
    </w:p>
    <w:p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rsidR="00606A95" w:rsidRPr="003D2D5E" w:rsidRDefault="00606A95" w:rsidP="003D2D5E">
      <w:pPr>
        <w:rPr>
          <w:rFonts w:asciiTheme="majorHAnsi" w:hAnsiTheme="majorHAnsi" w:cstheme="majorHAnsi"/>
          <w:color w:val="000000"/>
          <w:lang w:val="de-DE"/>
        </w:rPr>
      </w:pPr>
    </w:p>
    <w:p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1"/>
      <w:footerReference w:type="default" r:id="rId12"/>
      <w:headerReference w:type="first" r:id="rId13"/>
      <w:footerReference w:type="first" r:id="rId14"/>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F05FB" w:rsidRDefault="00DF05FB" w:rsidP="001C44B3">
      <w:r>
        <w:separator/>
      </w:r>
    </w:p>
  </w:endnote>
  <w:endnote w:type="continuationSeparator" w:id="0">
    <w:p w:rsidR="00DF05FB" w:rsidRDefault="00DF05FB"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5B715E"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Default="00061202" w:rsidP="00FF2F2F">
          <w:pPr>
            <w:pStyle w:val="Fuzeile"/>
            <w:rPr>
              <w:lang w:val="de-DE"/>
            </w:rPr>
          </w:pPr>
          <w:r w:rsidRPr="00FF2F2F">
            <w:rPr>
              <w:lang w:val="de-DE"/>
            </w:rPr>
            <w:t>Heikki Hallila</w:t>
          </w:r>
        </w:p>
        <w:p w:rsidR="006C2B35" w:rsidRPr="00FF2F2F" w:rsidRDefault="006C2B35" w:rsidP="00FF2F2F">
          <w:pPr>
            <w:pStyle w:val="Fuzeile"/>
            <w:rPr>
              <w:lang w:val="de-DE"/>
            </w:rPr>
          </w:pP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rsidR="00061202" w:rsidRPr="00ED7B7B" w:rsidRDefault="00061202" w:rsidP="00FF2F2F">
          <w:pPr>
            <w:pStyle w:val="Fuzeile"/>
            <w:rPr>
              <w:lang w:val="de-DE"/>
            </w:rPr>
          </w:pPr>
          <w:r w:rsidRPr="00FF2F2F">
            <w:rPr>
              <w:lang w:val="de-DE"/>
            </w:rPr>
            <w:t>Steuer-Nr.:  113/5722/1969</w:t>
          </w:r>
        </w:p>
      </w:tc>
    </w:tr>
    <w:tr w:rsidR="00061202" w:rsidRPr="005B715E"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5E2E7C"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rsidR="00061202" w:rsidRPr="00ED7B7B" w:rsidRDefault="00061202" w:rsidP="00FF2F2F">
          <w:pPr>
            <w:pStyle w:val="Fuzeile"/>
            <w:rPr>
              <w:lang w:val="de-DE"/>
            </w:rPr>
          </w:pPr>
          <w:r w:rsidRPr="00FF2F2F">
            <w:rPr>
              <w:lang w:val="de-DE"/>
            </w:rPr>
            <w:t>Steuer-Nr.:  113/5722/1969</w:t>
          </w:r>
        </w:p>
      </w:tc>
    </w:tr>
    <w:tr w:rsidR="00061202" w:rsidRPr="005E2E7C"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F05FB" w:rsidRDefault="00DF05FB" w:rsidP="001C44B3">
      <w:r>
        <w:separator/>
      </w:r>
    </w:p>
  </w:footnote>
  <w:footnote w:type="continuationSeparator" w:id="0">
    <w:p w:rsidR="00DF05FB" w:rsidRDefault="00DF05FB"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rsidTr="00235DD8">
      <w:trPr>
        <w:trHeight w:hRule="exact" w:val="227"/>
      </w:trPr>
      <w:tc>
        <w:tcPr>
          <w:tcW w:w="3136" w:type="dxa"/>
          <w:vMerge w:val="restart"/>
        </w:tcPr>
        <w:p w:rsidR="00270F49" w:rsidRDefault="00270F49">
          <w:pPr>
            <w:pStyle w:val="Kopfzeile"/>
          </w:pPr>
          <w:r>
            <w:rPr>
              <w:noProof/>
              <w:lang w:val="de-DE" w:eastAsia="de-DE"/>
            </w:rPr>
            <w:drawing>
              <wp:inline distT="0" distB="0" distL="0" distR="0" wp14:anchorId="47E0F07E" wp14:editId="1B76EEE9">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270F49" w:rsidRDefault="00270F49">
          <w:pPr>
            <w:pStyle w:val="Kopfzeile"/>
          </w:pPr>
        </w:p>
      </w:tc>
      <w:tc>
        <w:tcPr>
          <w:tcW w:w="3219" w:type="dxa"/>
        </w:tcPr>
        <w:p w:rsidR="00270F49" w:rsidRDefault="00270F49" w:rsidP="00AD4C2F">
          <w:pPr>
            <w:pStyle w:val="Kopfzeile"/>
            <w:jc w:val="right"/>
          </w:pPr>
        </w:p>
      </w:tc>
      <w:tc>
        <w:tcPr>
          <w:tcW w:w="2688" w:type="dxa"/>
        </w:tcPr>
        <w:p w:rsidR="00270F49" w:rsidRDefault="00270F49" w:rsidP="001C44B3">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0-11-16T00:00:00Z">
            <w:dateFormat w:val="d.M.yyyy"/>
            <w:lid w:val="fi-FI"/>
            <w:storeMappedDataAs w:val="dateTime"/>
            <w:calendar w:val="gregorian"/>
          </w:date>
        </w:sdtPr>
        <w:sdtEndPr/>
        <w:sdtContent>
          <w:tc>
            <w:tcPr>
              <w:tcW w:w="3219" w:type="dxa"/>
            </w:tcPr>
            <w:p w:rsidR="00270F49" w:rsidRDefault="001D1277" w:rsidP="00701680">
              <w:pPr>
                <w:pStyle w:val="Kopfzeile"/>
                <w:jc w:val="right"/>
              </w:pPr>
              <w:r>
                <w:t>1</w:t>
              </w:r>
              <w:r w:rsidR="005B715E">
                <w:t>6</w:t>
              </w:r>
              <w:r w:rsidR="003554B8">
                <w:rPr>
                  <w:lang w:val="fi-FI"/>
                </w:rPr>
                <w:t>.1</w:t>
              </w:r>
              <w:r>
                <w:rPr>
                  <w:lang w:val="fi-FI"/>
                </w:rPr>
                <w:t>1</w:t>
              </w:r>
              <w:r w:rsidR="003554B8">
                <w:rPr>
                  <w:lang w:val="fi-FI"/>
                </w:rPr>
                <w:t>.2020</w:t>
              </w:r>
            </w:p>
          </w:tc>
        </w:sdtContent>
      </w:sdt>
      <w:tc>
        <w:tcPr>
          <w:tcW w:w="2688" w:type="dxa"/>
        </w:tcPr>
        <w:p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Pr="00867EF2" w:rsidRDefault="00270F49" w:rsidP="00E22FAC">
          <w:pPr>
            <w:pStyle w:val="Kopfzeile"/>
            <w:jc w:val="right"/>
          </w:pPr>
        </w:p>
      </w:tc>
      <w:tc>
        <w:tcPr>
          <w:tcW w:w="2688" w:type="dxa"/>
        </w:tcPr>
        <w:p w:rsidR="00270F49" w:rsidRDefault="00270F49" w:rsidP="00E22FAC">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r w:rsidR="00270F49" w:rsidTr="001C44B3">
      <w:tc>
        <w:tcPr>
          <w:tcW w:w="3136" w:type="dxa"/>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bl>
  <w:p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rsidTr="00235DD8">
      <w:trPr>
        <w:trHeight w:hRule="exact" w:val="227"/>
      </w:trPr>
      <w:tc>
        <w:tcPr>
          <w:tcW w:w="3136" w:type="dxa"/>
          <w:vMerge w:val="restart"/>
        </w:tcPr>
        <w:p w:rsidR="00DE2EB5" w:rsidRDefault="00DE2EB5">
          <w:pPr>
            <w:pStyle w:val="Kopfzeile"/>
          </w:pPr>
          <w:r>
            <w:rPr>
              <w:noProof/>
              <w:lang w:val="de-DE" w:eastAsia="de-DE"/>
            </w:rPr>
            <w:drawing>
              <wp:inline distT="0" distB="0" distL="0" distR="0" wp14:anchorId="3CB83204" wp14:editId="0163A756">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DE2EB5" w:rsidRDefault="00DE2EB5">
          <w:pPr>
            <w:pStyle w:val="Kopfzeile"/>
          </w:pPr>
        </w:p>
      </w:tc>
      <w:tc>
        <w:tcPr>
          <w:tcW w:w="3219" w:type="dxa"/>
        </w:tcPr>
        <w:p w:rsidR="00DE2EB5" w:rsidRDefault="00DE2EB5" w:rsidP="00AD4C2F">
          <w:pPr>
            <w:pStyle w:val="Kopfzeile"/>
            <w:jc w:val="right"/>
          </w:pPr>
        </w:p>
      </w:tc>
      <w:tc>
        <w:tcPr>
          <w:tcW w:w="2688" w:type="dxa"/>
        </w:tcPr>
        <w:p w:rsidR="00DE2EB5" w:rsidRDefault="00DE2EB5" w:rsidP="001C44B3">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0-11-16T00:00:00Z">
            <w:dateFormat w:val="d.M.yyyy"/>
            <w:lid w:val="fi-FI"/>
            <w:storeMappedDataAs w:val="dateTime"/>
            <w:calendar w:val="gregorian"/>
          </w:date>
        </w:sdtPr>
        <w:sdtEndPr/>
        <w:sdtContent>
          <w:tc>
            <w:tcPr>
              <w:tcW w:w="3219" w:type="dxa"/>
            </w:tcPr>
            <w:p w:rsidR="00DE2EB5" w:rsidRDefault="005B715E" w:rsidP="00E22FAC">
              <w:pPr>
                <w:pStyle w:val="Kopfzeile"/>
                <w:jc w:val="right"/>
              </w:pPr>
              <w:r>
                <w:rPr>
                  <w:lang w:val="fi-FI"/>
                </w:rPr>
                <w:t>16.11.2020</w:t>
              </w:r>
            </w:p>
          </w:tc>
        </w:sdtContent>
      </w:sdt>
      <w:tc>
        <w:tcPr>
          <w:tcW w:w="2688" w:type="dxa"/>
        </w:tcPr>
        <w:p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DE2EB5" w:rsidRPr="00867EF2" w:rsidRDefault="00DE2EB5" w:rsidP="00E22FAC">
              <w:pPr>
                <w:pStyle w:val="Kopfzeile"/>
                <w:jc w:val="right"/>
              </w:pPr>
              <w:r w:rsidRPr="00976951">
                <w:rPr>
                  <w:rStyle w:val="Platzhaltertext"/>
                </w:rPr>
                <w:t>[Subject]</w:t>
              </w:r>
            </w:p>
          </w:tc>
        </w:sdtContent>
      </w:sdt>
      <w:tc>
        <w:tcPr>
          <w:tcW w:w="2688" w:type="dxa"/>
        </w:tcPr>
        <w:p w:rsidR="00DE2EB5" w:rsidRDefault="00DE2EB5" w:rsidP="00E22FAC">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r w:rsidR="00DE2EB5"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DE2EB5" w:rsidRDefault="006C2B35">
              <w:pPr>
                <w:pStyle w:val="Kopfzeile"/>
                <w:rPr>
                  <w:noProof/>
                  <w:lang w:eastAsia="fi-FI"/>
                </w:rPr>
              </w:pPr>
              <w:r>
                <w:rPr>
                  <w:noProof/>
                  <w:lang w:eastAsia="fi-FI"/>
                </w:rPr>
                <w:t>Teuwsen Maike</w:t>
              </w:r>
            </w:p>
          </w:tc>
        </w:sdtContent>
      </w:sdt>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bl>
  <w:p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915675"/>
    <w:multiLevelType w:val="multilevel"/>
    <w:tmpl w:val="03D8B05C"/>
    <w:numStyleLink w:val="Numberlist"/>
  </w:abstractNum>
  <w:abstractNum w:abstractNumId="8"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7"/>
  </w:num>
  <w:num w:numId="7">
    <w:abstractNumId w:val="8"/>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6FCE"/>
    <w:rsid w:val="000400FF"/>
    <w:rsid w:val="000450BB"/>
    <w:rsid w:val="00046926"/>
    <w:rsid w:val="000543E9"/>
    <w:rsid w:val="00061202"/>
    <w:rsid w:val="00067594"/>
    <w:rsid w:val="00082DED"/>
    <w:rsid w:val="000968BF"/>
    <w:rsid w:val="000A10E6"/>
    <w:rsid w:val="000B0C4F"/>
    <w:rsid w:val="000B4843"/>
    <w:rsid w:val="000B4D83"/>
    <w:rsid w:val="000C3708"/>
    <w:rsid w:val="000C6CC8"/>
    <w:rsid w:val="000D5719"/>
    <w:rsid w:val="000E22B6"/>
    <w:rsid w:val="000F4E8A"/>
    <w:rsid w:val="00111E37"/>
    <w:rsid w:val="00113188"/>
    <w:rsid w:val="00120A71"/>
    <w:rsid w:val="00132D12"/>
    <w:rsid w:val="00141689"/>
    <w:rsid w:val="00142763"/>
    <w:rsid w:val="00145D96"/>
    <w:rsid w:val="00147E54"/>
    <w:rsid w:val="001747CF"/>
    <w:rsid w:val="001768C8"/>
    <w:rsid w:val="00177BCB"/>
    <w:rsid w:val="0018279A"/>
    <w:rsid w:val="00183F07"/>
    <w:rsid w:val="00185476"/>
    <w:rsid w:val="001876A8"/>
    <w:rsid w:val="001913B2"/>
    <w:rsid w:val="00195EF7"/>
    <w:rsid w:val="001A246F"/>
    <w:rsid w:val="001C0EC8"/>
    <w:rsid w:val="001C44B3"/>
    <w:rsid w:val="001C45F8"/>
    <w:rsid w:val="001D1277"/>
    <w:rsid w:val="001D6D56"/>
    <w:rsid w:val="001E3ECA"/>
    <w:rsid w:val="001F5AAD"/>
    <w:rsid w:val="001F6A5E"/>
    <w:rsid w:val="00212FB6"/>
    <w:rsid w:val="00213DF2"/>
    <w:rsid w:val="002248BE"/>
    <w:rsid w:val="00234BFB"/>
    <w:rsid w:val="0023525D"/>
    <w:rsid w:val="00235DD8"/>
    <w:rsid w:val="00256DB9"/>
    <w:rsid w:val="002615AD"/>
    <w:rsid w:val="00270F49"/>
    <w:rsid w:val="00273A74"/>
    <w:rsid w:val="0027747B"/>
    <w:rsid w:val="00283B2A"/>
    <w:rsid w:val="002971E8"/>
    <w:rsid w:val="002A37B6"/>
    <w:rsid w:val="002A3E56"/>
    <w:rsid w:val="002C143D"/>
    <w:rsid w:val="002E0746"/>
    <w:rsid w:val="002E0CAA"/>
    <w:rsid w:val="002E421D"/>
    <w:rsid w:val="002E42DD"/>
    <w:rsid w:val="002E5DA3"/>
    <w:rsid w:val="002F5F9C"/>
    <w:rsid w:val="002F7E44"/>
    <w:rsid w:val="003016C2"/>
    <w:rsid w:val="00310D40"/>
    <w:rsid w:val="0031779E"/>
    <w:rsid w:val="00322271"/>
    <w:rsid w:val="003268E1"/>
    <w:rsid w:val="00337250"/>
    <w:rsid w:val="00340FE4"/>
    <w:rsid w:val="00343B82"/>
    <w:rsid w:val="00346111"/>
    <w:rsid w:val="00354C20"/>
    <w:rsid w:val="003554B8"/>
    <w:rsid w:val="003575F7"/>
    <w:rsid w:val="00365206"/>
    <w:rsid w:val="003724CA"/>
    <w:rsid w:val="003739FC"/>
    <w:rsid w:val="00380DED"/>
    <w:rsid w:val="00386103"/>
    <w:rsid w:val="003A3ECE"/>
    <w:rsid w:val="003A43BA"/>
    <w:rsid w:val="003B101F"/>
    <w:rsid w:val="003C4569"/>
    <w:rsid w:val="003C7FF1"/>
    <w:rsid w:val="003D205C"/>
    <w:rsid w:val="003D2D5E"/>
    <w:rsid w:val="003E00D5"/>
    <w:rsid w:val="003E1FF0"/>
    <w:rsid w:val="003F07F3"/>
    <w:rsid w:val="003F4190"/>
    <w:rsid w:val="004001C3"/>
    <w:rsid w:val="004132E0"/>
    <w:rsid w:val="00415E93"/>
    <w:rsid w:val="00435B2C"/>
    <w:rsid w:val="00441456"/>
    <w:rsid w:val="00445864"/>
    <w:rsid w:val="004561BF"/>
    <w:rsid w:val="004563F6"/>
    <w:rsid w:val="00456588"/>
    <w:rsid w:val="004567E6"/>
    <w:rsid w:val="00461A61"/>
    <w:rsid w:val="004843E9"/>
    <w:rsid w:val="00495AC9"/>
    <w:rsid w:val="004A04AA"/>
    <w:rsid w:val="004A323D"/>
    <w:rsid w:val="004A3A66"/>
    <w:rsid w:val="004A43EF"/>
    <w:rsid w:val="004A4D33"/>
    <w:rsid w:val="004B3F11"/>
    <w:rsid w:val="004C40DA"/>
    <w:rsid w:val="004C568F"/>
    <w:rsid w:val="004E5F65"/>
    <w:rsid w:val="004F2B08"/>
    <w:rsid w:val="005101B9"/>
    <w:rsid w:val="005120BB"/>
    <w:rsid w:val="005130DC"/>
    <w:rsid w:val="005226EF"/>
    <w:rsid w:val="005264EB"/>
    <w:rsid w:val="00535257"/>
    <w:rsid w:val="005416D6"/>
    <w:rsid w:val="005420B6"/>
    <w:rsid w:val="00552ADD"/>
    <w:rsid w:val="005638E5"/>
    <w:rsid w:val="00583733"/>
    <w:rsid w:val="005875FB"/>
    <w:rsid w:val="0059756D"/>
    <w:rsid w:val="005A37F6"/>
    <w:rsid w:val="005B0DD9"/>
    <w:rsid w:val="005B4969"/>
    <w:rsid w:val="005B715E"/>
    <w:rsid w:val="005C2E04"/>
    <w:rsid w:val="005C420E"/>
    <w:rsid w:val="005C48EA"/>
    <w:rsid w:val="005C5DED"/>
    <w:rsid w:val="005D7D69"/>
    <w:rsid w:val="005E2E7C"/>
    <w:rsid w:val="005E3459"/>
    <w:rsid w:val="005F49B9"/>
    <w:rsid w:val="005F569C"/>
    <w:rsid w:val="00604113"/>
    <w:rsid w:val="00606A95"/>
    <w:rsid w:val="00611F76"/>
    <w:rsid w:val="006140D4"/>
    <w:rsid w:val="00623AF0"/>
    <w:rsid w:val="00634B20"/>
    <w:rsid w:val="0065688E"/>
    <w:rsid w:val="006A2615"/>
    <w:rsid w:val="006B0753"/>
    <w:rsid w:val="006C28D9"/>
    <w:rsid w:val="006C2B35"/>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6B95"/>
    <w:rsid w:val="00746C94"/>
    <w:rsid w:val="00757B69"/>
    <w:rsid w:val="00765D70"/>
    <w:rsid w:val="00773664"/>
    <w:rsid w:val="0078650F"/>
    <w:rsid w:val="007865AA"/>
    <w:rsid w:val="007A1299"/>
    <w:rsid w:val="007A4036"/>
    <w:rsid w:val="007A5123"/>
    <w:rsid w:val="007B02CC"/>
    <w:rsid w:val="007B1428"/>
    <w:rsid w:val="007F404B"/>
    <w:rsid w:val="00805059"/>
    <w:rsid w:val="008105C1"/>
    <w:rsid w:val="00816856"/>
    <w:rsid w:val="00821A55"/>
    <w:rsid w:val="008327F6"/>
    <w:rsid w:val="00832C1D"/>
    <w:rsid w:val="008410B4"/>
    <w:rsid w:val="00867EF2"/>
    <w:rsid w:val="00873E6B"/>
    <w:rsid w:val="00884BAB"/>
    <w:rsid w:val="00890042"/>
    <w:rsid w:val="008B3438"/>
    <w:rsid w:val="008C2E57"/>
    <w:rsid w:val="008D2638"/>
    <w:rsid w:val="008D2EF9"/>
    <w:rsid w:val="008D64B6"/>
    <w:rsid w:val="008E725D"/>
    <w:rsid w:val="009207F7"/>
    <w:rsid w:val="0092791E"/>
    <w:rsid w:val="009341A3"/>
    <w:rsid w:val="009358DE"/>
    <w:rsid w:val="00941BE2"/>
    <w:rsid w:val="00976951"/>
    <w:rsid w:val="00982578"/>
    <w:rsid w:val="009832BE"/>
    <w:rsid w:val="00984786"/>
    <w:rsid w:val="00984F1A"/>
    <w:rsid w:val="009850EE"/>
    <w:rsid w:val="009941B4"/>
    <w:rsid w:val="009A5814"/>
    <w:rsid w:val="009B2AE0"/>
    <w:rsid w:val="009B346D"/>
    <w:rsid w:val="009B79AF"/>
    <w:rsid w:val="009C47FC"/>
    <w:rsid w:val="009D5100"/>
    <w:rsid w:val="009D53DA"/>
    <w:rsid w:val="009D7E4D"/>
    <w:rsid w:val="009E345E"/>
    <w:rsid w:val="009E69D3"/>
    <w:rsid w:val="009E6EE0"/>
    <w:rsid w:val="009F3FAC"/>
    <w:rsid w:val="00A03601"/>
    <w:rsid w:val="00A20FB8"/>
    <w:rsid w:val="00A24EE3"/>
    <w:rsid w:val="00A36D91"/>
    <w:rsid w:val="00A46505"/>
    <w:rsid w:val="00A76C3A"/>
    <w:rsid w:val="00A855AE"/>
    <w:rsid w:val="00A868C2"/>
    <w:rsid w:val="00A916BA"/>
    <w:rsid w:val="00A97D57"/>
    <w:rsid w:val="00AA1635"/>
    <w:rsid w:val="00AA3BCC"/>
    <w:rsid w:val="00AA55E1"/>
    <w:rsid w:val="00AA630A"/>
    <w:rsid w:val="00AA76B1"/>
    <w:rsid w:val="00AC5338"/>
    <w:rsid w:val="00AD28A7"/>
    <w:rsid w:val="00AE00D1"/>
    <w:rsid w:val="00AE039E"/>
    <w:rsid w:val="00AE2317"/>
    <w:rsid w:val="00AF47AD"/>
    <w:rsid w:val="00AF5960"/>
    <w:rsid w:val="00B05FAA"/>
    <w:rsid w:val="00B13A9D"/>
    <w:rsid w:val="00B1439B"/>
    <w:rsid w:val="00B14DDB"/>
    <w:rsid w:val="00B30EDF"/>
    <w:rsid w:val="00B36F0E"/>
    <w:rsid w:val="00B416A2"/>
    <w:rsid w:val="00B4534B"/>
    <w:rsid w:val="00B54332"/>
    <w:rsid w:val="00B54A81"/>
    <w:rsid w:val="00B75583"/>
    <w:rsid w:val="00B8542D"/>
    <w:rsid w:val="00B93067"/>
    <w:rsid w:val="00B93331"/>
    <w:rsid w:val="00B94CB1"/>
    <w:rsid w:val="00BA02A8"/>
    <w:rsid w:val="00BB1848"/>
    <w:rsid w:val="00BE3EE6"/>
    <w:rsid w:val="00BF2E0C"/>
    <w:rsid w:val="00C03E7A"/>
    <w:rsid w:val="00C22B8D"/>
    <w:rsid w:val="00C24084"/>
    <w:rsid w:val="00C35B70"/>
    <w:rsid w:val="00C508D7"/>
    <w:rsid w:val="00C53FAD"/>
    <w:rsid w:val="00C708BC"/>
    <w:rsid w:val="00C70AF5"/>
    <w:rsid w:val="00C71B35"/>
    <w:rsid w:val="00C71BEF"/>
    <w:rsid w:val="00C770D9"/>
    <w:rsid w:val="00C7760B"/>
    <w:rsid w:val="00C81BB3"/>
    <w:rsid w:val="00C87079"/>
    <w:rsid w:val="00C9381C"/>
    <w:rsid w:val="00CC217D"/>
    <w:rsid w:val="00CD2BC6"/>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6058A"/>
    <w:rsid w:val="00D668B2"/>
    <w:rsid w:val="00D77C1E"/>
    <w:rsid w:val="00D82A24"/>
    <w:rsid w:val="00D83FC5"/>
    <w:rsid w:val="00D946F8"/>
    <w:rsid w:val="00D9674B"/>
    <w:rsid w:val="00DA111F"/>
    <w:rsid w:val="00DA3801"/>
    <w:rsid w:val="00DA399A"/>
    <w:rsid w:val="00DC6626"/>
    <w:rsid w:val="00DC78E3"/>
    <w:rsid w:val="00DE2EB5"/>
    <w:rsid w:val="00DF05FB"/>
    <w:rsid w:val="00DF19A4"/>
    <w:rsid w:val="00DF2634"/>
    <w:rsid w:val="00E0196F"/>
    <w:rsid w:val="00E04045"/>
    <w:rsid w:val="00E15B50"/>
    <w:rsid w:val="00E168AB"/>
    <w:rsid w:val="00E178D3"/>
    <w:rsid w:val="00E20341"/>
    <w:rsid w:val="00E22918"/>
    <w:rsid w:val="00E23AA2"/>
    <w:rsid w:val="00E4519F"/>
    <w:rsid w:val="00E5495E"/>
    <w:rsid w:val="00E70CE1"/>
    <w:rsid w:val="00E73E83"/>
    <w:rsid w:val="00E75213"/>
    <w:rsid w:val="00E76712"/>
    <w:rsid w:val="00E96045"/>
    <w:rsid w:val="00E965A3"/>
    <w:rsid w:val="00EA5DE7"/>
    <w:rsid w:val="00EB5206"/>
    <w:rsid w:val="00EC6E01"/>
    <w:rsid w:val="00ED1AB8"/>
    <w:rsid w:val="00ED6939"/>
    <w:rsid w:val="00EE3057"/>
    <w:rsid w:val="00EF7107"/>
    <w:rsid w:val="00F02E2A"/>
    <w:rsid w:val="00F030BC"/>
    <w:rsid w:val="00F05B62"/>
    <w:rsid w:val="00F0633C"/>
    <w:rsid w:val="00F2305B"/>
    <w:rsid w:val="00F23D25"/>
    <w:rsid w:val="00F4245E"/>
    <w:rsid w:val="00F43434"/>
    <w:rsid w:val="00F50275"/>
    <w:rsid w:val="00F50C70"/>
    <w:rsid w:val="00F514C6"/>
    <w:rsid w:val="00F6626F"/>
    <w:rsid w:val="00F73A52"/>
    <w:rsid w:val="00F92720"/>
    <w:rsid w:val="00FA5117"/>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1AC61"/>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astems.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520D3"/>
    <w:rsid w:val="00084651"/>
    <w:rsid w:val="00087EF5"/>
    <w:rsid w:val="00090384"/>
    <w:rsid w:val="000A6DC3"/>
    <w:rsid w:val="000D083B"/>
    <w:rsid w:val="000D1BDF"/>
    <w:rsid w:val="000D77F1"/>
    <w:rsid w:val="001207B4"/>
    <w:rsid w:val="001463E5"/>
    <w:rsid w:val="001D32B8"/>
    <w:rsid w:val="001D5E23"/>
    <w:rsid w:val="001D7F73"/>
    <w:rsid w:val="0025080B"/>
    <w:rsid w:val="00263EBA"/>
    <w:rsid w:val="00294F0F"/>
    <w:rsid w:val="002B60D3"/>
    <w:rsid w:val="00327660"/>
    <w:rsid w:val="003558E6"/>
    <w:rsid w:val="003734D1"/>
    <w:rsid w:val="003D4885"/>
    <w:rsid w:val="00477D0A"/>
    <w:rsid w:val="004805C0"/>
    <w:rsid w:val="004A794B"/>
    <w:rsid w:val="0051326F"/>
    <w:rsid w:val="00533DD7"/>
    <w:rsid w:val="00563015"/>
    <w:rsid w:val="005902CD"/>
    <w:rsid w:val="005944B2"/>
    <w:rsid w:val="005B6300"/>
    <w:rsid w:val="005B6D0B"/>
    <w:rsid w:val="005C23CE"/>
    <w:rsid w:val="00650FAA"/>
    <w:rsid w:val="00651C4F"/>
    <w:rsid w:val="00656731"/>
    <w:rsid w:val="00677A52"/>
    <w:rsid w:val="00692B99"/>
    <w:rsid w:val="006E0979"/>
    <w:rsid w:val="00783DA3"/>
    <w:rsid w:val="007E2980"/>
    <w:rsid w:val="00883F98"/>
    <w:rsid w:val="008A274B"/>
    <w:rsid w:val="008C7785"/>
    <w:rsid w:val="00907ECB"/>
    <w:rsid w:val="00930109"/>
    <w:rsid w:val="00937D0C"/>
    <w:rsid w:val="009603CB"/>
    <w:rsid w:val="0096234D"/>
    <w:rsid w:val="00971A5A"/>
    <w:rsid w:val="009D005D"/>
    <w:rsid w:val="009E287A"/>
    <w:rsid w:val="00A071DE"/>
    <w:rsid w:val="00A6401A"/>
    <w:rsid w:val="00A66420"/>
    <w:rsid w:val="00A9052F"/>
    <w:rsid w:val="00AF36BF"/>
    <w:rsid w:val="00B10058"/>
    <w:rsid w:val="00B20C61"/>
    <w:rsid w:val="00B2628E"/>
    <w:rsid w:val="00B4644B"/>
    <w:rsid w:val="00B65E0E"/>
    <w:rsid w:val="00B95DE4"/>
    <w:rsid w:val="00BD6808"/>
    <w:rsid w:val="00BF5BA0"/>
    <w:rsid w:val="00C365C7"/>
    <w:rsid w:val="00C3733E"/>
    <w:rsid w:val="00C863B9"/>
    <w:rsid w:val="00CB402E"/>
    <w:rsid w:val="00CC3B92"/>
    <w:rsid w:val="00CE53DF"/>
    <w:rsid w:val="00D851B6"/>
    <w:rsid w:val="00DB14BD"/>
    <w:rsid w:val="00DC4694"/>
    <w:rsid w:val="00DC70EF"/>
    <w:rsid w:val="00E071A4"/>
    <w:rsid w:val="00EB16A0"/>
    <w:rsid w:val="00EB2E95"/>
    <w:rsid w:val="00EB5E69"/>
    <w:rsid w:val="00ED2BE9"/>
    <w:rsid w:val="00F34CAC"/>
    <w:rsid w:val="00F43EFC"/>
    <w:rsid w:val="00F54CD0"/>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2020-11-16T00:00:00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4D7F82-F2DB-42D8-B41E-CCD6AC60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590</Words>
  <Characters>3720</Characters>
  <Application>Microsoft Office Word</Application>
  <DocSecurity>0</DocSecurity>
  <Lines>31</Lines>
  <Paragraphs>8</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3</cp:revision>
  <cp:lastPrinted>2020-11-06T09:56:00Z</cp:lastPrinted>
  <dcterms:created xsi:type="dcterms:W3CDTF">2020-11-13T08:31:00Z</dcterms:created>
  <dcterms:modified xsi:type="dcterms:W3CDTF">2020-11-16T08:54:00Z</dcterms:modified>
</cp:coreProperties>
</file>