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DA2950"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566FAF2A" w14:textId="77777777" w:rsidR="00606A95" w:rsidRDefault="00606A95" w:rsidP="00061202">
      <w:pPr>
        <w:rPr>
          <w:rStyle w:val="Fett"/>
          <w:color w:val="1F497D"/>
          <w:lang w:val="sv-SE"/>
        </w:rPr>
      </w:pPr>
    </w:p>
    <w:p w14:paraId="159FB494" w14:textId="77777777" w:rsidR="00606A95" w:rsidRDefault="00606A95" w:rsidP="00061202">
      <w:pPr>
        <w:rPr>
          <w:rStyle w:val="Fett"/>
          <w:color w:val="1F497D"/>
          <w:lang w:val="sv-SE"/>
        </w:rPr>
      </w:pPr>
    </w:p>
    <w:p w14:paraId="2ADF4ED5" w14:textId="77777777" w:rsidR="002971E8" w:rsidRPr="001D1277" w:rsidRDefault="002971E8" w:rsidP="003554B8">
      <w:pPr>
        <w:rPr>
          <w:rFonts w:asciiTheme="majorHAnsi" w:hAnsiTheme="majorHAnsi" w:cstheme="majorHAnsi"/>
          <w:b/>
          <w:lang w:val="sv-SE"/>
        </w:rPr>
      </w:pPr>
    </w:p>
    <w:p w14:paraId="57B7A28F" w14:textId="7A65F67B" w:rsidR="00061202" w:rsidRDefault="00681872" w:rsidP="003554B8">
      <w:pPr>
        <w:rPr>
          <w:rFonts w:asciiTheme="majorHAnsi" w:hAnsiTheme="majorHAnsi" w:cstheme="majorHAnsi"/>
          <w:bCs/>
          <w:color w:val="000000"/>
          <w:lang w:val="sv-SE"/>
        </w:rPr>
      </w:pPr>
      <w:proofErr w:type="spellStart"/>
      <w:r w:rsidRPr="00681872">
        <w:rPr>
          <w:rFonts w:asciiTheme="majorHAnsi" w:hAnsiTheme="majorHAnsi" w:cstheme="majorHAnsi"/>
          <w:b/>
          <w:lang w:val="de-DE"/>
        </w:rPr>
        <w:t>Fastems</w:t>
      </w:r>
      <w:proofErr w:type="spellEnd"/>
      <w:r w:rsidRPr="00681872">
        <w:rPr>
          <w:rFonts w:asciiTheme="majorHAnsi" w:hAnsiTheme="majorHAnsi" w:cstheme="majorHAnsi"/>
          <w:b/>
          <w:lang w:val="de-DE"/>
        </w:rPr>
        <w:t xml:space="preserve"> liefert Laser-Reinigungsroboter für Tragflächen-Montagelinie des F-35 </w:t>
      </w:r>
      <w:proofErr w:type="spellStart"/>
      <w:r w:rsidRPr="00681872">
        <w:rPr>
          <w:rFonts w:asciiTheme="majorHAnsi" w:hAnsiTheme="majorHAnsi" w:cstheme="majorHAnsi"/>
          <w:b/>
          <w:lang w:val="de-DE"/>
        </w:rPr>
        <w:t>Lightning</w:t>
      </w:r>
      <w:proofErr w:type="spellEnd"/>
      <w:r w:rsidRPr="00681872">
        <w:rPr>
          <w:rFonts w:asciiTheme="majorHAnsi" w:hAnsiTheme="majorHAnsi" w:cstheme="majorHAnsi"/>
          <w:b/>
          <w:lang w:val="de-DE"/>
        </w:rPr>
        <w:t xml:space="preserve"> II</w:t>
      </w:r>
    </w:p>
    <w:p w14:paraId="3AE41FC4" w14:textId="77777777" w:rsidR="001D1277" w:rsidRDefault="001D1277" w:rsidP="003554B8">
      <w:pPr>
        <w:rPr>
          <w:rFonts w:asciiTheme="majorHAnsi" w:hAnsiTheme="majorHAnsi" w:cstheme="majorHAnsi"/>
          <w:bCs/>
          <w:color w:val="000000"/>
          <w:lang w:val="sv-SE"/>
        </w:rPr>
      </w:pPr>
    </w:p>
    <w:p w14:paraId="50B5C59C" w14:textId="77777777" w:rsidR="00681872" w:rsidRDefault="00681872" w:rsidP="00681872">
      <w:pPr>
        <w:spacing w:after="300"/>
        <w:rPr>
          <w:rFonts w:asciiTheme="majorHAnsi" w:hAnsiTheme="majorHAnsi" w:cstheme="majorHAnsi"/>
          <w:lang w:val="de-DE"/>
        </w:rPr>
      </w:pP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branchenführend in der Entwicklung von Fabrikautomations-Systemen und Fertigungssteuerungs-Software mit Hauptsitz in Finnland, liefert zwei </w:t>
      </w:r>
      <w:proofErr w:type="spellStart"/>
      <w:r w:rsidRPr="00681872">
        <w:rPr>
          <w:rFonts w:asciiTheme="majorHAnsi" w:hAnsiTheme="majorHAnsi" w:cstheme="majorHAnsi"/>
          <w:lang w:val="de-DE"/>
        </w:rPr>
        <w:t>Automated</w:t>
      </w:r>
      <w:proofErr w:type="spellEnd"/>
      <w:r w:rsidRPr="00681872">
        <w:rPr>
          <w:rFonts w:asciiTheme="majorHAnsi" w:hAnsiTheme="majorHAnsi" w:cstheme="majorHAnsi"/>
          <w:lang w:val="de-DE"/>
        </w:rPr>
        <w:t xml:space="preserve"> </w:t>
      </w:r>
      <w:proofErr w:type="spellStart"/>
      <w:r w:rsidRPr="00681872">
        <w:rPr>
          <w:rFonts w:asciiTheme="majorHAnsi" w:hAnsiTheme="majorHAnsi" w:cstheme="majorHAnsi"/>
          <w:lang w:val="de-DE"/>
        </w:rPr>
        <w:t>Structure</w:t>
      </w:r>
      <w:proofErr w:type="spellEnd"/>
      <w:r w:rsidRPr="00681872">
        <w:rPr>
          <w:rFonts w:asciiTheme="majorHAnsi" w:hAnsiTheme="majorHAnsi" w:cstheme="majorHAnsi"/>
          <w:lang w:val="de-DE"/>
        </w:rPr>
        <w:t xml:space="preserve"> Laser Cleaner (</w:t>
      </w:r>
      <w:proofErr w:type="spellStart"/>
      <w:r w:rsidRPr="00681872">
        <w:rPr>
          <w:rFonts w:asciiTheme="majorHAnsi" w:hAnsiTheme="majorHAnsi" w:cstheme="majorHAnsi"/>
          <w:lang w:val="de-DE"/>
        </w:rPr>
        <w:t>AutoSLC</w:t>
      </w:r>
      <w:proofErr w:type="spellEnd"/>
      <w:r w:rsidRPr="00681872">
        <w:rPr>
          <w:rFonts w:asciiTheme="majorHAnsi" w:hAnsiTheme="majorHAnsi" w:cstheme="majorHAnsi"/>
          <w:lang w:val="de-DE"/>
        </w:rPr>
        <w:t xml:space="preserve">)-Systeme für die Tragflächen-Montagelinie des F-35 </w:t>
      </w:r>
      <w:proofErr w:type="spellStart"/>
      <w:r w:rsidRPr="00681872">
        <w:rPr>
          <w:rFonts w:asciiTheme="majorHAnsi" w:hAnsiTheme="majorHAnsi" w:cstheme="majorHAnsi"/>
          <w:lang w:val="de-DE"/>
        </w:rPr>
        <w:t>Lightning</w:t>
      </w:r>
      <w:proofErr w:type="spellEnd"/>
      <w:r w:rsidRPr="00681872">
        <w:rPr>
          <w:rFonts w:asciiTheme="majorHAnsi" w:hAnsiTheme="majorHAnsi" w:cstheme="majorHAnsi"/>
          <w:lang w:val="de-DE"/>
        </w:rPr>
        <w:t xml:space="preserve"> II. Die Inbetriebnahme beider Systeme wird voraussichtlich Ende 2021 abgeschlossen sein.</w:t>
      </w:r>
    </w:p>
    <w:p w14:paraId="1F5AA65D" w14:textId="27B11D17"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 xml:space="preserve">Das Prinzip der </w:t>
      </w:r>
      <w:proofErr w:type="spellStart"/>
      <w:r w:rsidRPr="00681872">
        <w:rPr>
          <w:rFonts w:asciiTheme="majorHAnsi" w:hAnsiTheme="majorHAnsi" w:cstheme="majorHAnsi"/>
          <w:lang w:val="de-DE"/>
        </w:rPr>
        <w:t>AutoSLC</w:t>
      </w:r>
      <w:proofErr w:type="spellEnd"/>
      <w:r w:rsidRPr="00681872">
        <w:rPr>
          <w:rFonts w:asciiTheme="majorHAnsi" w:hAnsiTheme="majorHAnsi" w:cstheme="majorHAnsi"/>
          <w:lang w:val="de-DE"/>
        </w:rPr>
        <w:t xml:space="preserve"> von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basiert auf einem robotergestützten System, das mit einem Laserablations-</w:t>
      </w:r>
      <w:proofErr w:type="spellStart"/>
      <w:r w:rsidRPr="00681872">
        <w:rPr>
          <w:rFonts w:asciiTheme="majorHAnsi" w:hAnsiTheme="majorHAnsi" w:cstheme="majorHAnsi"/>
          <w:lang w:val="de-DE"/>
        </w:rPr>
        <w:t>Scankopf</w:t>
      </w:r>
      <w:proofErr w:type="spellEnd"/>
      <w:r w:rsidRPr="00681872">
        <w:rPr>
          <w:rFonts w:asciiTheme="majorHAnsi" w:hAnsiTheme="majorHAnsi" w:cstheme="majorHAnsi"/>
          <w:lang w:val="de-DE"/>
        </w:rPr>
        <w:t xml:space="preserve"> ausgestattet ist, der Grundierungen und andere Schutzbeschichtungen rund um die Bohrungen der F-35-Flügelkomponenten automatisiert entfernt. Laserablation ermöglicht eine makellose Oberfläche, durch die sogenannte Mutterplatten (Nut Plates) ohne die Verwendung von Befestigungsnieten mechanisch verklebt werden können. Früher mussten die Beschichtungen rund um die Bohrlöcher mühsam durch manuelles Schleifen und mit Hilfe von Lösungsmitteln entfernt werden, was sich in der Folge als zeitintensiv und mit inkonsistenten Ergebnissen bei der Verklebung erwies. Mit Hilfe der </w:t>
      </w:r>
      <w:proofErr w:type="spellStart"/>
      <w:r w:rsidRPr="00681872">
        <w:rPr>
          <w:rFonts w:asciiTheme="majorHAnsi" w:hAnsiTheme="majorHAnsi" w:cstheme="majorHAnsi"/>
          <w:lang w:val="de-DE"/>
        </w:rPr>
        <w:t>AutoSLC</w:t>
      </w:r>
      <w:proofErr w:type="spellEnd"/>
      <w:r w:rsidRPr="00681872">
        <w:rPr>
          <w:rFonts w:asciiTheme="majorHAnsi" w:hAnsiTheme="majorHAnsi" w:cstheme="majorHAnsi"/>
          <w:lang w:val="de-DE"/>
        </w:rPr>
        <w:t xml:space="preserve">-Systeme von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können nun mehr als 3.000 Bohrungen bearbeitet werden, wodurch sich die manuellen Bearbeitungsstunden verringern und die Qualität der Flugzeuge für die Endkunden verbessert.</w:t>
      </w:r>
    </w:p>
    <w:p w14:paraId="73ACF9A7" w14:textId="77777777"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 xml:space="preserve">Die technischen Neuerungen des </w:t>
      </w:r>
      <w:proofErr w:type="spellStart"/>
      <w:r w:rsidRPr="00681872">
        <w:rPr>
          <w:rFonts w:asciiTheme="majorHAnsi" w:hAnsiTheme="majorHAnsi" w:cstheme="majorHAnsi"/>
          <w:lang w:val="de-DE"/>
        </w:rPr>
        <w:t>AutoSLC</w:t>
      </w:r>
      <w:proofErr w:type="spellEnd"/>
      <w:r w:rsidRPr="00681872">
        <w:rPr>
          <w:rFonts w:asciiTheme="majorHAnsi" w:hAnsiTheme="majorHAnsi" w:cstheme="majorHAnsi"/>
          <w:lang w:val="de-DE"/>
        </w:rPr>
        <w:t xml:space="preserve">, wie z. B. die automatisierte Bildverarbeitung, erfassen Informationen über Qualitätsabweichungen zur Rückverfolgbarkeit und Prozessoptimierung. Hierzu gehört auch ein maßgeschneidertes Betriebssystem, das auf der MMS (Manufacturing Management Software) von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basiert. Von der Automationslösung wird erwartet, dass sie die Vorlaufzeiten um etwa 88 Stunden pro Einheit verkürzt und somit die Kosten für die F-35-Tragflächenkomponenten senkt.</w:t>
      </w:r>
    </w:p>
    <w:p w14:paraId="4DF27188" w14:textId="77777777"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 xml:space="preserve">Bereits 2012 haben Lockheed Martin und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bei der Integration der Werkzeugmaschinen-Transferlinie (MTTL) für die Fertigung des vorderen Rumpfes des F-35 </w:t>
      </w:r>
      <w:proofErr w:type="spellStart"/>
      <w:r w:rsidRPr="00681872">
        <w:rPr>
          <w:rFonts w:asciiTheme="majorHAnsi" w:hAnsiTheme="majorHAnsi" w:cstheme="majorHAnsi"/>
          <w:lang w:val="de-DE"/>
        </w:rPr>
        <w:t>Lightning</w:t>
      </w:r>
      <w:proofErr w:type="spellEnd"/>
      <w:r w:rsidRPr="00681872">
        <w:rPr>
          <w:rFonts w:asciiTheme="majorHAnsi" w:hAnsiTheme="majorHAnsi" w:cstheme="majorHAnsi"/>
          <w:lang w:val="de-DE"/>
        </w:rPr>
        <w:t xml:space="preserve"> II zusammengearbeitet. Die MTTL war entscheidend, um die Sicherheit, Qualität und Effizienz des Fertigungsprozesses zu steigern. Für das Projekt im F-35-Werk von Lockheed Martin in </w:t>
      </w:r>
      <w:proofErr w:type="spellStart"/>
      <w:r w:rsidRPr="00681872">
        <w:rPr>
          <w:rFonts w:asciiTheme="majorHAnsi" w:hAnsiTheme="majorHAnsi" w:cstheme="majorHAnsi"/>
          <w:lang w:val="de-DE"/>
        </w:rPr>
        <w:t>Forth</w:t>
      </w:r>
      <w:proofErr w:type="spellEnd"/>
      <w:r w:rsidRPr="00681872">
        <w:rPr>
          <w:rFonts w:asciiTheme="majorHAnsi" w:hAnsiTheme="majorHAnsi" w:cstheme="majorHAnsi"/>
          <w:lang w:val="de-DE"/>
        </w:rPr>
        <w:t xml:space="preserve"> </w:t>
      </w:r>
      <w:proofErr w:type="spellStart"/>
      <w:r w:rsidRPr="00681872">
        <w:rPr>
          <w:rFonts w:asciiTheme="majorHAnsi" w:hAnsiTheme="majorHAnsi" w:cstheme="majorHAnsi"/>
          <w:lang w:val="de-DE"/>
        </w:rPr>
        <w:t>Worth</w:t>
      </w:r>
      <w:proofErr w:type="spellEnd"/>
      <w:r w:rsidRPr="00681872">
        <w:rPr>
          <w:rFonts w:asciiTheme="majorHAnsi" w:hAnsiTheme="majorHAnsi" w:cstheme="majorHAnsi"/>
          <w:lang w:val="de-DE"/>
        </w:rPr>
        <w:t xml:space="preserve"> realisierte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eine Lösung mit fünf LUSI-Stationen (Load Unload &amp; Skin Installation), einer Waschstation und einem MTTL-Regalbediengerät. Darüber hinaus ist das System skalierbar, damit Lockheed Martin auf die seit 2012 steigenden Produktionsraten reagieren kann. Derzeit wird die Linie auf eine Länge von 130 Metern erweitert. Die MMS von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plant und steuert die Produktion auf Basis des Fälligkeitsdatums für die Komponente unter Berücksichtigung der einzelnen Prozessphasen und der Bearbeitung. Die LUSI-Stationen ermöglichen eine ergonomische Arbeitsweise, sodass die Bediener leichter Aufgaben zur Vormontage und Einstellungen durchführen können. Die aktuelle MTTL-Lösung hat bereits zu Einsparungen von rund 26 Stunden pro Einheit geführt.</w:t>
      </w:r>
    </w:p>
    <w:p w14:paraId="68FA3D9A" w14:textId="77777777"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 xml:space="preserve">„Wir sind stolz und freuen uns, die Zusammenarbeit mit Lockheed Martin bei der Produktion ihres fortschrittlichen </w:t>
      </w:r>
      <w:proofErr w:type="spellStart"/>
      <w:r w:rsidRPr="00681872">
        <w:rPr>
          <w:rFonts w:asciiTheme="majorHAnsi" w:hAnsiTheme="majorHAnsi" w:cstheme="majorHAnsi"/>
          <w:lang w:val="de-DE"/>
        </w:rPr>
        <w:t>Stealth</w:t>
      </w:r>
      <w:proofErr w:type="spellEnd"/>
      <w:r w:rsidRPr="00681872">
        <w:rPr>
          <w:rFonts w:asciiTheme="majorHAnsi" w:hAnsiTheme="majorHAnsi" w:cstheme="majorHAnsi"/>
          <w:lang w:val="de-DE"/>
        </w:rPr>
        <w:t xml:space="preserve">-Kampfflugzeugs der fünften Generation, der F-35, fortzusetzen. Der Weg zu einer erfolgreichen Kooperation mit Lockheed Martin war von Anfang von einem offenen und engen </w:t>
      </w:r>
      <w:r w:rsidRPr="00681872">
        <w:rPr>
          <w:rFonts w:asciiTheme="majorHAnsi" w:hAnsiTheme="majorHAnsi" w:cstheme="majorHAnsi"/>
          <w:lang w:val="de-DE"/>
        </w:rPr>
        <w:lastRenderedPageBreak/>
        <w:t xml:space="preserve">Miteinander geprägt, um gemeinsam eine klare und einheitliche Vision für das Projekt zu entwickeln. Dies hat die Prozesse und Entscheidungsfindung beschleunigt, wodurch wir die Erwartungen erfüllen und sogar übertreffen konnten“, sagt </w:t>
      </w:r>
      <w:proofErr w:type="spellStart"/>
      <w:r w:rsidRPr="00681872">
        <w:rPr>
          <w:rFonts w:asciiTheme="majorHAnsi" w:hAnsiTheme="majorHAnsi" w:cstheme="majorHAnsi"/>
          <w:lang w:val="de-DE"/>
        </w:rPr>
        <w:t>Mikko</w:t>
      </w:r>
      <w:proofErr w:type="spellEnd"/>
      <w:r w:rsidRPr="00681872">
        <w:rPr>
          <w:rFonts w:asciiTheme="majorHAnsi" w:hAnsiTheme="majorHAnsi" w:cstheme="majorHAnsi"/>
          <w:lang w:val="de-DE"/>
        </w:rPr>
        <w:t xml:space="preserve"> Nyman, CEO von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„Dies ist ein wirklich einzigartiges Projekt für unser finnisches Unternehmen, und wir freuen uns auf eine weiterhin gute Zusammenarbeit mit Lockheed Martin, die wir weiter ausbauen möchten.“</w:t>
      </w:r>
    </w:p>
    <w:p w14:paraId="631A3CEC" w14:textId="77777777" w:rsidR="00681872" w:rsidRPr="00681872" w:rsidRDefault="00681872" w:rsidP="00681872">
      <w:pPr>
        <w:spacing w:after="300"/>
        <w:rPr>
          <w:rFonts w:asciiTheme="majorHAnsi" w:hAnsiTheme="majorHAnsi" w:cstheme="majorHAnsi"/>
          <w:lang w:val="de-DE"/>
        </w:rPr>
      </w:pP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hat für die Entwicklung des </w:t>
      </w:r>
      <w:proofErr w:type="spellStart"/>
      <w:r w:rsidRPr="00681872">
        <w:rPr>
          <w:rFonts w:asciiTheme="majorHAnsi" w:hAnsiTheme="majorHAnsi" w:cstheme="majorHAnsi"/>
          <w:lang w:val="de-DE"/>
        </w:rPr>
        <w:t>AutoSLC</w:t>
      </w:r>
      <w:proofErr w:type="spellEnd"/>
      <w:r w:rsidRPr="00681872">
        <w:rPr>
          <w:rFonts w:asciiTheme="majorHAnsi" w:hAnsiTheme="majorHAnsi" w:cstheme="majorHAnsi"/>
          <w:lang w:val="de-DE"/>
        </w:rPr>
        <w:t xml:space="preserve">-Projekts ein Partnernetzwerk von Branchenführern aufgebaut. So unterstützt beispielsweise das finnische Laserbearbeitungsunternehmen </w:t>
      </w:r>
      <w:proofErr w:type="spellStart"/>
      <w:r w:rsidRPr="00681872">
        <w:rPr>
          <w:rFonts w:asciiTheme="majorHAnsi" w:hAnsiTheme="majorHAnsi" w:cstheme="majorHAnsi"/>
          <w:lang w:val="de-DE"/>
        </w:rPr>
        <w:t>Ionix</w:t>
      </w:r>
      <w:proofErr w:type="spellEnd"/>
      <w:r w:rsidRPr="00681872">
        <w:rPr>
          <w:rFonts w:asciiTheme="majorHAnsi" w:hAnsiTheme="majorHAnsi" w:cstheme="majorHAnsi"/>
          <w:lang w:val="de-DE"/>
        </w:rPr>
        <w:t xml:space="preserve"> bei der Entwicklung des Endeffektors für die Laserablation des Roboters. Während der Realisierung des </w:t>
      </w:r>
      <w:proofErr w:type="spellStart"/>
      <w:r w:rsidRPr="00681872">
        <w:rPr>
          <w:rFonts w:asciiTheme="majorHAnsi" w:hAnsiTheme="majorHAnsi" w:cstheme="majorHAnsi"/>
          <w:lang w:val="de-DE"/>
        </w:rPr>
        <w:t>AutoSLC</w:t>
      </w:r>
      <w:proofErr w:type="spellEnd"/>
      <w:r w:rsidRPr="00681872">
        <w:rPr>
          <w:rFonts w:asciiTheme="majorHAnsi" w:hAnsiTheme="majorHAnsi" w:cstheme="majorHAnsi"/>
          <w:lang w:val="de-DE"/>
        </w:rPr>
        <w:t xml:space="preserve">-Projekts leisten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und die finnische Lieferkette mit diesem etablierten Partnernetzwerk einen entscheidenden Beitrag zum weltweiten F-35-Programm.</w:t>
      </w:r>
    </w:p>
    <w:p w14:paraId="00A00CDE" w14:textId="1158D21B" w:rsid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 xml:space="preserve">„Bei Lockheed Martin testen und validieren wir jede neue komplexe Lösung, vom ersten Konzept über die Konstruktion und Umsetzung bis hin zur Auslieferung und darüber hinaus. Die Tatsache, dass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diese Liebe zum Detail versteht und teilt, versetzt das Unternehmen in die Lage, in jeder Phase ein Qualitätsprodukt zu liefern", so Steve Callaghan, </w:t>
      </w:r>
      <w:proofErr w:type="spellStart"/>
      <w:r w:rsidRPr="00681872">
        <w:rPr>
          <w:rFonts w:asciiTheme="majorHAnsi" w:hAnsiTheme="majorHAnsi" w:cstheme="majorHAnsi"/>
          <w:lang w:val="de-DE"/>
        </w:rPr>
        <w:t>Vice</w:t>
      </w:r>
      <w:proofErr w:type="spellEnd"/>
      <w:r w:rsidRPr="00681872">
        <w:rPr>
          <w:rFonts w:asciiTheme="majorHAnsi" w:hAnsiTheme="majorHAnsi" w:cstheme="majorHAnsi"/>
          <w:lang w:val="de-DE"/>
        </w:rPr>
        <w:t xml:space="preserve"> </w:t>
      </w:r>
      <w:proofErr w:type="spellStart"/>
      <w:r w:rsidRPr="00681872">
        <w:rPr>
          <w:rFonts w:asciiTheme="majorHAnsi" w:hAnsiTheme="majorHAnsi" w:cstheme="majorHAnsi"/>
          <w:lang w:val="de-DE"/>
        </w:rPr>
        <w:t>President</w:t>
      </w:r>
      <w:proofErr w:type="spellEnd"/>
      <w:r w:rsidRPr="00681872">
        <w:rPr>
          <w:rFonts w:asciiTheme="majorHAnsi" w:hAnsiTheme="majorHAnsi" w:cstheme="majorHAnsi"/>
          <w:lang w:val="de-DE"/>
        </w:rPr>
        <w:t xml:space="preserve">, F-35 Business Development </w:t>
      </w:r>
      <w:proofErr w:type="spellStart"/>
      <w:r w:rsidRPr="00681872">
        <w:rPr>
          <w:rFonts w:asciiTheme="majorHAnsi" w:hAnsiTheme="majorHAnsi" w:cstheme="majorHAnsi"/>
          <w:lang w:val="de-DE"/>
        </w:rPr>
        <w:t>and</w:t>
      </w:r>
      <w:proofErr w:type="spellEnd"/>
      <w:r w:rsidRPr="00681872">
        <w:rPr>
          <w:rFonts w:asciiTheme="majorHAnsi" w:hAnsiTheme="majorHAnsi" w:cstheme="majorHAnsi"/>
          <w:lang w:val="de-DE"/>
        </w:rPr>
        <w:t xml:space="preserve"> Strategic Integration. „Die </w:t>
      </w:r>
      <w:proofErr w:type="spellStart"/>
      <w:r w:rsidRPr="00681872">
        <w:rPr>
          <w:rFonts w:asciiTheme="majorHAnsi" w:hAnsiTheme="majorHAnsi" w:cstheme="majorHAnsi"/>
          <w:lang w:val="de-DE"/>
        </w:rPr>
        <w:t>AutoSLC</w:t>
      </w:r>
      <w:proofErr w:type="spellEnd"/>
      <w:r w:rsidRPr="00681872">
        <w:rPr>
          <w:rFonts w:asciiTheme="majorHAnsi" w:hAnsiTheme="majorHAnsi" w:cstheme="majorHAnsi"/>
          <w:lang w:val="de-DE"/>
        </w:rPr>
        <w:t xml:space="preserve">-Lösung von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wird uns dabei unterstützen, die vollständige Produktionsleistung zu den von uns angestrebten Kosten zu erreichen und unseren Kunden ein qualitativ hochwertiges Produkt zu liefern.“</w:t>
      </w:r>
    </w:p>
    <w:p w14:paraId="178112F4" w14:textId="09B4ECC1" w:rsidR="00681872" w:rsidRDefault="00681872" w:rsidP="00681872">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41A07E31" wp14:editId="6AACFEB9">
            <wp:extent cx="4876800" cy="3251200"/>
            <wp:effectExtent l="0" t="0" r="0" b="0"/>
            <wp:docPr id="3" name="Grafik 3" descr="Ein Bild, das drinnen, Decke, Plaza, mehr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Decke, Plaza, mehrere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876800" cy="3251200"/>
                    </a:xfrm>
                    <a:prstGeom prst="rect">
                      <a:avLst/>
                    </a:prstGeom>
                  </pic:spPr>
                </pic:pic>
              </a:graphicData>
            </a:graphic>
          </wp:inline>
        </w:drawing>
      </w:r>
    </w:p>
    <w:p w14:paraId="5792DC2F" w14:textId="2A59822D" w:rsidR="00681872" w:rsidRPr="00681872" w:rsidRDefault="00681872" w:rsidP="00681872">
      <w:pPr>
        <w:spacing w:after="300"/>
        <w:rPr>
          <w:rFonts w:asciiTheme="majorHAnsi" w:hAnsiTheme="majorHAnsi" w:cstheme="majorHAnsi"/>
        </w:rPr>
      </w:pPr>
      <w:r>
        <w:rPr>
          <w:rFonts w:asciiTheme="majorHAnsi" w:hAnsiTheme="majorHAnsi" w:cstheme="majorHAnsi"/>
          <w:lang w:val="de-DE"/>
        </w:rPr>
        <w:t xml:space="preserve">Das F-35-Werk von Lockheed Martin in Fort </w:t>
      </w:r>
      <w:proofErr w:type="spellStart"/>
      <w:r>
        <w:rPr>
          <w:rFonts w:asciiTheme="majorHAnsi" w:hAnsiTheme="majorHAnsi" w:cstheme="majorHAnsi"/>
          <w:lang w:val="de-DE"/>
        </w:rPr>
        <w:t>Worth</w:t>
      </w:r>
      <w:proofErr w:type="spellEnd"/>
      <w:r>
        <w:rPr>
          <w:rFonts w:asciiTheme="majorHAnsi" w:hAnsiTheme="majorHAnsi" w:cstheme="majorHAnsi"/>
          <w:lang w:val="de-DE"/>
        </w:rPr>
        <w:t xml:space="preserve"> (USA).</w:t>
      </w:r>
      <w:r>
        <w:rPr>
          <w:rFonts w:asciiTheme="majorHAnsi" w:hAnsiTheme="majorHAnsi" w:cstheme="majorHAnsi"/>
          <w:lang w:val="de-DE"/>
        </w:rPr>
        <w:br/>
      </w:r>
      <w:r w:rsidRPr="001F3805">
        <w:rPr>
          <w:rFonts w:asciiTheme="majorHAnsi" w:hAnsiTheme="majorHAnsi" w:cstheme="majorHAnsi"/>
          <w:lang w:val="de-DE"/>
        </w:rPr>
        <w:br/>
      </w:r>
      <w:r w:rsidRPr="00681872">
        <w:rPr>
          <w:rFonts w:asciiTheme="majorHAnsi" w:hAnsiTheme="majorHAnsi" w:cstheme="majorHAnsi"/>
        </w:rPr>
        <w:t xml:space="preserve">(Alle </w:t>
      </w:r>
      <w:proofErr w:type="spellStart"/>
      <w:r w:rsidRPr="00681872">
        <w:rPr>
          <w:rFonts w:asciiTheme="majorHAnsi" w:hAnsiTheme="majorHAnsi" w:cstheme="majorHAnsi"/>
        </w:rPr>
        <w:t>Bilder</w:t>
      </w:r>
      <w:proofErr w:type="spellEnd"/>
      <w:r w:rsidRPr="00681872">
        <w:rPr>
          <w:rFonts w:asciiTheme="majorHAnsi" w:hAnsiTheme="majorHAnsi" w:cstheme="majorHAnsi"/>
        </w:rPr>
        <w:t xml:space="preserve">: Lockheed Martin Corporation)  </w:t>
      </w:r>
    </w:p>
    <w:p w14:paraId="79F21815" w14:textId="77777777" w:rsidR="00681872" w:rsidRPr="00681872" w:rsidRDefault="00681872" w:rsidP="00681872">
      <w:pPr>
        <w:spacing w:after="300"/>
        <w:rPr>
          <w:rFonts w:asciiTheme="majorHAnsi" w:hAnsiTheme="majorHAnsi" w:cstheme="majorHAnsi"/>
        </w:rPr>
      </w:pPr>
    </w:p>
    <w:p w14:paraId="4568D932" w14:textId="6F32B5B0" w:rsidR="00681872" w:rsidRDefault="00681872" w:rsidP="00681872">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07710AD1" wp14:editId="7237C279">
            <wp:extent cx="5287296" cy="3776398"/>
            <wp:effectExtent l="0" t="0" r="0" b="0"/>
            <wp:docPr id="5" name="Grafik 5" descr="Ein Bild, das Himmel, draußen, Kämpfer, Militä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Himmel, draußen, Kämpfer, Militär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292154" cy="3779868"/>
                    </a:xfrm>
                    <a:prstGeom prst="rect">
                      <a:avLst/>
                    </a:prstGeom>
                  </pic:spPr>
                </pic:pic>
              </a:graphicData>
            </a:graphic>
          </wp:inline>
        </w:drawing>
      </w:r>
    </w:p>
    <w:p w14:paraId="47BFF1BD" w14:textId="68B64441" w:rsidR="00681872" w:rsidRDefault="00681872" w:rsidP="00681872">
      <w:pPr>
        <w:spacing w:after="300"/>
        <w:rPr>
          <w:rFonts w:asciiTheme="majorHAnsi" w:hAnsiTheme="majorHAnsi" w:cstheme="majorHAnsi"/>
          <w:lang w:val="de-DE"/>
        </w:rPr>
      </w:pPr>
      <w:proofErr w:type="spellStart"/>
      <w:r w:rsidRPr="00681872">
        <w:rPr>
          <w:rFonts w:asciiTheme="majorHAnsi" w:hAnsiTheme="majorHAnsi" w:cstheme="majorHAnsi"/>
          <w:lang w:val="de-DE"/>
        </w:rPr>
        <w:t>Stealth</w:t>
      </w:r>
      <w:proofErr w:type="spellEnd"/>
      <w:r w:rsidRPr="00681872">
        <w:rPr>
          <w:rFonts w:asciiTheme="majorHAnsi" w:hAnsiTheme="majorHAnsi" w:cstheme="majorHAnsi"/>
          <w:lang w:val="de-DE"/>
        </w:rPr>
        <w:t>-Kampfflugzeug</w:t>
      </w:r>
      <w:r>
        <w:rPr>
          <w:rFonts w:asciiTheme="majorHAnsi" w:hAnsiTheme="majorHAnsi" w:cstheme="majorHAnsi"/>
          <w:lang w:val="de-DE"/>
        </w:rPr>
        <w:t>e vo</w:t>
      </w:r>
      <w:r w:rsidR="001F3805">
        <w:rPr>
          <w:rFonts w:asciiTheme="majorHAnsi" w:hAnsiTheme="majorHAnsi" w:cstheme="majorHAnsi"/>
          <w:lang w:val="de-DE"/>
        </w:rPr>
        <w:t>m</w:t>
      </w:r>
      <w:r>
        <w:rPr>
          <w:rFonts w:asciiTheme="majorHAnsi" w:hAnsiTheme="majorHAnsi" w:cstheme="majorHAnsi"/>
          <w:lang w:val="de-DE"/>
        </w:rPr>
        <w:t xml:space="preserve"> Typ F-35.</w:t>
      </w:r>
    </w:p>
    <w:p w14:paraId="7EF90432" w14:textId="77777777" w:rsidR="00681872" w:rsidRDefault="00681872" w:rsidP="00681872">
      <w:pPr>
        <w:spacing w:after="300"/>
        <w:rPr>
          <w:rFonts w:asciiTheme="majorHAnsi" w:hAnsiTheme="majorHAnsi" w:cstheme="majorHAnsi"/>
          <w:lang w:val="de-DE"/>
        </w:rPr>
      </w:pPr>
    </w:p>
    <w:p w14:paraId="69E32CBC" w14:textId="472203CF"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Ansprechpartner für die Presse:</w:t>
      </w:r>
    </w:p>
    <w:p w14:paraId="65C8AEC6" w14:textId="67803CD8" w:rsidR="00681872" w:rsidRPr="00681872" w:rsidRDefault="00681872" w:rsidP="00681872">
      <w:pPr>
        <w:spacing w:after="300"/>
        <w:rPr>
          <w:rFonts w:asciiTheme="majorHAnsi" w:hAnsiTheme="majorHAnsi" w:cstheme="majorHAnsi"/>
          <w:lang w:val="de-DE"/>
        </w:rPr>
      </w:pPr>
      <w:proofErr w:type="spellStart"/>
      <w:r w:rsidRPr="00681872">
        <w:rPr>
          <w:rFonts w:asciiTheme="majorHAnsi" w:hAnsiTheme="majorHAnsi" w:cstheme="majorHAnsi"/>
          <w:lang w:val="de-DE"/>
        </w:rPr>
        <w:t>Mikko</w:t>
      </w:r>
      <w:proofErr w:type="spellEnd"/>
      <w:r w:rsidRPr="00681872">
        <w:rPr>
          <w:rFonts w:asciiTheme="majorHAnsi" w:hAnsiTheme="majorHAnsi" w:cstheme="majorHAnsi"/>
          <w:lang w:val="de-DE"/>
        </w:rPr>
        <w:t xml:space="preserve"> Nyman</w:t>
      </w:r>
      <w:r>
        <w:rPr>
          <w:rFonts w:asciiTheme="majorHAnsi" w:hAnsiTheme="majorHAnsi" w:cstheme="majorHAnsi"/>
          <w:lang w:val="de-DE"/>
        </w:rPr>
        <w:br/>
      </w:r>
      <w:r w:rsidRPr="00681872">
        <w:rPr>
          <w:rFonts w:asciiTheme="majorHAnsi" w:hAnsiTheme="majorHAnsi" w:cstheme="majorHAnsi"/>
          <w:lang w:val="de-DE"/>
        </w:rPr>
        <w:t>mikko.nyman@fastems.com</w:t>
      </w:r>
      <w:r>
        <w:rPr>
          <w:rFonts w:asciiTheme="majorHAnsi" w:hAnsiTheme="majorHAnsi" w:cstheme="majorHAnsi"/>
          <w:lang w:val="de-DE"/>
        </w:rPr>
        <w:br/>
      </w:r>
      <w:r w:rsidRPr="00681872">
        <w:rPr>
          <w:rFonts w:asciiTheme="majorHAnsi" w:hAnsiTheme="majorHAnsi" w:cstheme="majorHAnsi"/>
          <w:lang w:val="de-DE"/>
        </w:rPr>
        <w:t>Tel.: +358 40 5874402</w:t>
      </w:r>
    </w:p>
    <w:p w14:paraId="02654A24" w14:textId="02D9EFFE" w:rsidR="00681872" w:rsidRDefault="00681872">
      <w:pPr>
        <w:rPr>
          <w:rFonts w:asciiTheme="majorHAnsi" w:hAnsiTheme="majorHAnsi" w:cstheme="majorHAnsi"/>
          <w:lang w:val="de-DE"/>
        </w:rPr>
      </w:pPr>
      <w:r>
        <w:rPr>
          <w:rFonts w:asciiTheme="majorHAnsi" w:hAnsiTheme="majorHAnsi" w:cstheme="majorHAnsi"/>
          <w:lang w:val="de-DE"/>
        </w:rPr>
        <w:br w:type="page"/>
      </w:r>
    </w:p>
    <w:p w14:paraId="13CC0D43" w14:textId="3222F6DD"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lastRenderedPageBreak/>
        <w:t xml:space="preserve">Über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w:t>
      </w:r>
    </w:p>
    <w:p w14:paraId="16257CAA" w14:textId="77777777"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http://www.fastems.com/</w:t>
      </w:r>
    </w:p>
    <w:p w14:paraId="372C3783" w14:textId="77777777" w:rsidR="00681872" w:rsidRPr="00681872" w:rsidRDefault="00681872" w:rsidP="00681872">
      <w:pPr>
        <w:spacing w:after="300"/>
        <w:rPr>
          <w:rFonts w:asciiTheme="majorHAnsi" w:hAnsiTheme="majorHAnsi" w:cstheme="majorHAnsi"/>
          <w:lang w:val="de-DE"/>
        </w:rPr>
      </w:pP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liefert intelligente Automationslösungen rund um spanabhebende Werkzeugmaschinen und damit verbundene Prozesse. Wir sind ein Familienunternehmen mit mehr als 40 Jahren Erfahrung in der Automation, über 4.000 Installationen weltweit und Hauptmärkten in Europa, Nordamerika und Asien. Unsere Mission ist es, metallverarbeitende Hersteller bei der Verbesserung ihrer Produktivität und Rentabilität zu unterstützen.</w:t>
      </w:r>
    </w:p>
    <w:p w14:paraId="365A6772" w14:textId="77777777"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 xml:space="preserve">Die Hauptanwendungsbereiche von </w:t>
      </w:r>
      <w:proofErr w:type="spellStart"/>
      <w:r w:rsidRPr="00681872">
        <w:rPr>
          <w:rFonts w:asciiTheme="majorHAnsi" w:hAnsiTheme="majorHAnsi" w:cstheme="majorHAnsi"/>
          <w:lang w:val="de-DE"/>
        </w:rPr>
        <w:t>Fastems</w:t>
      </w:r>
      <w:proofErr w:type="spellEnd"/>
      <w:r w:rsidRPr="00681872">
        <w:rPr>
          <w:rFonts w:asciiTheme="majorHAnsi" w:hAnsiTheme="majorHAnsi" w:cstheme="majorHAnsi"/>
          <w:lang w:val="de-DE"/>
        </w:rPr>
        <w:t xml:space="preserve"> sind die Paletten- und Roboterautomatisierung - immer ausgestattet mit unserer branchenführenden und für alle industrielle Werkzeugmaschinen offene Steuerungssoftware MMS. Wir verfügen auch über Lösungen für die Automatisierung der Produktions- und Ressourcenplanung von </w:t>
      </w:r>
      <w:proofErr w:type="spellStart"/>
      <w:r w:rsidRPr="00681872">
        <w:rPr>
          <w:rFonts w:asciiTheme="majorHAnsi" w:hAnsiTheme="majorHAnsi" w:cstheme="majorHAnsi"/>
          <w:lang w:val="de-DE"/>
        </w:rPr>
        <w:t>Standalone</w:t>
      </w:r>
      <w:proofErr w:type="spellEnd"/>
      <w:r w:rsidRPr="00681872">
        <w:rPr>
          <w:rFonts w:asciiTheme="majorHAnsi" w:hAnsiTheme="majorHAnsi" w:cstheme="majorHAnsi"/>
          <w:lang w:val="de-DE"/>
        </w:rPr>
        <w:t>-Werkzeugmaschinen. Darüber hinaus unterstützen wir unsere Systeme mit einer breiten Palette von Dienstleistungen.</w:t>
      </w:r>
    </w:p>
    <w:p w14:paraId="0DA22E27" w14:textId="77777777" w:rsidR="00681872" w:rsidRDefault="00681872" w:rsidP="00681872">
      <w:pPr>
        <w:spacing w:after="300"/>
        <w:rPr>
          <w:rFonts w:asciiTheme="majorHAnsi" w:hAnsiTheme="majorHAnsi" w:cstheme="majorHAnsi"/>
          <w:lang w:val="de-DE"/>
        </w:rPr>
      </w:pPr>
    </w:p>
    <w:p w14:paraId="275A051C" w14:textId="7A1EE0C7" w:rsidR="00681872" w:rsidRPr="0068187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Über Lockheed Martin</w:t>
      </w:r>
    </w:p>
    <w:p w14:paraId="525030CD" w14:textId="4382D332" w:rsidR="00A868C2" w:rsidRDefault="00681872" w:rsidP="00681872">
      <w:pPr>
        <w:spacing w:after="300"/>
        <w:rPr>
          <w:rFonts w:asciiTheme="majorHAnsi" w:hAnsiTheme="majorHAnsi" w:cstheme="majorHAnsi"/>
          <w:lang w:val="de-DE"/>
        </w:rPr>
      </w:pPr>
      <w:r w:rsidRPr="00681872">
        <w:rPr>
          <w:rFonts w:asciiTheme="majorHAnsi" w:hAnsiTheme="majorHAnsi" w:cstheme="majorHAnsi"/>
          <w:lang w:val="de-DE"/>
        </w:rPr>
        <w:t xml:space="preserve">Lockheed Martin mit Hauptsitz in Bethesda, Maryland, ist ein globales Sicherheits- und Luft- sowie Raumfahrtunternehmen mit weltweit ca. 110.000 Mitarbeitern, </w:t>
      </w:r>
      <w:proofErr w:type="gramStart"/>
      <w:r w:rsidRPr="00681872">
        <w:rPr>
          <w:rFonts w:asciiTheme="majorHAnsi" w:hAnsiTheme="majorHAnsi" w:cstheme="majorHAnsi"/>
          <w:lang w:val="de-DE"/>
        </w:rPr>
        <w:t>das</w:t>
      </w:r>
      <w:proofErr w:type="gramEnd"/>
      <w:r w:rsidRPr="00681872">
        <w:rPr>
          <w:rFonts w:asciiTheme="majorHAnsi" w:hAnsiTheme="majorHAnsi" w:cstheme="majorHAnsi"/>
          <w:lang w:val="de-DE"/>
        </w:rPr>
        <w:t xml:space="preserve"> sich hauptsächlich mit der Forschung, Konstruktion, Entwicklung, Herstellung, Integration und Erhaltung von Systemen der Spitzentechnologie, Produkten und Dienstleistungen befasst. Weitere Informationen finden Sie auf unserer Website: www.lockheedmartin.com.</w:t>
      </w:r>
    </w:p>
    <w:p w14:paraId="398DDDF9" w14:textId="3DAB1F95" w:rsidR="003D2D5E" w:rsidRPr="001F3805" w:rsidRDefault="009358DE" w:rsidP="00681872">
      <w:pPr>
        <w:rPr>
          <w:rFonts w:asciiTheme="majorHAnsi" w:hAnsiTheme="majorHAnsi" w:cstheme="majorHAnsi"/>
          <w:lang w:val="de-DE"/>
        </w:rPr>
      </w:pPr>
      <w:r w:rsidRPr="00D21248">
        <w:rPr>
          <w:color w:val="000000"/>
          <w:lang w:val="de-DE"/>
        </w:rPr>
        <w:br/>
      </w:r>
    </w:p>
    <w:p w14:paraId="12896A9C" w14:textId="77777777" w:rsidR="00061202" w:rsidRPr="003D2D5E" w:rsidRDefault="00061202" w:rsidP="003D2D5E">
      <w:pPr>
        <w:rPr>
          <w:rFonts w:asciiTheme="majorHAnsi" w:hAnsiTheme="majorHAnsi" w:cstheme="majorHAnsi"/>
          <w:color w:val="000000"/>
          <w:lang w:val="de-DE"/>
        </w:rPr>
      </w:pPr>
    </w:p>
    <w:sectPr w:rsidR="00061202" w:rsidRPr="003D2D5E" w:rsidSect="00DE2EB5">
      <w:headerReference w:type="default" r:id="rId11"/>
      <w:footerReference w:type="default" r:id="rId12"/>
      <w:headerReference w:type="first" r:id="rId13"/>
      <w:footerReference w:type="first" r:id="rId14"/>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6AD35" w14:textId="77777777" w:rsidR="005B4BE9" w:rsidRDefault="005B4BE9" w:rsidP="001C44B3">
      <w:r>
        <w:separator/>
      </w:r>
    </w:p>
  </w:endnote>
  <w:endnote w:type="continuationSeparator" w:id="0">
    <w:p w14:paraId="04E25885" w14:textId="77777777" w:rsidR="005B4BE9" w:rsidRDefault="005B4BE9"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0A531491" w14:textId="77777777" w:rsidTr="00674C91">
      <w:trPr>
        <w:trHeight w:val="340"/>
      </w:trPr>
      <w:tc>
        <w:tcPr>
          <w:tcW w:w="2030" w:type="dxa"/>
          <w:tcBorders>
            <w:top w:val="single" w:sz="8" w:space="0" w:color="4F5250" w:themeColor="accent1"/>
          </w:tcBorders>
        </w:tcPr>
        <w:p w14:paraId="156CD28E" w14:textId="77777777" w:rsidR="00061202" w:rsidRPr="00ED7B7B" w:rsidRDefault="00061202">
          <w:pPr>
            <w:pStyle w:val="Fuzeile"/>
            <w:rPr>
              <w:lang w:val="de-DE"/>
            </w:rPr>
          </w:pPr>
        </w:p>
      </w:tc>
      <w:tc>
        <w:tcPr>
          <w:tcW w:w="1866" w:type="dxa"/>
          <w:tcBorders>
            <w:top w:val="single" w:sz="8" w:space="0" w:color="4F5250" w:themeColor="accent1"/>
          </w:tcBorders>
        </w:tcPr>
        <w:p w14:paraId="0AD64148"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58931F04"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1F19B2F6"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7F342B6" w14:textId="77777777" w:rsidR="00061202" w:rsidRPr="00ED7B7B" w:rsidRDefault="00061202" w:rsidP="001E3ECA">
          <w:pPr>
            <w:pStyle w:val="Fuzeile"/>
            <w:rPr>
              <w:lang w:val="de-DE"/>
            </w:rPr>
          </w:pPr>
        </w:p>
      </w:tc>
    </w:tr>
    <w:tr w:rsidR="00061202" w:rsidRPr="001F3805" w14:paraId="562B0F33" w14:textId="77777777" w:rsidTr="00674C91">
      <w:trPr>
        <w:trHeight w:val="170"/>
      </w:trPr>
      <w:tc>
        <w:tcPr>
          <w:tcW w:w="2030" w:type="dxa"/>
        </w:tcPr>
        <w:p w14:paraId="3048A6FD"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E3B071B" w14:textId="77777777" w:rsidR="00061202" w:rsidRPr="00FF2F2F" w:rsidRDefault="00061202" w:rsidP="00FF2F2F">
          <w:pPr>
            <w:pStyle w:val="Fuzeile"/>
            <w:rPr>
              <w:lang w:val="de-DE"/>
            </w:rPr>
          </w:pPr>
          <w:r w:rsidRPr="00FF2F2F">
            <w:rPr>
              <w:lang w:val="de-DE"/>
            </w:rPr>
            <w:t>Zweigstelle Göppingen:</w:t>
          </w:r>
        </w:p>
        <w:p w14:paraId="698C96C9" w14:textId="77777777" w:rsidR="00061202" w:rsidRPr="00FF2F2F" w:rsidRDefault="00061202" w:rsidP="00FF2F2F">
          <w:pPr>
            <w:pStyle w:val="Fuzeile"/>
            <w:rPr>
              <w:lang w:val="de-DE"/>
            </w:rPr>
          </w:pPr>
          <w:r w:rsidRPr="00FF2F2F">
            <w:rPr>
              <w:lang w:val="de-DE"/>
            </w:rPr>
            <w:t>Heilbronner Straße 17/1</w:t>
          </w:r>
        </w:p>
        <w:p w14:paraId="51818026" w14:textId="77777777" w:rsidR="00061202" w:rsidRPr="00FF2F2F" w:rsidRDefault="00061202" w:rsidP="00FF2F2F">
          <w:pPr>
            <w:pStyle w:val="Fuzeile"/>
            <w:rPr>
              <w:lang w:val="de-DE"/>
            </w:rPr>
          </w:pPr>
          <w:r w:rsidRPr="00FF2F2F">
            <w:rPr>
              <w:lang w:val="de-DE"/>
            </w:rPr>
            <w:t>D-73037 Göppingen</w:t>
          </w:r>
        </w:p>
        <w:p w14:paraId="701E178E" w14:textId="77777777" w:rsidR="00061202" w:rsidRPr="00FF2F2F" w:rsidRDefault="00061202" w:rsidP="00FF2F2F">
          <w:pPr>
            <w:pStyle w:val="Fuzeile"/>
            <w:rPr>
              <w:lang w:val="de-DE"/>
            </w:rPr>
          </w:pPr>
          <w:r w:rsidRPr="00FF2F2F">
            <w:rPr>
              <w:lang w:val="de-DE"/>
            </w:rPr>
            <w:t>T:  +49 7161 963 800</w:t>
          </w:r>
        </w:p>
        <w:p w14:paraId="4D7A960D" w14:textId="77777777" w:rsidR="00061202" w:rsidRPr="00FF2F2F" w:rsidRDefault="00061202" w:rsidP="00FF2F2F">
          <w:pPr>
            <w:pStyle w:val="Fuzeile"/>
            <w:rPr>
              <w:lang w:val="de-DE"/>
            </w:rPr>
          </w:pPr>
          <w:r w:rsidRPr="00FF2F2F">
            <w:rPr>
              <w:lang w:val="de-DE"/>
            </w:rPr>
            <w:t>F:  +49 7161 963 8049</w:t>
          </w:r>
        </w:p>
        <w:p w14:paraId="72DB471D" w14:textId="77777777" w:rsidR="00061202" w:rsidRPr="00FF2F2F" w:rsidRDefault="00061202" w:rsidP="00FF2F2F">
          <w:pPr>
            <w:pStyle w:val="Fuzeile"/>
            <w:rPr>
              <w:lang w:val="de-DE"/>
            </w:rPr>
          </w:pPr>
          <w:r>
            <w:rPr>
              <w:lang w:val="de-DE"/>
            </w:rPr>
            <w:t>info.fastems</w:t>
          </w:r>
          <w:r w:rsidRPr="00FF2F2F">
            <w:rPr>
              <w:lang w:val="de-DE"/>
            </w:rPr>
            <w:t>@fastems.com</w:t>
          </w:r>
        </w:p>
        <w:p w14:paraId="61440DEE"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0AD760F8" w14:textId="77777777" w:rsidR="00061202" w:rsidRPr="00FF2F2F" w:rsidRDefault="00061202" w:rsidP="00FF2F2F">
          <w:pPr>
            <w:pStyle w:val="Fuzeile"/>
            <w:rPr>
              <w:lang w:val="de-DE"/>
            </w:rPr>
          </w:pPr>
          <w:r w:rsidRPr="00FF2F2F">
            <w:rPr>
              <w:lang w:val="de-DE"/>
            </w:rPr>
            <w:t>Zweigstelle Lyon:</w:t>
          </w:r>
        </w:p>
        <w:p w14:paraId="03AFC717" w14:textId="77777777"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14:paraId="09756B4A" w14:textId="77777777" w:rsidR="00061202" w:rsidRPr="00FF2F2F" w:rsidRDefault="00061202" w:rsidP="00FF2F2F">
          <w:pPr>
            <w:pStyle w:val="Fuzeile"/>
            <w:rPr>
              <w:lang w:val="de-DE"/>
            </w:rPr>
          </w:pPr>
          <w:r w:rsidRPr="00FF2F2F">
            <w:rPr>
              <w:lang w:val="de-DE"/>
            </w:rPr>
            <w:t>F-69007 Lyon</w:t>
          </w:r>
        </w:p>
        <w:p w14:paraId="78A1B69E" w14:textId="77777777" w:rsidR="00061202" w:rsidRPr="00FF2F2F" w:rsidRDefault="00061202" w:rsidP="00FF2F2F">
          <w:pPr>
            <w:pStyle w:val="Fuzeile"/>
            <w:rPr>
              <w:lang w:val="de-DE"/>
            </w:rPr>
          </w:pPr>
          <w:r w:rsidRPr="00FF2F2F">
            <w:rPr>
              <w:lang w:val="de-DE"/>
            </w:rPr>
            <w:t>T:  +33 4 3765 2000</w:t>
          </w:r>
        </w:p>
        <w:p w14:paraId="6EE7C933" w14:textId="77777777" w:rsidR="00061202" w:rsidRPr="00FF2F2F" w:rsidRDefault="00061202" w:rsidP="00FF2F2F">
          <w:pPr>
            <w:pStyle w:val="Fuzeile"/>
            <w:rPr>
              <w:lang w:val="de-DE"/>
            </w:rPr>
          </w:pPr>
          <w:r w:rsidRPr="00FF2F2F">
            <w:rPr>
              <w:lang w:val="de-DE"/>
            </w:rPr>
            <w:t>F:  +33 4 3765 2001</w:t>
          </w:r>
        </w:p>
        <w:p w14:paraId="4D1EA8D4" w14:textId="77777777" w:rsidR="00061202" w:rsidRPr="00FF2F2F" w:rsidRDefault="00061202" w:rsidP="00FF2F2F">
          <w:pPr>
            <w:pStyle w:val="Fuzeile"/>
            <w:rPr>
              <w:lang w:val="de-DE"/>
            </w:rPr>
          </w:pPr>
          <w:r w:rsidRPr="00FF2F2F">
            <w:rPr>
              <w:lang w:val="de-DE"/>
            </w:rPr>
            <w:t>info.fastems@fastems.com</w:t>
          </w:r>
        </w:p>
        <w:p w14:paraId="2C3FBE3C"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2471C8E2" w14:textId="77777777" w:rsidR="00061202" w:rsidRPr="00FF2F2F" w:rsidRDefault="00061202" w:rsidP="00FF2F2F">
          <w:pPr>
            <w:pStyle w:val="Fuzeile"/>
            <w:rPr>
              <w:lang w:val="de-DE"/>
            </w:rPr>
          </w:pPr>
          <w:r w:rsidRPr="00FF2F2F">
            <w:rPr>
              <w:lang w:val="de-DE"/>
            </w:rPr>
            <w:t>Hauptsitz Issum</w:t>
          </w:r>
        </w:p>
        <w:p w14:paraId="3C344BB6" w14:textId="77777777" w:rsidR="00061202" w:rsidRPr="00FF2F2F" w:rsidRDefault="00061202" w:rsidP="00FF2F2F">
          <w:pPr>
            <w:pStyle w:val="Fuzeile"/>
            <w:rPr>
              <w:lang w:val="de-DE"/>
            </w:rPr>
          </w:pPr>
          <w:r w:rsidRPr="00FF2F2F">
            <w:rPr>
              <w:lang w:val="de-DE"/>
            </w:rPr>
            <w:t xml:space="preserve">Amtsgericht Kleve </w:t>
          </w:r>
        </w:p>
        <w:p w14:paraId="3D495524" w14:textId="77777777" w:rsidR="00061202" w:rsidRPr="00FF2F2F" w:rsidRDefault="00061202" w:rsidP="00FF2F2F">
          <w:pPr>
            <w:pStyle w:val="Fuzeile"/>
            <w:rPr>
              <w:lang w:val="de-DE"/>
            </w:rPr>
          </w:pPr>
          <w:r w:rsidRPr="00FF2F2F">
            <w:rPr>
              <w:lang w:val="de-DE"/>
            </w:rPr>
            <w:t>HRB 12692</w:t>
          </w:r>
        </w:p>
        <w:p w14:paraId="41541F9E" w14:textId="77777777" w:rsidR="00061202" w:rsidRPr="00FF2F2F" w:rsidRDefault="00061202" w:rsidP="00FF2F2F">
          <w:pPr>
            <w:pStyle w:val="Fuzeile"/>
            <w:rPr>
              <w:lang w:val="de-DE"/>
            </w:rPr>
          </w:pPr>
          <w:r w:rsidRPr="00FF2F2F">
            <w:rPr>
              <w:lang w:val="de-DE"/>
            </w:rPr>
            <w:t>Geschäftsführer:</w:t>
          </w:r>
        </w:p>
        <w:p w14:paraId="534DCC8F" w14:textId="77777777" w:rsidR="00061202" w:rsidRDefault="00061202" w:rsidP="00FF2F2F">
          <w:pPr>
            <w:pStyle w:val="Fuzeile"/>
            <w:rPr>
              <w:lang w:val="de-DE"/>
            </w:rPr>
          </w:pPr>
          <w:r w:rsidRPr="00FF2F2F">
            <w:rPr>
              <w:lang w:val="de-DE"/>
            </w:rPr>
            <w:t>Heikki Hallila</w:t>
          </w:r>
        </w:p>
        <w:p w14:paraId="6AAD73D2" w14:textId="77777777" w:rsidR="006C2B35" w:rsidRPr="00FF2F2F" w:rsidRDefault="006C2B35" w:rsidP="00FF2F2F">
          <w:pPr>
            <w:pStyle w:val="Fuzeile"/>
            <w:rPr>
              <w:lang w:val="de-DE"/>
            </w:rPr>
          </w:pPr>
        </w:p>
        <w:p w14:paraId="1B413262" w14:textId="77777777" w:rsidR="00061202" w:rsidRPr="00ED7B7B" w:rsidRDefault="00061202" w:rsidP="00FF2F2F">
          <w:pPr>
            <w:pStyle w:val="Fuzeile"/>
            <w:rPr>
              <w:lang w:val="de-DE"/>
            </w:rPr>
          </w:pPr>
        </w:p>
      </w:tc>
      <w:tc>
        <w:tcPr>
          <w:tcW w:w="2264" w:type="dxa"/>
          <w:vMerge w:val="restart"/>
        </w:tcPr>
        <w:p w14:paraId="2F368D14" w14:textId="77777777"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14:paraId="5ACF09F0" w14:textId="77777777" w:rsidR="00061202" w:rsidRPr="00FF2F2F" w:rsidRDefault="00061202" w:rsidP="00FF2F2F">
          <w:pPr>
            <w:pStyle w:val="Fuzeile"/>
            <w:rPr>
              <w:lang w:val="de-DE"/>
            </w:rPr>
          </w:pPr>
          <w:r w:rsidRPr="00FF2F2F">
            <w:rPr>
              <w:lang w:val="de-DE"/>
            </w:rPr>
            <w:t>Niederlassung Deutschland</w:t>
          </w:r>
        </w:p>
        <w:p w14:paraId="53BD1593" w14:textId="77777777" w:rsidR="00061202" w:rsidRPr="00FF2F2F" w:rsidRDefault="00061202" w:rsidP="00FF2F2F">
          <w:pPr>
            <w:pStyle w:val="Fuzeile"/>
            <w:rPr>
              <w:lang w:val="de-DE"/>
            </w:rPr>
          </w:pPr>
          <w:r w:rsidRPr="00FF2F2F">
            <w:rPr>
              <w:lang w:val="de-DE"/>
            </w:rPr>
            <w:t>SWIFT/BIC:  NDEADEFF</w:t>
          </w:r>
        </w:p>
        <w:p w14:paraId="17F19CFE" w14:textId="77777777" w:rsidR="00061202" w:rsidRPr="00FF2F2F" w:rsidRDefault="00061202" w:rsidP="00FF2F2F">
          <w:pPr>
            <w:pStyle w:val="Fuzeile"/>
            <w:rPr>
              <w:lang w:val="de-DE"/>
            </w:rPr>
          </w:pPr>
          <w:r w:rsidRPr="00FF2F2F">
            <w:rPr>
              <w:lang w:val="de-DE"/>
            </w:rPr>
            <w:t>IBAN:  DE49 5143 0300 6576 2700 01</w:t>
          </w:r>
        </w:p>
        <w:p w14:paraId="2B208807"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1A0F4086" w14:textId="77777777" w:rsidR="00061202" w:rsidRPr="00ED7B7B" w:rsidRDefault="00061202" w:rsidP="00FF2F2F">
          <w:pPr>
            <w:pStyle w:val="Fuzeile"/>
            <w:rPr>
              <w:lang w:val="de-DE"/>
            </w:rPr>
          </w:pPr>
          <w:r w:rsidRPr="00FF2F2F">
            <w:rPr>
              <w:lang w:val="de-DE"/>
            </w:rPr>
            <w:t>Steuer-Nr.:  113/5722/1969</w:t>
          </w:r>
        </w:p>
      </w:tc>
    </w:tr>
    <w:tr w:rsidR="00061202" w:rsidRPr="001F3805" w14:paraId="250B951D" w14:textId="77777777" w:rsidTr="00674C91">
      <w:trPr>
        <w:trHeight w:val="230"/>
      </w:trPr>
      <w:tc>
        <w:tcPr>
          <w:tcW w:w="2030" w:type="dxa"/>
        </w:tcPr>
        <w:p w14:paraId="4CF2EC0C" w14:textId="77777777" w:rsidR="00061202" w:rsidRPr="00183099" w:rsidRDefault="00061202" w:rsidP="00183099">
          <w:pPr>
            <w:pStyle w:val="Fuzeile"/>
            <w:rPr>
              <w:lang w:val="de-DE"/>
            </w:rPr>
          </w:pPr>
          <w:r w:rsidRPr="00183099">
            <w:rPr>
              <w:lang w:val="de-DE"/>
            </w:rPr>
            <w:t>Gewerbering 5</w:t>
          </w:r>
        </w:p>
        <w:p w14:paraId="1E565E01" w14:textId="77777777" w:rsidR="00061202" w:rsidRPr="00183099" w:rsidRDefault="00061202" w:rsidP="00183099">
          <w:pPr>
            <w:pStyle w:val="Fuzeile"/>
            <w:rPr>
              <w:lang w:val="de-DE"/>
            </w:rPr>
          </w:pPr>
          <w:r w:rsidRPr="00183099">
            <w:rPr>
              <w:lang w:val="de-DE"/>
            </w:rPr>
            <w:t>D-47661 Issum</w:t>
          </w:r>
        </w:p>
        <w:p w14:paraId="72611770" w14:textId="77777777" w:rsidR="00061202" w:rsidRPr="00183099" w:rsidRDefault="00061202" w:rsidP="00183099">
          <w:pPr>
            <w:pStyle w:val="Fuzeile"/>
            <w:rPr>
              <w:lang w:val="de-DE"/>
            </w:rPr>
          </w:pPr>
          <w:r w:rsidRPr="00183099">
            <w:rPr>
              <w:lang w:val="de-DE"/>
            </w:rPr>
            <w:t>T:  +49 2835 9244 0</w:t>
          </w:r>
        </w:p>
        <w:p w14:paraId="11CD240B" w14:textId="77777777" w:rsidR="00061202" w:rsidRPr="00183099" w:rsidRDefault="00061202" w:rsidP="00183099">
          <w:pPr>
            <w:pStyle w:val="Fuzeile"/>
            <w:rPr>
              <w:lang w:val="de-DE"/>
            </w:rPr>
          </w:pPr>
          <w:r w:rsidRPr="00183099">
            <w:rPr>
              <w:lang w:val="de-DE"/>
            </w:rPr>
            <w:t>F:  +49 2835 9244 444</w:t>
          </w:r>
        </w:p>
        <w:p w14:paraId="05EC7352"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5B10C28A"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2D04195A" w14:textId="77777777" w:rsidR="00061202" w:rsidRPr="00ED7B7B" w:rsidRDefault="00061202" w:rsidP="00ED7B7B">
          <w:pPr>
            <w:pStyle w:val="Fuzeile"/>
            <w:rPr>
              <w:lang w:val="de-DE"/>
            </w:rPr>
          </w:pPr>
        </w:p>
      </w:tc>
      <w:tc>
        <w:tcPr>
          <w:tcW w:w="1866" w:type="dxa"/>
          <w:vMerge/>
        </w:tcPr>
        <w:p w14:paraId="114D56C8" w14:textId="77777777" w:rsidR="00061202" w:rsidRPr="00ED7B7B" w:rsidRDefault="00061202" w:rsidP="00ED7B7B">
          <w:pPr>
            <w:pStyle w:val="Fuzeile"/>
            <w:rPr>
              <w:lang w:val="de-DE"/>
            </w:rPr>
          </w:pPr>
        </w:p>
      </w:tc>
      <w:tc>
        <w:tcPr>
          <w:tcW w:w="1468" w:type="dxa"/>
          <w:vMerge/>
        </w:tcPr>
        <w:p w14:paraId="5F06FC43" w14:textId="77777777" w:rsidR="00061202" w:rsidRPr="00ED7B7B" w:rsidRDefault="00061202" w:rsidP="00ED7B7B">
          <w:pPr>
            <w:rPr>
              <w:lang w:val="de-DE"/>
            </w:rPr>
          </w:pPr>
        </w:p>
      </w:tc>
      <w:tc>
        <w:tcPr>
          <w:tcW w:w="2264" w:type="dxa"/>
          <w:vMerge/>
        </w:tcPr>
        <w:p w14:paraId="2A088CBA" w14:textId="77777777" w:rsidR="00061202" w:rsidRPr="00ED7B7B" w:rsidRDefault="00061202" w:rsidP="00ED7B7B">
          <w:pPr>
            <w:rPr>
              <w:lang w:val="de-DE"/>
            </w:rPr>
          </w:pPr>
        </w:p>
      </w:tc>
    </w:tr>
  </w:tbl>
  <w:p w14:paraId="48642F55"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6809401F" w14:textId="77777777" w:rsidTr="00674C91">
      <w:trPr>
        <w:trHeight w:val="340"/>
      </w:trPr>
      <w:tc>
        <w:tcPr>
          <w:tcW w:w="2030" w:type="dxa"/>
          <w:tcBorders>
            <w:top w:val="single" w:sz="8" w:space="0" w:color="4F5250" w:themeColor="accent1"/>
          </w:tcBorders>
        </w:tcPr>
        <w:p w14:paraId="69613BAE" w14:textId="77777777" w:rsidR="00061202" w:rsidRPr="00ED7B7B" w:rsidRDefault="00061202">
          <w:pPr>
            <w:pStyle w:val="Fuzeile"/>
            <w:rPr>
              <w:lang w:val="de-DE"/>
            </w:rPr>
          </w:pPr>
        </w:p>
      </w:tc>
      <w:tc>
        <w:tcPr>
          <w:tcW w:w="1866" w:type="dxa"/>
          <w:tcBorders>
            <w:top w:val="single" w:sz="8" w:space="0" w:color="4F5250" w:themeColor="accent1"/>
          </w:tcBorders>
        </w:tcPr>
        <w:p w14:paraId="523B7A78"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4ED63BE3"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0BC45BB2"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06FE622E" w14:textId="77777777" w:rsidR="00061202" w:rsidRPr="00ED7B7B" w:rsidRDefault="00061202" w:rsidP="001E3ECA">
          <w:pPr>
            <w:pStyle w:val="Fuzeile"/>
            <w:rPr>
              <w:lang w:val="de-DE"/>
            </w:rPr>
          </w:pPr>
        </w:p>
      </w:tc>
    </w:tr>
    <w:tr w:rsidR="00061202" w:rsidRPr="001F3805" w14:paraId="39FABBCE" w14:textId="77777777" w:rsidTr="00674C91">
      <w:trPr>
        <w:trHeight w:val="170"/>
      </w:trPr>
      <w:tc>
        <w:tcPr>
          <w:tcW w:w="2030" w:type="dxa"/>
        </w:tcPr>
        <w:p w14:paraId="45EDD50E"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50135439" w14:textId="77777777" w:rsidR="00061202" w:rsidRPr="00FF2F2F" w:rsidRDefault="00061202" w:rsidP="00FF2F2F">
          <w:pPr>
            <w:pStyle w:val="Fuzeile"/>
            <w:rPr>
              <w:lang w:val="de-DE"/>
            </w:rPr>
          </w:pPr>
          <w:r w:rsidRPr="00FF2F2F">
            <w:rPr>
              <w:lang w:val="de-DE"/>
            </w:rPr>
            <w:t>Zweigstelle Göppingen:</w:t>
          </w:r>
        </w:p>
        <w:p w14:paraId="1092FC41" w14:textId="77777777" w:rsidR="00061202" w:rsidRPr="00FF2F2F" w:rsidRDefault="00061202" w:rsidP="00FF2F2F">
          <w:pPr>
            <w:pStyle w:val="Fuzeile"/>
            <w:rPr>
              <w:lang w:val="de-DE"/>
            </w:rPr>
          </w:pPr>
          <w:r w:rsidRPr="00FF2F2F">
            <w:rPr>
              <w:lang w:val="de-DE"/>
            </w:rPr>
            <w:t>Heilbronner Straße 17/1</w:t>
          </w:r>
        </w:p>
        <w:p w14:paraId="71E41284" w14:textId="77777777" w:rsidR="00061202" w:rsidRPr="00FF2F2F" w:rsidRDefault="00061202" w:rsidP="00FF2F2F">
          <w:pPr>
            <w:pStyle w:val="Fuzeile"/>
            <w:rPr>
              <w:lang w:val="de-DE"/>
            </w:rPr>
          </w:pPr>
          <w:r w:rsidRPr="00FF2F2F">
            <w:rPr>
              <w:lang w:val="de-DE"/>
            </w:rPr>
            <w:t>D-73037 Göppingen</w:t>
          </w:r>
        </w:p>
        <w:p w14:paraId="55A7480A" w14:textId="77777777" w:rsidR="00061202" w:rsidRPr="00FF2F2F" w:rsidRDefault="00061202" w:rsidP="00FF2F2F">
          <w:pPr>
            <w:pStyle w:val="Fuzeile"/>
            <w:rPr>
              <w:lang w:val="de-DE"/>
            </w:rPr>
          </w:pPr>
          <w:r w:rsidRPr="00FF2F2F">
            <w:rPr>
              <w:lang w:val="de-DE"/>
            </w:rPr>
            <w:t>T:  +49 7161 963 800</w:t>
          </w:r>
        </w:p>
        <w:p w14:paraId="0D838BAA" w14:textId="77777777" w:rsidR="00061202" w:rsidRPr="00FF2F2F" w:rsidRDefault="00061202" w:rsidP="00FF2F2F">
          <w:pPr>
            <w:pStyle w:val="Fuzeile"/>
            <w:rPr>
              <w:lang w:val="de-DE"/>
            </w:rPr>
          </w:pPr>
          <w:r w:rsidRPr="00FF2F2F">
            <w:rPr>
              <w:lang w:val="de-DE"/>
            </w:rPr>
            <w:t>F:  +49 7161 963 8049</w:t>
          </w:r>
        </w:p>
        <w:p w14:paraId="0A91BF0B" w14:textId="77777777" w:rsidR="00061202" w:rsidRPr="00FF2F2F" w:rsidRDefault="00061202" w:rsidP="00FF2F2F">
          <w:pPr>
            <w:pStyle w:val="Fuzeile"/>
            <w:rPr>
              <w:lang w:val="de-DE"/>
            </w:rPr>
          </w:pPr>
          <w:r>
            <w:rPr>
              <w:lang w:val="de-DE"/>
            </w:rPr>
            <w:t>info.fastems</w:t>
          </w:r>
          <w:r w:rsidRPr="00FF2F2F">
            <w:rPr>
              <w:lang w:val="de-DE"/>
            </w:rPr>
            <w:t>@fastems.com</w:t>
          </w:r>
        </w:p>
        <w:p w14:paraId="145ACB03"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7A2AE689" w14:textId="77777777" w:rsidR="00061202" w:rsidRPr="00FF2F2F" w:rsidRDefault="00061202" w:rsidP="00FF2F2F">
          <w:pPr>
            <w:pStyle w:val="Fuzeile"/>
            <w:rPr>
              <w:lang w:val="de-DE"/>
            </w:rPr>
          </w:pPr>
          <w:r w:rsidRPr="00FF2F2F">
            <w:rPr>
              <w:lang w:val="de-DE"/>
            </w:rPr>
            <w:t>Zweigstelle Lyon:</w:t>
          </w:r>
        </w:p>
        <w:p w14:paraId="5ADB1BAA" w14:textId="77777777" w:rsidR="00061202" w:rsidRPr="00FF2F2F" w:rsidRDefault="00061202" w:rsidP="00FF2F2F">
          <w:pPr>
            <w:pStyle w:val="Fuzeile"/>
            <w:rPr>
              <w:lang w:val="de-DE"/>
            </w:rPr>
          </w:pPr>
          <w:r w:rsidRPr="00FF2F2F">
            <w:rPr>
              <w:lang w:val="de-DE"/>
            </w:rPr>
            <w:t xml:space="preserve">99, Rue de </w:t>
          </w:r>
          <w:proofErr w:type="spellStart"/>
          <w:r w:rsidRPr="00FF2F2F">
            <w:rPr>
              <w:lang w:val="de-DE"/>
            </w:rPr>
            <w:t>Gerland</w:t>
          </w:r>
          <w:proofErr w:type="spellEnd"/>
        </w:p>
        <w:p w14:paraId="22C13961" w14:textId="77777777" w:rsidR="00061202" w:rsidRPr="00FF2F2F" w:rsidRDefault="00061202" w:rsidP="00FF2F2F">
          <w:pPr>
            <w:pStyle w:val="Fuzeile"/>
            <w:rPr>
              <w:lang w:val="de-DE"/>
            </w:rPr>
          </w:pPr>
          <w:r w:rsidRPr="00FF2F2F">
            <w:rPr>
              <w:lang w:val="de-DE"/>
            </w:rPr>
            <w:t>F-69007 Lyon</w:t>
          </w:r>
        </w:p>
        <w:p w14:paraId="69C2F1F0" w14:textId="77777777" w:rsidR="00061202" w:rsidRPr="00FF2F2F" w:rsidRDefault="00061202" w:rsidP="00FF2F2F">
          <w:pPr>
            <w:pStyle w:val="Fuzeile"/>
            <w:rPr>
              <w:lang w:val="de-DE"/>
            </w:rPr>
          </w:pPr>
          <w:r w:rsidRPr="00FF2F2F">
            <w:rPr>
              <w:lang w:val="de-DE"/>
            </w:rPr>
            <w:t>T:  +33 4 3765 2000</w:t>
          </w:r>
        </w:p>
        <w:p w14:paraId="76C86AC3" w14:textId="77777777" w:rsidR="00061202" w:rsidRPr="00FF2F2F" w:rsidRDefault="00061202" w:rsidP="00FF2F2F">
          <w:pPr>
            <w:pStyle w:val="Fuzeile"/>
            <w:rPr>
              <w:lang w:val="de-DE"/>
            </w:rPr>
          </w:pPr>
          <w:r w:rsidRPr="00FF2F2F">
            <w:rPr>
              <w:lang w:val="de-DE"/>
            </w:rPr>
            <w:t>F:  +33 4 3765 2001</w:t>
          </w:r>
        </w:p>
        <w:p w14:paraId="01B4AE3C" w14:textId="77777777" w:rsidR="00061202" w:rsidRPr="00FF2F2F" w:rsidRDefault="00061202" w:rsidP="00FF2F2F">
          <w:pPr>
            <w:pStyle w:val="Fuzeile"/>
            <w:rPr>
              <w:lang w:val="de-DE"/>
            </w:rPr>
          </w:pPr>
          <w:r w:rsidRPr="00FF2F2F">
            <w:rPr>
              <w:lang w:val="de-DE"/>
            </w:rPr>
            <w:t>info.fastems@fastems.com</w:t>
          </w:r>
        </w:p>
        <w:p w14:paraId="0B8CDCC9"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35FECC36" w14:textId="77777777" w:rsidR="00061202" w:rsidRPr="00FF2F2F" w:rsidRDefault="00061202" w:rsidP="00FF2F2F">
          <w:pPr>
            <w:pStyle w:val="Fuzeile"/>
            <w:rPr>
              <w:lang w:val="de-DE"/>
            </w:rPr>
          </w:pPr>
          <w:r w:rsidRPr="00FF2F2F">
            <w:rPr>
              <w:lang w:val="de-DE"/>
            </w:rPr>
            <w:t>Hauptsitz Issum</w:t>
          </w:r>
        </w:p>
        <w:p w14:paraId="0AECFF24" w14:textId="77777777" w:rsidR="00061202" w:rsidRPr="00FF2F2F" w:rsidRDefault="00061202" w:rsidP="00FF2F2F">
          <w:pPr>
            <w:pStyle w:val="Fuzeile"/>
            <w:rPr>
              <w:lang w:val="de-DE"/>
            </w:rPr>
          </w:pPr>
          <w:r w:rsidRPr="00FF2F2F">
            <w:rPr>
              <w:lang w:val="de-DE"/>
            </w:rPr>
            <w:t xml:space="preserve">Amtsgericht Kleve </w:t>
          </w:r>
        </w:p>
        <w:p w14:paraId="4104AFDE" w14:textId="77777777" w:rsidR="00061202" w:rsidRPr="00FF2F2F" w:rsidRDefault="00061202" w:rsidP="00FF2F2F">
          <w:pPr>
            <w:pStyle w:val="Fuzeile"/>
            <w:rPr>
              <w:lang w:val="de-DE"/>
            </w:rPr>
          </w:pPr>
          <w:r w:rsidRPr="00FF2F2F">
            <w:rPr>
              <w:lang w:val="de-DE"/>
            </w:rPr>
            <w:t>HRB 12692</w:t>
          </w:r>
        </w:p>
        <w:p w14:paraId="6BDB9C6E" w14:textId="77777777" w:rsidR="00061202" w:rsidRPr="00FF2F2F" w:rsidRDefault="00061202" w:rsidP="00FF2F2F">
          <w:pPr>
            <w:pStyle w:val="Fuzeile"/>
            <w:rPr>
              <w:lang w:val="de-DE"/>
            </w:rPr>
          </w:pPr>
          <w:r w:rsidRPr="00FF2F2F">
            <w:rPr>
              <w:lang w:val="de-DE"/>
            </w:rPr>
            <w:t>Geschäftsführer:</w:t>
          </w:r>
        </w:p>
        <w:p w14:paraId="630D1E6C" w14:textId="77777777" w:rsidR="00061202" w:rsidRPr="00FF2F2F" w:rsidRDefault="00061202" w:rsidP="00FF2F2F">
          <w:pPr>
            <w:pStyle w:val="Fuzeile"/>
            <w:rPr>
              <w:lang w:val="de-DE"/>
            </w:rPr>
          </w:pPr>
          <w:r w:rsidRPr="00FF2F2F">
            <w:rPr>
              <w:lang w:val="de-DE"/>
            </w:rPr>
            <w:t>Heikki Hallila</w:t>
          </w:r>
        </w:p>
        <w:p w14:paraId="0954F5D2" w14:textId="77777777" w:rsidR="00061202" w:rsidRPr="00ED7B7B" w:rsidRDefault="00061202" w:rsidP="00FF2F2F">
          <w:pPr>
            <w:pStyle w:val="Fuzeile"/>
            <w:rPr>
              <w:lang w:val="de-DE"/>
            </w:rPr>
          </w:pPr>
        </w:p>
      </w:tc>
      <w:tc>
        <w:tcPr>
          <w:tcW w:w="2264" w:type="dxa"/>
          <w:vMerge w:val="restart"/>
        </w:tcPr>
        <w:p w14:paraId="1B6731F0" w14:textId="77777777" w:rsidR="00061202" w:rsidRPr="00FF2F2F" w:rsidRDefault="00061202" w:rsidP="00FF2F2F">
          <w:pPr>
            <w:pStyle w:val="Fuzeile"/>
            <w:rPr>
              <w:lang w:val="de-DE"/>
            </w:rPr>
          </w:pPr>
          <w:proofErr w:type="spellStart"/>
          <w:r w:rsidRPr="00FF2F2F">
            <w:rPr>
              <w:lang w:val="de-DE"/>
            </w:rPr>
            <w:t>Nordea</w:t>
          </w:r>
          <w:proofErr w:type="spellEnd"/>
          <w:r w:rsidRPr="00FF2F2F">
            <w:rPr>
              <w:lang w:val="de-DE"/>
            </w:rPr>
            <w:t xml:space="preserve"> Bank</w:t>
          </w:r>
          <w:r>
            <w:rPr>
              <w:lang w:val="de-DE"/>
            </w:rPr>
            <w:t xml:space="preserve"> AB</w:t>
          </w:r>
        </w:p>
        <w:p w14:paraId="60F383F3" w14:textId="77777777" w:rsidR="00061202" w:rsidRPr="00FF2F2F" w:rsidRDefault="00061202" w:rsidP="00FF2F2F">
          <w:pPr>
            <w:pStyle w:val="Fuzeile"/>
            <w:rPr>
              <w:lang w:val="de-DE"/>
            </w:rPr>
          </w:pPr>
          <w:r w:rsidRPr="00FF2F2F">
            <w:rPr>
              <w:lang w:val="de-DE"/>
            </w:rPr>
            <w:t>Niederlassung Deutschland</w:t>
          </w:r>
        </w:p>
        <w:p w14:paraId="7919F138" w14:textId="77777777" w:rsidR="00061202" w:rsidRPr="00FF2F2F" w:rsidRDefault="00061202" w:rsidP="00FF2F2F">
          <w:pPr>
            <w:pStyle w:val="Fuzeile"/>
            <w:rPr>
              <w:lang w:val="de-DE"/>
            </w:rPr>
          </w:pPr>
          <w:r w:rsidRPr="00FF2F2F">
            <w:rPr>
              <w:lang w:val="de-DE"/>
            </w:rPr>
            <w:t>SWIFT/BIC:  NDEADEFF</w:t>
          </w:r>
        </w:p>
        <w:p w14:paraId="7347D96B" w14:textId="77777777" w:rsidR="00061202" w:rsidRPr="00FF2F2F" w:rsidRDefault="00061202" w:rsidP="00FF2F2F">
          <w:pPr>
            <w:pStyle w:val="Fuzeile"/>
            <w:rPr>
              <w:lang w:val="de-DE"/>
            </w:rPr>
          </w:pPr>
          <w:r w:rsidRPr="00FF2F2F">
            <w:rPr>
              <w:lang w:val="de-DE"/>
            </w:rPr>
            <w:t>IBAN:  DE49 5143 0300 6576 2700 01</w:t>
          </w:r>
        </w:p>
        <w:p w14:paraId="266CC34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8B3EF3" w14:textId="77777777" w:rsidR="00061202" w:rsidRPr="00ED7B7B" w:rsidRDefault="00061202" w:rsidP="00FF2F2F">
          <w:pPr>
            <w:pStyle w:val="Fuzeile"/>
            <w:rPr>
              <w:lang w:val="de-DE"/>
            </w:rPr>
          </w:pPr>
          <w:r w:rsidRPr="00FF2F2F">
            <w:rPr>
              <w:lang w:val="de-DE"/>
            </w:rPr>
            <w:t>Steuer-Nr.:  113/5722/1969</w:t>
          </w:r>
        </w:p>
      </w:tc>
    </w:tr>
    <w:tr w:rsidR="00061202" w:rsidRPr="001F3805" w14:paraId="04A4F818" w14:textId="77777777" w:rsidTr="00674C91">
      <w:trPr>
        <w:trHeight w:val="230"/>
      </w:trPr>
      <w:tc>
        <w:tcPr>
          <w:tcW w:w="2030" w:type="dxa"/>
        </w:tcPr>
        <w:p w14:paraId="6303AB45" w14:textId="77777777" w:rsidR="00061202" w:rsidRPr="00183099" w:rsidRDefault="00061202" w:rsidP="00183099">
          <w:pPr>
            <w:pStyle w:val="Fuzeile"/>
            <w:rPr>
              <w:lang w:val="de-DE"/>
            </w:rPr>
          </w:pPr>
          <w:r w:rsidRPr="00183099">
            <w:rPr>
              <w:lang w:val="de-DE"/>
            </w:rPr>
            <w:t>Gewerbering 5</w:t>
          </w:r>
        </w:p>
        <w:p w14:paraId="1ECE6350" w14:textId="77777777" w:rsidR="00061202" w:rsidRPr="00183099" w:rsidRDefault="00061202" w:rsidP="00183099">
          <w:pPr>
            <w:pStyle w:val="Fuzeile"/>
            <w:rPr>
              <w:lang w:val="de-DE"/>
            </w:rPr>
          </w:pPr>
          <w:r w:rsidRPr="00183099">
            <w:rPr>
              <w:lang w:val="de-DE"/>
            </w:rPr>
            <w:t>D-47661 Issum</w:t>
          </w:r>
        </w:p>
        <w:p w14:paraId="6EC4C775" w14:textId="77777777" w:rsidR="00061202" w:rsidRPr="00183099" w:rsidRDefault="00061202" w:rsidP="00183099">
          <w:pPr>
            <w:pStyle w:val="Fuzeile"/>
            <w:rPr>
              <w:lang w:val="de-DE"/>
            </w:rPr>
          </w:pPr>
          <w:r w:rsidRPr="00183099">
            <w:rPr>
              <w:lang w:val="de-DE"/>
            </w:rPr>
            <w:t>T:  +49 2835 9244 0</w:t>
          </w:r>
        </w:p>
        <w:p w14:paraId="0E24B3B7" w14:textId="77777777" w:rsidR="00061202" w:rsidRPr="00183099" w:rsidRDefault="00061202" w:rsidP="00183099">
          <w:pPr>
            <w:pStyle w:val="Fuzeile"/>
            <w:rPr>
              <w:lang w:val="de-DE"/>
            </w:rPr>
          </w:pPr>
          <w:r w:rsidRPr="00183099">
            <w:rPr>
              <w:lang w:val="de-DE"/>
            </w:rPr>
            <w:t>F:  +49 2835 9244 444</w:t>
          </w:r>
        </w:p>
        <w:p w14:paraId="310F2FA6"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EA3C7AD"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C2FFF8D" w14:textId="77777777" w:rsidR="00061202" w:rsidRPr="00ED7B7B" w:rsidRDefault="00061202" w:rsidP="00ED7B7B">
          <w:pPr>
            <w:pStyle w:val="Fuzeile"/>
            <w:rPr>
              <w:lang w:val="de-DE"/>
            </w:rPr>
          </w:pPr>
        </w:p>
      </w:tc>
      <w:tc>
        <w:tcPr>
          <w:tcW w:w="1866" w:type="dxa"/>
          <w:vMerge/>
        </w:tcPr>
        <w:p w14:paraId="386BBDE8" w14:textId="77777777" w:rsidR="00061202" w:rsidRPr="00ED7B7B" w:rsidRDefault="00061202" w:rsidP="00ED7B7B">
          <w:pPr>
            <w:pStyle w:val="Fuzeile"/>
            <w:rPr>
              <w:lang w:val="de-DE"/>
            </w:rPr>
          </w:pPr>
        </w:p>
      </w:tc>
      <w:tc>
        <w:tcPr>
          <w:tcW w:w="1468" w:type="dxa"/>
          <w:vMerge/>
        </w:tcPr>
        <w:p w14:paraId="18614686" w14:textId="77777777" w:rsidR="00061202" w:rsidRPr="00ED7B7B" w:rsidRDefault="00061202" w:rsidP="00ED7B7B">
          <w:pPr>
            <w:rPr>
              <w:lang w:val="de-DE"/>
            </w:rPr>
          </w:pPr>
        </w:p>
      </w:tc>
      <w:tc>
        <w:tcPr>
          <w:tcW w:w="2264" w:type="dxa"/>
          <w:vMerge/>
        </w:tcPr>
        <w:p w14:paraId="66DB42F7" w14:textId="77777777" w:rsidR="00061202" w:rsidRPr="00ED7B7B" w:rsidRDefault="00061202" w:rsidP="00ED7B7B">
          <w:pPr>
            <w:rPr>
              <w:lang w:val="de-DE"/>
            </w:rPr>
          </w:pPr>
        </w:p>
      </w:tc>
    </w:tr>
  </w:tbl>
  <w:p w14:paraId="47CE559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89CAF" w14:textId="77777777" w:rsidR="005B4BE9" w:rsidRDefault="005B4BE9" w:rsidP="001C44B3">
      <w:r>
        <w:separator/>
      </w:r>
    </w:p>
  </w:footnote>
  <w:footnote w:type="continuationSeparator" w:id="0">
    <w:p w14:paraId="374AAB78" w14:textId="77777777" w:rsidR="005B4BE9" w:rsidRDefault="005B4BE9"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640D6352" w14:textId="77777777" w:rsidTr="00235DD8">
      <w:trPr>
        <w:trHeight w:hRule="exact" w:val="227"/>
      </w:trPr>
      <w:tc>
        <w:tcPr>
          <w:tcW w:w="3136" w:type="dxa"/>
          <w:vMerge w:val="restart"/>
        </w:tcPr>
        <w:p w14:paraId="742DA411" w14:textId="77777777" w:rsidR="00270F49" w:rsidRDefault="00270F49">
          <w:pPr>
            <w:pStyle w:val="Kopfzeile"/>
          </w:pPr>
          <w:r>
            <w:rPr>
              <w:noProof/>
              <w:lang w:val="de-DE" w:eastAsia="de-DE"/>
            </w:rPr>
            <w:drawing>
              <wp:inline distT="0" distB="0" distL="0" distR="0" wp14:anchorId="65912909" wp14:editId="0CE02C9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15FC0688" w14:textId="77777777" w:rsidR="00270F49" w:rsidRDefault="00270F49">
          <w:pPr>
            <w:pStyle w:val="Kopfzeile"/>
          </w:pPr>
        </w:p>
      </w:tc>
      <w:tc>
        <w:tcPr>
          <w:tcW w:w="3219" w:type="dxa"/>
        </w:tcPr>
        <w:p w14:paraId="009347AE" w14:textId="77777777" w:rsidR="00270F49" w:rsidRDefault="00270F49" w:rsidP="00AD4C2F">
          <w:pPr>
            <w:pStyle w:val="Kopfzeile"/>
            <w:jc w:val="right"/>
          </w:pPr>
        </w:p>
      </w:tc>
      <w:tc>
        <w:tcPr>
          <w:tcW w:w="2688" w:type="dxa"/>
        </w:tcPr>
        <w:p w14:paraId="2D31A17F" w14:textId="77777777" w:rsidR="00270F49" w:rsidRDefault="00270F49" w:rsidP="001C44B3">
          <w:pPr>
            <w:pStyle w:val="Kopfzeile"/>
            <w:jc w:val="right"/>
          </w:pPr>
        </w:p>
      </w:tc>
    </w:tr>
    <w:tr w:rsidR="00270F49" w14:paraId="52EE51B7" w14:textId="77777777" w:rsidTr="001C44B3">
      <w:tc>
        <w:tcPr>
          <w:tcW w:w="3136" w:type="dxa"/>
          <w:vMerge/>
        </w:tcPr>
        <w:p w14:paraId="70A8327D" w14:textId="77777777" w:rsidR="00270F49" w:rsidRDefault="00270F49">
          <w:pPr>
            <w:pStyle w:val="Kopfzeile"/>
            <w:rPr>
              <w:noProof/>
              <w:lang w:eastAsia="fi-FI"/>
            </w:rPr>
          </w:pPr>
        </w:p>
      </w:tc>
      <w:tc>
        <w:tcPr>
          <w:tcW w:w="336" w:type="dxa"/>
        </w:tcPr>
        <w:p w14:paraId="7FA5EAEE"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0-12-15T00:00:00Z">
            <w:dateFormat w:val="d.M.yyyy"/>
            <w:lid w:val="fi-FI"/>
            <w:storeMappedDataAs w:val="dateTime"/>
            <w:calendar w:val="gregorian"/>
          </w:date>
        </w:sdtPr>
        <w:sdtEndPr/>
        <w:sdtContent>
          <w:tc>
            <w:tcPr>
              <w:tcW w:w="3219" w:type="dxa"/>
            </w:tcPr>
            <w:p w14:paraId="1B32A0AD" w14:textId="5724DACF" w:rsidR="00270F49" w:rsidRDefault="001D1277" w:rsidP="00701680">
              <w:pPr>
                <w:pStyle w:val="Kopfzeile"/>
                <w:jc w:val="right"/>
              </w:pPr>
              <w:r>
                <w:t>1</w:t>
              </w:r>
              <w:r w:rsidR="00681872">
                <w:t>5</w:t>
              </w:r>
              <w:r w:rsidR="003554B8">
                <w:rPr>
                  <w:lang w:val="fi-FI"/>
                </w:rPr>
                <w:t>.1</w:t>
              </w:r>
              <w:r w:rsidR="00681872">
                <w:rPr>
                  <w:lang w:val="fi-FI"/>
                </w:rPr>
                <w:t>2</w:t>
              </w:r>
              <w:r w:rsidR="003554B8">
                <w:rPr>
                  <w:lang w:val="fi-FI"/>
                </w:rPr>
                <w:t>.2020</w:t>
              </w:r>
            </w:p>
          </w:tc>
        </w:sdtContent>
      </w:sdt>
      <w:tc>
        <w:tcPr>
          <w:tcW w:w="2688" w:type="dxa"/>
        </w:tcPr>
        <w:p w14:paraId="004ADC33"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51E8809C" w14:textId="77777777" w:rsidTr="001C44B3">
      <w:tc>
        <w:tcPr>
          <w:tcW w:w="3136" w:type="dxa"/>
          <w:vMerge/>
        </w:tcPr>
        <w:p w14:paraId="1BC1B45F" w14:textId="77777777" w:rsidR="00270F49" w:rsidRDefault="00270F49">
          <w:pPr>
            <w:pStyle w:val="Kopfzeile"/>
            <w:rPr>
              <w:noProof/>
              <w:lang w:eastAsia="fi-FI"/>
            </w:rPr>
          </w:pPr>
        </w:p>
      </w:tc>
      <w:tc>
        <w:tcPr>
          <w:tcW w:w="336" w:type="dxa"/>
        </w:tcPr>
        <w:p w14:paraId="71316F09" w14:textId="77777777" w:rsidR="00270F49" w:rsidRDefault="00270F49">
          <w:pPr>
            <w:pStyle w:val="Kopfzeile"/>
          </w:pPr>
        </w:p>
      </w:tc>
      <w:tc>
        <w:tcPr>
          <w:tcW w:w="3219" w:type="dxa"/>
        </w:tcPr>
        <w:p w14:paraId="107D93E6" w14:textId="77777777" w:rsidR="00270F49" w:rsidRPr="00867EF2" w:rsidRDefault="00270F49" w:rsidP="00E22FAC">
          <w:pPr>
            <w:pStyle w:val="Kopfzeile"/>
            <w:jc w:val="right"/>
          </w:pPr>
        </w:p>
      </w:tc>
      <w:tc>
        <w:tcPr>
          <w:tcW w:w="2688" w:type="dxa"/>
        </w:tcPr>
        <w:p w14:paraId="3C9F9A20" w14:textId="77777777" w:rsidR="00270F49" w:rsidRDefault="00270F49" w:rsidP="00E22FAC">
          <w:pPr>
            <w:pStyle w:val="Kopfzeile"/>
            <w:jc w:val="right"/>
          </w:pPr>
        </w:p>
      </w:tc>
    </w:tr>
    <w:tr w:rsidR="00270F49" w14:paraId="68F7DBB5" w14:textId="77777777" w:rsidTr="001C44B3">
      <w:tc>
        <w:tcPr>
          <w:tcW w:w="3136" w:type="dxa"/>
          <w:vMerge/>
        </w:tcPr>
        <w:p w14:paraId="5F9AC958" w14:textId="77777777" w:rsidR="00270F49" w:rsidRDefault="00270F49">
          <w:pPr>
            <w:pStyle w:val="Kopfzeile"/>
            <w:rPr>
              <w:noProof/>
              <w:lang w:eastAsia="fi-FI"/>
            </w:rPr>
          </w:pPr>
        </w:p>
      </w:tc>
      <w:tc>
        <w:tcPr>
          <w:tcW w:w="336" w:type="dxa"/>
        </w:tcPr>
        <w:p w14:paraId="502B2BA8" w14:textId="77777777" w:rsidR="00270F49" w:rsidRDefault="00270F49">
          <w:pPr>
            <w:pStyle w:val="Kopfzeile"/>
          </w:pPr>
        </w:p>
      </w:tc>
      <w:tc>
        <w:tcPr>
          <w:tcW w:w="3219" w:type="dxa"/>
        </w:tcPr>
        <w:p w14:paraId="23369B15" w14:textId="77777777" w:rsidR="00270F49" w:rsidRDefault="00270F49" w:rsidP="001C44B3">
          <w:pPr>
            <w:pStyle w:val="Kopfzeile"/>
            <w:jc w:val="right"/>
          </w:pPr>
        </w:p>
      </w:tc>
      <w:tc>
        <w:tcPr>
          <w:tcW w:w="2688" w:type="dxa"/>
        </w:tcPr>
        <w:p w14:paraId="00E84050" w14:textId="77777777" w:rsidR="00270F49" w:rsidRDefault="00270F49" w:rsidP="001C44B3">
          <w:pPr>
            <w:pStyle w:val="Kopfzeile"/>
            <w:jc w:val="right"/>
          </w:pPr>
        </w:p>
      </w:tc>
    </w:tr>
    <w:tr w:rsidR="00270F49" w14:paraId="00E643CD" w14:textId="77777777" w:rsidTr="001C44B3">
      <w:tc>
        <w:tcPr>
          <w:tcW w:w="3136" w:type="dxa"/>
        </w:tcPr>
        <w:p w14:paraId="07B493C3" w14:textId="77777777" w:rsidR="00270F49" w:rsidRDefault="00270F49">
          <w:pPr>
            <w:pStyle w:val="Kopfzeile"/>
            <w:rPr>
              <w:noProof/>
              <w:lang w:eastAsia="fi-FI"/>
            </w:rPr>
          </w:pPr>
        </w:p>
      </w:tc>
      <w:tc>
        <w:tcPr>
          <w:tcW w:w="336" w:type="dxa"/>
        </w:tcPr>
        <w:p w14:paraId="35955916" w14:textId="77777777" w:rsidR="00270F49" w:rsidRDefault="00270F49">
          <w:pPr>
            <w:pStyle w:val="Kopfzeile"/>
          </w:pPr>
        </w:p>
      </w:tc>
      <w:tc>
        <w:tcPr>
          <w:tcW w:w="3219" w:type="dxa"/>
        </w:tcPr>
        <w:p w14:paraId="3D877224" w14:textId="77777777" w:rsidR="00270F49" w:rsidRDefault="00270F49" w:rsidP="001C44B3">
          <w:pPr>
            <w:pStyle w:val="Kopfzeile"/>
            <w:jc w:val="right"/>
          </w:pPr>
        </w:p>
      </w:tc>
      <w:tc>
        <w:tcPr>
          <w:tcW w:w="2688" w:type="dxa"/>
        </w:tcPr>
        <w:p w14:paraId="10329E0E" w14:textId="77777777" w:rsidR="00270F49" w:rsidRDefault="00270F49" w:rsidP="001C44B3">
          <w:pPr>
            <w:pStyle w:val="Kopfzeile"/>
            <w:jc w:val="right"/>
          </w:pPr>
        </w:p>
      </w:tc>
    </w:tr>
  </w:tbl>
  <w:p w14:paraId="1CC3B23E"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50402253" w14:textId="77777777" w:rsidTr="00235DD8">
      <w:trPr>
        <w:trHeight w:hRule="exact" w:val="227"/>
      </w:trPr>
      <w:tc>
        <w:tcPr>
          <w:tcW w:w="3136" w:type="dxa"/>
          <w:vMerge w:val="restart"/>
        </w:tcPr>
        <w:p w14:paraId="207AEDD8" w14:textId="77777777" w:rsidR="00DE2EB5" w:rsidRDefault="00DE2EB5">
          <w:pPr>
            <w:pStyle w:val="Kopfzeile"/>
          </w:pPr>
          <w:r>
            <w:rPr>
              <w:noProof/>
              <w:lang w:val="de-DE" w:eastAsia="de-DE"/>
            </w:rPr>
            <w:drawing>
              <wp:inline distT="0" distB="0" distL="0" distR="0" wp14:anchorId="0F1A788B" wp14:editId="058F1303">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27032AF2" w14:textId="77777777" w:rsidR="00DE2EB5" w:rsidRDefault="00DE2EB5">
          <w:pPr>
            <w:pStyle w:val="Kopfzeile"/>
          </w:pPr>
        </w:p>
      </w:tc>
      <w:tc>
        <w:tcPr>
          <w:tcW w:w="3219" w:type="dxa"/>
        </w:tcPr>
        <w:p w14:paraId="3F935796" w14:textId="77777777" w:rsidR="00DE2EB5" w:rsidRDefault="00DE2EB5" w:rsidP="00AD4C2F">
          <w:pPr>
            <w:pStyle w:val="Kopfzeile"/>
            <w:jc w:val="right"/>
          </w:pPr>
        </w:p>
      </w:tc>
      <w:tc>
        <w:tcPr>
          <w:tcW w:w="2688" w:type="dxa"/>
        </w:tcPr>
        <w:p w14:paraId="1293EEE2" w14:textId="77777777" w:rsidR="00DE2EB5" w:rsidRDefault="00DE2EB5" w:rsidP="001C44B3">
          <w:pPr>
            <w:pStyle w:val="Kopfzeile"/>
            <w:jc w:val="right"/>
          </w:pPr>
        </w:p>
      </w:tc>
    </w:tr>
    <w:tr w:rsidR="00DE2EB5" w14:paraId="5F69D67D" w14:textId="77777777" w:rsidTr="001C44B3">
      <w:tc>
        <w:tcPr>
          <w:tcW w:w="3136" w:type="dxa"/>
          <w:vMerge/>
        </w:tcPr>
        <w:p w14:paraId="4771BC45" w14:textId="77777777" w:rsidR="00DE2EB5" w:rsidRDefault="00DE2EB5">
          <w:pPr>
            <w:pStyle w:val="Kopfzeile"/>
            <w:rPr>
              <w:noProof/>
              <w:lang w:eastAsia="fi-FI"/>
            </w:rPr>
          </w:pPr>
        </w:p>
      </w:tc>
      <w:tc>
        <w:tcPr>
          <w:tcW w:w="336" w:type="dxa"/>
        </w:tcPr>
        <w:p w14:paraId="71506F0A"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0-12-15T00:00:00Z">
            <w:dateFormat w:val="d.M.yyyy"/>
            <w:lid w:val="fi-FI"/>
            <w:storeMappedDataAs w:val="dateTime"/>
            <w:calendar w:val="gregorian"/>
          </w:date>
        </w:sdtPr>
        <w:sdtEndPr/>
        <w:sdtContent>
          <w:tc>
            <w:tcPr>
              <w:tcW w:w="3219" w:type="dxa"/>
            </w:tcPr>
            <w:p w14:paraId="35C0D9E1" w14:textId="158D082F" w:rsidR="00DE2EB5" w:rsidRDefault="00681872" w:rsidP="00E22FAC">
              <w:pPr>
                <w:pStyle w:val="Kopfzeile"/>
                <w:jc w:val="right"/>
              </w:pPr>
              <w:r>
                <w:rPr>
                  <w:lang w:val="fi-FI"/>
                </w:rPr>
                <w:t>15.12.2020</w:t>
              </w:r>
            </w:p>
          </w:tc>
        </w:sdtContent>
      </w:sdt>
      <w:tc>
        <w:tcPr>
          <w:tcW w:w="2688" w:type="dxa"/>
        </w:tcPr>
        <w:p w14:paraId="42736155"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5C3495D1" w14:textId="77777777" w:rsidTr="001C44B3">
      <w:tc>
        <w:tcPr>
          <w:tcW w:w="3136" w:type="dxa"/>
          <w:vMerge/>
        </w:tcPr>
        <w:p w14:paraId="7A5666BA" w14:textId="77777777" w:rsidR="00DE2EB5" w:rsidRDefault="00DE2EB5">
          <w:pPr>
            <w:pStyle w:val="Kopfzeile"/>
            <w:rPr>
              <w:noProof/>
              <w:lang w:eastAsia="fi-FI"/>
            </w:rPr>
          </w:pPr>
        </w:p>
      </w:tc>
      <w:tc>
        <w:tcPr>
          <w:tcW w:w="336" w:type="dxa"/>
        </w:tcPr>
        <w:p w14:paraId="5FAFEE4C"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14:paraId="7B55B5D8"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222E1050" w14:textId="77777777" w:rsidR="00DE2EB5" w:rsidRDefault="00DE2EB5" w:rsidP="00E22FAC">
          <w:pPr>
            <w:pStyle w:val="Kopfzeile"/>
            <w:jc w:val="right"/>
          </w:pPr>
        </w:p>
      </w:tc>
    </w:tr>
    <w:tr w:rsidR="00DE2EB5" w14:paraId="019A8632" w14:textId="77777777" w:rsidTr="001C44B3">
      <w:tc>
        <w:tcPr>
          <w:tcW w:w="3136" w:type="dxa"/>
          <w:vMerge/>
        </w:tcPr>
        <w:p w14:paraId="68645B13" w14:textId="77777777" w:rsidR="00DE2EB5" w:rsidRDefault="00DE2EB5">
          <w:pPr>
            <w:pStyle w:val="Kopfzeile"/>
            <w:rPr>
              <w:noProof/>
              <w:lang w:eastAsia="fi-FI"/>
            </w:rPr>
          </w:pPr>
        </w:p>
      </w:tc>
      <w:tc>
        <w:tcPr>
          <w:tcW w:w="336" w:type="dxa"/>
        </w:tcPr>
        <w:p w14:paraId="6D06D42C" w14:textId="77777777" w:rsidR="00DE2EB5" w:rsidRDefault="00DE2EB5">
          <w:pPr>
            <w:pStyle w:val="Kopfzeile"/>
          </w:pPr>
        </w:p>
      </w:tc>
      <w:tc>
        <w:tcPr>
          <w:tcW w:w="3219" w:type="dxa"/>
        </w:tcPr>
        <w:p w14:paraId="3A0687E2" w14:textId="77777777" w:rsidR="00DE2EB5" w:rsidRDefault="00DE2EB5" w:rsidP="001C44B3">
          <w:pPr>
            <w:pStyle w:val="Kopfzeile"/>
            <w:jc w:val="right"/>
          </w:pPr>
        </w:p>
      </w:tc>
      <w:tc>
        <w:tcPr>
          <w:tcW w:w="2688" w:type="dxa"/>
        </w:tcPr>
        <w:p w14:paraId="2797B229" w14:textId="77777777" w:rsidR="00DE2EB5" w:rsidRDefault="00DE2EB5" w:rsidP="001C44B3">
          <w:pPr>
            <w:pStyle w:val="Kopfzeile"/>
            <w:jc w:val="right"/>
          </w:pPr>
        </w:p>
      </w:tc>
    </w:tr>
    <w:tr w:rsidR="00DE2EB5" w14:paraId="184FAD56"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14:paraId="201AE197" w14:textId="77777777" w:rsidR="00DE2EB5" w:rsidRDefault="006C2B35">
              <w:pPr>
                <w:pStyle w:val="Kopfzeile"/>
                <w:rPr>
                  <w:noProof/>
                  <w:lang w:eastAsia="fi-FI"/>
                </w:rPr>
              </w:pPr>
              <w:r>
                <w:rPr>
                  <w:noProof/>
                  <w:lang w:eastAsia="fi-FI"/>
                </w:rPr>
                <w:t>Teuwsen Maike</w:t>
              </w:r>
            </w:p>
          </w:tc>
        </w:sdtContent>
      </w:sdt>
      <w:tc>
        <w:tcPr>
          <w:tcW w:w="336" w:type="dxa"/>
        </w:tcPr>
        <w:p w14:paraId="424D24E4" w14:textId="77777777" w:rsidR="00DE2EB5" w:rsidRDefault="00DE2EB5">
          <w:pPr>
            <w:pStyle w:val="Kopfzeile"/>
          </w:pPr>
        </w:p>
      </w:tc>
      <w:tc>
        <w:tcPr>
          <w:tcW w:w="3219" w:type="dxa"/>
        </w:tcPr>
        <w:p w14:paraId="248D054D" w14:textId="77777777" w:rsidR="00DE2EB5" w:rsidRDefault="00DE2EB5" w:rsidP="001C44B3">
          <w:pPr>
            <w:pStyle w:val="Kopfzeile"/>
            <w:jc w:val="right"/>
          </w:pPr>
        </w:p>
      </w:tc>
      <w:tc>
        <w:tcPr>
          <w:tcW w:w="2688" w:type="dxa"/>
        </w:tcPr>
        <w:p w14:paraId="51111B43" w14:textId="77777777" w:rsidR="00DE2EB5" w:rsidRDefault="00DE2EB5" w:rsidP="001C44B3">
          <w:pPr>
            <w:pStyle w:val="Kopfzeile"/>
            <w:jc w:val="right"/>
          </w:pPr>
        </w:p>
      </w:tc>
    </w:tr>
  </w:tbl>
  <w:p w14:paraId="43B98778"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A915675"/>
    <w:multiLevelType w:val="multilevel"/>
    <w:tmpl w:val="03D8B05C"/>
    <w:numStyleLink w:val="Numberlist"/>
  </w:abstractNum>
  <w:abstractNum w:abstractNumId="8"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7"/>
  </w:num>
  <w:num w:numId="7">
    <w:abstractNumId w:val="8"/>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61202"/>
    <w:rsid w:val="00067594"/>
    <w:rsid w:val="00082DED"/>
    <w:rsid w:val="000968BF"/>
    <w:rsid w:val="000A10E6"/>
    <w:rsid w:val="000B0C4F"/>
    <w:rsid w:val="000B4843"/>
    <w:rsid w:val="000B4D83"/>
    <w:rsid w:val="000C3708"/>
    <w:rsid w:val="000C6CC8"/>
    <w:rsid w:val="000D5719"/>
    <w:rsid w:val="000E22B6"/>
    <w:rsid w:val="000F4E8A"/>
    <w:rsid w:val="00111E37"/>
    <w:rsid w:val="00113188"/>
    <w:rsid w:val="00120A71"/>
    <w:rsid w:val="00132D12"/>
    <w:rsid w:val="00141689"/>
    <w:rsid w:val="00142763"/>
    <w:rsid w:val="00145D96"/>
    <w:rsid w:val="00147E54"/>
    <w:rsid w:val="001747CF"/>
    <w:rsid w:val="001768C8"/>
    <w:rsid w:val="00177BCB"/>
    <w:rsid w:val="0018279A"/>
    <w:rsid w:val="00183F07"/>
    <w:rsid w:val="00185476"/>
    <w:rsid w:val="001876A8"/>
    <w:rsid w:val="001913B2"/>
    <w:rsid w:val="00195EF7"/>
    <w:rsid w:val="001A246F"/>
    <w:rsid w:val="001C0EC8"/>
    <w:rsid w:val="001C44B3"/>
    <w:rsid w:val="001C45F8"/>
    <w:rsid w:val="001D1277"/>
    <w:rsid w:val="001D6D56"/>
    <w:rsid w:val="001E3ECA"/>
    <w:rsid w:val="001F3805"/>
    <w:rsid w:val="001F5AAD"/>
    <w:rsid w:val="001F6A5E"/>
    <w:rsid w:val="00212FB6"/>
    <w:rsid w:val="00213DF2"/>
    <w:rsid w:val="002248BE"/>
    <w:rsid w:val="00234BFB"/>
    <w:rsid w:val="0023525D"/>
    <w:rsid w:val="00235DD8"/>
    <w:rsid w:val="00256DB9"/>
    <w:rsid w:val="002615AD"/>
    <w:rsid w:val="00270F49"/>
    <w:rsid w:val="00273A74"/>
    <w:rsid w:val="002764EA"/>
    <w:rsid w:val="0027747B"/>
    <w:rsid w:val="00283B2A"/>
    <w:rsid w:val="002971E8"/>
    <w:rsid w:val="002A37B6"/>
    <w:rsid w:val="002A3E56"/>
    <w:rsid w:val="002C143D"/>
    <w:rsid w:val="002E0746"/>
    <w:rsid w:val="002E0CAA"/>
    <w:rsid w:val="002E421D"/>
    <w:rsid w:val="002E42DD"/>
    <w:rsid w:val="002E5DA3"/>
    <w:rsid w:val="002F5F9C"/>
    <w:rsid w:val="002F7E44"/>
    <w:rsid w:val="003016C2"/>
    <w:rsid w:val="00310D40"/>
    <w:rsid w:val="0031779E"/>
    <w:rsid w:val="00322271"/>
    <w:rsid w:val="003268E1"/>
    <w:rsid w:val="00337250"/>
    <w:rsid w:val="00340FE4"/>
    <w:rsid w:val="00343B82"/>
    <w:rsid w:val="00346111"/>
    <w:rsid w:val="00354C20"/>
    <w:rsid w:val="003554B8"/>
    <w:rsid w:val="003575F7"/>
    <w:rsid w:val="00365206"/>
    <w:rsid w:val="003724CA"/>
    <w:rsid w:val="003739FC"/>
    <w:rsid w:val="00380DED"/>
    <w:rsid w:val="00386103"/>
    <w:rsid w:val="003A3ECE"/>
    <w:rsid w:val="003A43BA"/>
    <w:rsid w:val="003B101F"/>
    <w:rsid w:val="003C4569"/>
    <w:rsid w:val="003C7FF1"/>
    <w:rsid w:val="003D205C"/>
    <w:rsid w:val="003D2D5E"/>
    <w:rsid w:val="003E00D5"/>
    <w:rsid w:val="003E1FF0"/>
    <w:rsid w:val="003F07F3"/>
    <w:rsid w:val="003F4190"/>
    <w:rsid w:val="004001C3"/>
    <w:rsid w:val="004132E0"/>
    <w:rsid w:val="00415E93"/>
    <w:rsid w:val="00435B2C"/>
    <w:rsid w:val="00441456"/>
    <w:rsid w:val="00445864"/>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4E5F65"/>
    <w:rsid w:val="004F2B08"/>
    <w:rsid w:val="005101B9"/>
    <w:rsid w:val="005120BB"/>
    <w:rsid w:val="005130DC"/>
    <w:rsid w:val="005226EF"/>
    <w:rsid w:val="005264EB"/>
    <w:rsid w:val="00535257"/>
    <w:rsid w:val="005416D6"/>
    <w:rsid w:val="005420B6"/>
    <w:rsid w:val="00552ADD"/>
    <w:rsid w:val="005638E5"/>
    <w:rsid w:val="00583733"/>
    <w:rsid w:val="005875FB"/>
    <w:rsid w:val="0059756D"/>
    <w:rsid w:val="005A37F6"/>
    <w:rsid w:val="005B0DD9"/>
    <w:rsid w:val="005B4969"/>
    <w:rsid w:val="005B4BE9"/>
    <w:rsid w:val="005C2E04"/>
    <w:rsid w:val="005C420E"/>
    <w:rsid w:val="005C48EA"/>
    <w:rsid w:val="005C5DED"/>
    <w:rsid w:val="005D7D69"/>
    <w:rsid w:val="005E2E7C"/>
    <w:rsid w:val="005E3459"/>
    <w:rsid w:val="005F49B9"/>
    <w:rsid w:val="005F569C"/>
    <w:rsid w:val="00604113"/>
    <w:rsid w:val="00606A95"/>
    <w:rsid w:val="00611F76"/>
    <w:rsid w:val="006140D4"/>
    <w:rsid w:val="00623AF0"/>
    <w:rsid w:val="00634B20"/>
    <w:rsid w:val="0065688E"/>
    <w:rsid w:val="00681872"/>
    <w:rsid w:val="006A2615"/>
    <w:rsid w:val="006B0753"/>
    <w:rsid w:val="006C28D9"/>
    <w:rsid w:val="006C2B35"/>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6F5E"/>
    <w:rsid w:val="00732611"/>
    <w:rsid w:val="00741BF5"/>
    <w:rsid w:val="00746B95"/>
    <w:rsid w:val="00746C94"/>
    <w:rsid w:val="00757B69"/>
    <w:rsid w:val="00765D70"/>
    <w:rsid w:val="00773664"/>
    <w:rsid w:val="0078650F"/>
    <w:rsid w:val="007865AA"/>
    <w:rsid w:val="007A1299"/>
    <w:rsid w:val="007A4036"/>
    <w:rsid w:val="007A5123"/>
    <w:rsid w:val="007B02CC"/>
    <w:rsid w:val="007B1428"/>
    <w:rsid w:val="007F404B"/>
    <w:rsid w:val="00805059"/>
    <w:rsid w:val="008105C1"/>
    <w:rsid w:val="00816856"/>
    <w:rsid w:val="00821A55"/>
    <w:rsid w:val="008327F6"/>
    <w:rsid w:val="00832C1D"/>
    <w:rsid w:val="008410B4"/>
    <w:rsid w:val="00867EF2"/>
    <w:rsid w:val="00873E6B"/>
    <w:rsid w:val="00884BAB"/>
    <w:rsid w:val="00890042"/>
    <w:rsid w:val="008B3438"/>
    <w:rsid w:val="008C2E57"/>
    <w:rsid w:val="008D2638"/>
    <w:rsid w:val="008D2EF9"/>
    <w:rsid w:val="008D64B6"/>
    <w:rsid w:val="008E725D"/>
    <w:rsid w:val="009207F7"/>
    <w:rsid w:val="0092791E"/>
    <w:rsid w:val="009341A3"/>
    <w:rsid w:val="009358DE"/>
    <w:rsid w:val="00941BE2"/>
    <w:rsid w:val="00976951"/>
    <w:rsid w:val="00982578"/>
    <w:rsid w:val="009832BE"/>
    <w:rsid w:val="00984786"/>
    <w:rsid w:val="00984F1A"/>
    <w:rsid w:val="009850EE"/>
    <w:rsid w:val="009941B4"/>
    <w:rsid w:val="009A5814"/>
    <w:rsid w:val="009B2AE0"/>
    <w:rsid w:val="009B346D"/>
    <w:rsid w:val="009B79AF"/>
    <w:rsid w:val="009C47FC"/>
    <w:rsid w:val="009D5100"/>
    <w:rsid w:val="009D53DA"/>
    <w:rsid w:val="009D7E4D"/>
    <w:rsid w:val="009E345E"/>
    <w:rsid w:val="009E69D3"/>
    <w:rsid w:val="009E6EE0"/>
    <w:rsid w:val="009F3FAC"/>
    <w:rsid w:val="00A03601"/>
    <w:rsid w:val="00A20FB8"/>
    <w:rsid w:val="00A24EE3"/>
    <w:rsid w:val="00A36D91"/>
    <w:rsid w:val="00A46505"/>
    <w:rsid w:val="00A76C3A"/>
    <w:rsid w:val="00A855AE"/>
    <w:rsid w:val="00A868C2"/>
    <w:rsid w:val="00A916BA"/>
    <w:rsid w:val="00A97D57"/>
    <w:rsid w:val="00AA1635"/>
    <w:rsid w:val="00AA3BCC"/>
    <w:rsid w:val="00AA55E1"/>
    <w:rsid w:val="00AA630A"/>
    <w:rsid w:val="00AA76B1"/>
    <w:rsid w:val="00AC5338"/>
    <w:rsid w:val="00AD28A7"/>
    <w:rsid w:val="00AE00D1"/>
    <w:rsid w:val="00AE039E"/>
    <w:rsid w:val="00AE2317"/>
    <w:rsid w:val="00AF47AD"/>
    <w:rsid w:val="00AF5960"/>
    <w:rsid w:val="00B05FAA"/>
    <w:rsid w:val="00B13A9D"/>
    <w:rsid w:val="00B1439B"/>
    <w:rsid w:val="00B14DDB"/>
    <w:rsid w:val="00B30EDF"/>
    <w:rsid w:val="00B36F0E"/>
    <w:rsid w:val="00B416A2"/>
    <w:rsid w:val="00B4534B"/>
    <w:rsid w:val="00B54332"/>
    <w:rsid w:val="00B54A81"/>
    <w:rsid w:val="00B75583"/>
    <w:rsid w:val="00B8542D"/>
    <w:rsid w:val="00B93067"/>
    <w:rsid w:val="00B93331"/>
    <w:rsid w:val="00B94CB1"/>
    <w:rsid w:val="00BA02A8"/>
    <w:rsid w:val="00BB1848"/>
    <w:rsid w:val="00BE3EE6"/>
    <w:rsid w:val="00BF2E0C"/>
    <w:rsid w:val="00C03E7A"/>
    <w:rsid w:val="00C22B8D"/>
    <w:rsid w:val="00C24084"/>
    <w:rsid w:val="00C35B70"/>
    <w:rsid w:val="00C508D7"/>
    <w:rsid w:val="00C53FAD"/>
    <w:rsid w:val="00C708BC"/>
    <w:rsid w:val="00C70AF5"/>
    <w:rsid w:val="00C71B35"/>
    <w:rsid w:val="00C71BEF"/>
    <w:rsid w:val="00C770D9"/>
    <w:rsid w:val="00C7760B"/>
    <w:rsid w:val="00C81BB3"/>
    <w:rsid w:val="00C87079"/>
    <w:rsid w:val="00C9381C"/>
    <w:rsid w:val="00CC217D"/>
    <w:rsid w:val="00CD2BC6"/>
    <w:rsid w:val="00CD6B3B"/>
    <w:rsid w:val="00CE05E8"/>
    <w:rsid w:val="00CE0F94"/>
    <w:rsid w:val="00CE307E"/>
    <w:rsid w:val="00CE3AAC"/>
    <w:rsid w:val="00CE6A36"/>
    <w:rsid w:val="00CE6D12"/>
    <w:rsid w:val="00CE7FFA"/>
    <w:rsid w:val="00CF0E0F"/>
    <w:rsid w:val="00CF1197"/>
    <w:rsid w:val="00CF19AC"/>
    <w:rsid w:val="00CF1F41"/>
    <w:rsid w:val="00CF56FD"/>
    <w:rsid w:val="00CF71BD"/>
    <w:rsid w:val="00D063F6"/>
    <w:rsid w:val="00D10616"/>
    <w:rsid w:val="00D12BC9"/>
    <w:rsid w:val="00D21248"/>
    <w:rsid w:val="00D2314E"/>
    <w:rsid w:val="00D42174"/>
    <w:rsid w:val="00D6058A"/>
    <w:rsid w:val="00D668B2"/>
    <w:rsid w:val="00D77C1E"/>
    <w:rsid w:val="00D82A24"/>
    <w:rsid w:val="00D83FC5"/>
    <w:rsid w:val="00D946F8"/>
    <w:rsid w:val="00D9674B"/>
    <w:rsid w:val="00DA111F"/>
    <w:rsid w:val="00DA3801"/>
    <w:rsid w:val="00DA399A"/>
    <w:rsid w:val="00DC6626"/>
    <w:rsid w:val="00DC78E3"/>
    <w:rsid w:val="00DE2EB5"/>
    <w:rsid w:val="00DF19A4"/>
    <w:rsid w:val="00DF2634"/>
    <w:rsid w:val="00E0196F"/>
    <w:rsid w:val="00E04045"/>
    <w:rsid w:val="00E15B50"/>
    <w:rsid w:val="00E168AB"/>
    <w:rsid w:val="00E178D3"/>
    <w:rsid w:val="00E20341"/>
    <w:rsid w:val="00E22918"/>
    <w:rsid w:val="00E23AA2"/>
    <w:rsid w:val="00E4519F"/>
    <w:rsid w:val="00E5495E"/>
    <w:rsid w:val="00E70CE1"/>
    <w:rsid w:val="00E73E83"/>
    <w:rsid w:val="00E75213"/>
    <w:rsid w:val="00E76712"/>
    <w:rsid w:val="00E96045"/>
    <w:rsid w:val="00E965A3"/>
    <w:rsid w:val="00EA5DE7"/>
    <w:rsid w:val="00EB5206"/>
    <w:rsid w:val="00EC6E01"/>
    <w:rsid w:val="00ED1AB8"/>
    <w:rsid w:val="00ED6939"/>
    <w:rsid w:val="00EE3057"/>
    <w:rsid w:val="00EF7107"/>
    <w:rsid w:val="00F02E2A"/>
    <w:rsid w:val="00F030BC"/>
    <w:rsid w:val="00F05B62"/>
    <w:rsid w:val="00F0633C"/>
    <w:rsid w:val="00F2305B"/>
    <w:rsid w:val="00F23D25"/>
    <w:rsid w:val="00F4245E"/>
    <w:rsid w:val="00F43434"/>
    <w:rsid w:val="00F50275"/>
    <w:rsid w:val="00F50C70"/>
    <w:rsid w:val="00F514C6"/>
    <w:rsid w:val="00F6626F"/>
    <w:rsid w:val="00F73A52"/>
    <w:rsid w:val="00F92720"/>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0ED4C"/>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6818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520D3"/>
    <w:rsid w:val="00084651"/>
    <w:rsid w:val="00087EF5"/>
    <w:rsid w:val="00090384"/>
    <w:rsid w:val="000A6DC3"/>
    <w:rsid w:val="000D083B"/>
    <w:rsid w:val="000D1BDF"/>
    <w:rsid w:val="000D77F1"/>
    <w:rsid w:val="001207B4"/>
    <w:rsid w:val="001463E5"/>
    <w:rsid w:val="001D32B8"/>
    <w:rsid w:val="001D5E23"/>
    <w:rsid w:val="001D7F73"/>
    <w:rsid w:val="0025080B"/>
    <w:rsid w:val="00263EBA"/>
    <w:rsid w:val="00294F0F"/>
    <w:rsid w:val="002B60D3"/>
    <w:rsid w:val="00327660"/>
    <w:rsid w:val="003558E6"/>
    <w:rsid w:val="003734D1"/>
    <w:rsid w:val="003D4885"/>
    <w:rsid w:val="0045183D"/>
    <w:rsid w:val="00477D0A"/>
    <w:rsid w:val="004805C0"/>
    <w:rsid w:val="004A794B"/>
    <w:rsid w:val="0051326F"/>
    <w:rsid w:val="00533DD7"/>
    <w:rsid w:val="00563015"/>
    <w:rsid w:val="005902CD"/>
    <w:rsid w:val="005944B2"/>
    <w:rsid w:val="005B6300"/>
    <w:rsid w:val="005B6D0B"/>
    <w:rsid w:val="005C23CE"/>
    <w:rsid w:val="00650FAA"/>
    <w:rsid w:val="00651C4F"/>
    <w:rsid w:val="00656731"/>
    <w:rsid w:val="00677A52"/>
    <w:rsid w:val="00692B99"/>
    <w:rsid w:val="006964CE"/>
    <w:rsid w:val="006E0979"/>
    <w:rsid w:val="00783DA3"/>
    <w:rsid w:val="007E2980"/>
    <w:rsid w:val="00883F98"/>
    <w:rsid w:val="008A274B"/>
    <w:rsid w:val="008C7785"/>
    <w:rsid w:val="00907ECB"/>
    <w:rsid w:val="00930109"/>
    <w:rsid w:val="00937D0C"/>
    <w:rsid w:val="0096234D"/>
    <w:rsid w:val="00971A5A"/>
    <w:rsid w:val="009D005D"/>
    <w:rsid w:val="009E287A"/>
    <w:rsid w:val="00A071DE"/>
    <w:rsid w:val="00A6401A"/>
    <w:rsid w:val="00A66420"/>
    <w:rsid w:val="00A9052F"/>
    <w:rsid w:val="00AF36BF"/>
    <w:rsid w:val="00B10058"/>
    <w:rsid w:val="00B20C61"/>
    <w:rsid w:val="00B2628E"/>
    <w:rsid w:val="00B4644B"/>
    <w:rsid w:val="00B65E0E"/>
    <w:rsid w:val="00B95DE4"/>
    <w:rsid w:val="00BD6808"/>
    <w:rsid w:val="00BF5BA0"/>
    <w:rsid w:val="00C365C7"/>
    <w:rsid w:val="00C3733E"/>
    <w:rsid w:val="00C863B9"/>
    <w:rsid w:val="00CB402E"/>
    <w:rsid w:val="00CC3B92"/>
    <w:rsid w:val="00CE53DF"/>
    <w:rsid w:val="00D851B6"/>
    <w:rsid w:val="00DB14BD"/>
    <w:rsid w:val="00DC4694"/>
    <w:rsid w:val="00DC70EF"/>
    <w:rsid w:val="00E071A4"/>
    <w:rsid w:val="00EB16A0"/>
    <w:rsid w:val="00EB2E95"/>
    <w:rsid w:val="00EB5E69"/>
    <w:rsid w:val="00ED2BE9"/>
    <w:rsid w:val="00F34CAC"/>
    <w:rsid w:val="00F43EFC"/>
    <w:rsid w:val="00F54CD0"/>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2020-12-15T00:00:00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C4D7F82-F2DB-42D8-B41E-CCD6AC608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4</Pages>
  <Words>870</Words>
  <Characters>5488</Characters>
  <Application>Microsoft Office Word</Application>
  <DocSecurity>0</DocSecurity>
  <Lines>45</Lines>
  <Paragraphs>12</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3</cp:revision>
  <cp:lastPrinted>2020-11-06T09:56:00Z</cp:lastPrinted>
  <dcterms:created xsi:type="dcterms:W3CDTF">2020-12-15T08:08:00Z</dcterms:created>
  <dcterms:modified xsi:type="dcterms:W3CDTF">2020-12-15T08:19:00Z</dcterms:modified>
</cp:coreProperties>
</file>