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FD3F8A" w14:textId="77777777" w:rsidR="00606A95" w:rsidRPr="00606A95" w:rsidRDefault="00606A95" w:rsidP="00061202">
      <w:pPr>
        <w:rPr>
          <w:rStyle w:val="Fett"/>
          <w:sz w:val="40"/>
          <w:szCs w:val="40"/>
          <w:lang w:val="sv-SE"/>
        </w:rPr>
      </w:pPr>
      <w:r w:rsidRPr="00606A95">
        <w:rPr>
          <w:rStyle w:val="Fett"/>
          <w:sz w:val="40"/>
          <w:szCs w:val="40"/>
          <w:lang w:val="sv-SE"/>
        </w:rPr>
        <w:t>PRESSEINFO</w:t>
      </w:r>
      <w:r w:rsidR="00120A71">
        <w:rPr>
          <w:rStyle w:val="Fett"/>
          <w:sz w:val="40"/>
          <w:szCs w:val="40"/>
          <w:lang w:val="sv-SE"/>
        </w:rPr>
        <w:t>RMATION</w:t>
      </w:r>
    </w:p>
    <w:p w14:paraId="3A7B5AF0" w14:textId="77777777" w:rsidR="00606A95" w:rsidRDefault="00606A95" w:rsidP="00061202">
      <w:pPr>
        <w:rPr>
          <w:rStyle w:val="Fett"/>
          <w:color w:val="1F497D"/>
          <w:lang w:val="sv-SE"/>
        </w:rPr>
      </w:pPr>
    </w:p>
    <w:p w14:paraId="295C7FCE" w14:textId="77777777" w:rsidR="00606A95" w:rsidRDefault="00606A95" w:rsidP="00061202">
      <w:pPr>
        <w:rPr>
          <w:rStyle w:val="Fett"/>
          <w:color w:val="1F497D"/>
          <w:lang w:val="sv-SE"/>
        </w:rPr>
      </w:pPr>
    </w:p>
    <w:p w14:paraId="5C9FDAC6" w14:textId="77777777" w:rsidR="002971E8" w:rsidRPr="001D1277" w:rsidRDefault="002971E8" w:rsidP="003554B8">
      <w:pPr>
        <w:rPr>
          <w:rFonts w:asciiTheme="majorHAnsi" w:hAnsiTheme="majorHAnsi" w:cstheme="majorHAnsi"/>
          <w:b/>
          <w:lang w:val="sv-SE"/>
        </w:rPr>
      </w:pPr>
    </w:p>
    <w:p w14:paraId="60C16F95" w14:textId="77777777" w:rsidR="00CB3C34" w:rsidRPr="00CB3C34" w:rsidRDefault="00CB3C34" w:rsidP="00CB3C34">
      <w:pPr>
        <w:rPr>
          <w:rFonts w:asciiTheme="majorHAnsi" w:hAnsiTheme="majorHAnsi" w:cstheme="majorHAnsi"/>
          <w:b/>
          <w:bCs/>
          <w:lang w:val="de-DE"/>
        </w:rPr>
      </w:pPr>
      <w:r w:rsidRPr="00CB3C34">
        <w:rPr>
          <w:rFonts w:asciiTheme="majorHAnsi" w:hAnsiTheme="majorHAnsi" w:cstheme="majorHAnsi"/>
          <w:b/>
          <w:bCs/>
          <w:lang w:val="de-DE"/>
        </w:rPr>
        <w:t xml:space="preserve">myFastems: Neuer digitaler Service von Fastems unterstützt </w:t>
      </w:r>
    </w:p>
    <w:p w14:paraId="46145D97" w14:textId="49466713" w:rsidR="00815F19" w:rsidRDefault="00CB3C34" w:rsidP="00CB3C34">
      <w:pPr>
        <w:rPr>
          <w:rFonts w:asciiTheme="majorHAnsi" w:hAnsiTheme="majorHAnsi" w:cstheme="majorHAnsi"/>
          <w:b/>
          <w:bCs/>
          <w:lang w:val="de-DE"/>
        </w:rPr>
      </w:pPr>
      <w:r w:rsidRPr="00CB3C34">
        <w:rPr>
          <w:rFonts w:asciiTheme="majorHAnsi" w:hAnsiTheme="majorHAnsi" w:cstheme="majorHAnsi"/>
          <w:b/>
          <w:bCs/>
          <w:lang w:val="de-DE"/>
        </w:rPr>
        <w:t>alle aktuellen Systeme des Automatisierungsspezialisten</w:t>
      </w:r>
    </w:p>
    <w:p w14:paraId="2CED1640" w14:textId="77777777" w:rsidR="00CB3C34" w:rsidRPr="00815F19" w:rsidRDefault="00CB3C34" w:rsidP="00CB3C34">
      <w:pPr>
        <w:rPr>
          <w:rFonts w:asciiTheme="majorHAnsi" w:hAnsiTheme="majorHAnsi" w:cstheme="majorHAnsi"/>
          <w:bCs/>
          <w:color w:val="000000"/>
          <w:lang w:val="de-DE"/>
        </w:rPr>
      </w:pPr>
    </w:p>
    <w:p w14:paraId="1E58636C" w14:textId="2E4837F1" w:rsidR="00041D6A" w:rsidRDefault="00CB3C34" w:rsidP="00815F19">
      <w:pPr>
        <w:rPr>
          <w:rFonts w:asciiTheme="majorHAnsi" w:hAnsiTheme="majorHAnsi" w:cstheme="majorHAnsi"/>
          <w:lang w:val="de-DE"/>
        </w:rPr>
      </w:pPr>
      <w:r w:rsidRPr="00CB3C34">
        <w:rPr>
          <w:rFonts w:asciiTheme="majorHAnsi" w:hAnsiTheme="majorHAnsi" w:cstheme="majorHAnsi"/>
          <w:lang w:val="de-DE"/>
        </w:rPr>
        <w:t xml:space="preserve">Mit myFastems stellt Fastems einen ergänzenden Service für alle Bestands- und Neukunden vor. </w:t>
      </w:r>
      <w:r>
        <w:rPr>
          <w:rFonts w:asciiTheme="majorHAnsi" w:hAnsiTheme="majorHAnsi" w:cstheme="majorHAnsi"/>
          <w:lang w:val="de-DE"/>
        </w:rPr>
        <w:br/>
      </w:r>
      <w:r w:rsidRPr="00CB3C34">
        <w:rPr>
          <w:rFonts w:asciiTheme="majorHAnsi" w:hAnsiTheme="majorHAnsi" w:cstheme="majorHAnsi"/>
          <w:lang w:val="de-DE"/>
        </w:rPr>
        <w:t xml:space="preserve">Das erweiterte digitale Angebot richtet sich insbesondere an Anwender der Manufacturing Management Software (MMS) von Fastems ab Version 6 aufwärts.  </w:t>
      </w:r>
    </w:p>
    <w:p w14:paraId="60A89615" w14:textId="3E929871" w:rsidR="00CB3C34" w:rsidRDefault="00CB3C34" w:rsidP="00815F19">
      <w:pPr>
        <w:rPr>
          <w:rFonts w:asciiTheme="majorHAnsi" w:hAnsiTheme="majorHAnsi" w:cstheme="majorHAnsi"/>
          <w:lang w:val="de-DE"/>
        </w:rPr>
      </w:pPr>
    </w:p>
    <w:p w14:paraId="13E58F62" w14:textId="77F96FCA" w:rsidR="00CB3C34" w:rsidRPr="00CB3C34" w:rsidRDefault="00CB3C34" w:rsidP="00CB3C34">
      <w:pPr>
        <w:rPr>
          <w:rFonts w:asciiTheme="majorHAnsi" w:hAnsiTheme="majorHAnsi" w:cstheme="majorHAnsi"/>
          <w:lang w:val="de-DE"/>
        </w:rPr>
      </w:pPr>
      <w:r w:rsidRPr="00CB3C34">
        <w:rPr>
          <w:rFonts w:asciiTheme="majorHAnsi" w:hAnsiTheme="majorHAnsi" w:cstheme="majorHAnsi"/>
          <w:lang w:val="de-DE"/>
        </w:rPr>
        <w:t>Die erste</w:t>
      </w:r>
      <w:r w:rsidR="00A05DD3">
        <w:rPr>
          <w:rFonts w:asciiTheme="majorHAnsi" w:hAnsiTheme="majorHAnsi" w:cstheme="majorHAnsi"/>
          <w:lang w:val="de-DE"/>
        </w:rPr>
        <w:t>,</w:t>
      </w:r>
      <w:r w:rsidRPr="00CB3C34">
        <w:rPr>
          <w:rFonts w:asciiTheme="majorHAnsi" w:hAnsiTheme="majorHAnsi" w:cstheme="majorHAnsi"/>
          <w:lang w:val="de-DE"/>
        </w:rPr>
        <w:t xml:space="preserve"> </w:t>
      </w:r>
      <w:r>
        <w:rPr>
          <w:rFonts w:asciiTheme="majorHAnsi" w:hAnsiTheme="majorHAnsi" w:cstheme="majorHAnsi"/>
          <w:lang w:val="de-DE"/>
        </w:rPr>
        <w:t xml:space="preserve">als </w:t>
      </w:r>
      <w:r w:rsidRPr="00CB3C34">
        <w:rPr>
          <w:rFonts w:asciiTheme="majorHAnsi" w:hAnsiTheme="majorHAnsi" w:cstheme="majorHAnsi"/>
          <w:lang w:val="de-DE"/>
        </w:rPr>
        <w:t>Software-</w:t>
      </w:r>
      <w:proofErr w:type="spellStart"/>
      <w:r w:rsidRPr="00CB3C34">
        <w:rPr>
          <w:rFonts w:asciiTheme="majorHAnsi" w:hAnsiTheme="majorHAnsi" w:cstheme="majorHAnsi"/>
          <w:lang w:val="de-DE"/>
        </w:rPr>
        <w:t>as</w:t>
      </w:r>
      <w:proofErr w:type="spellEnd"/>
      <w:r w:rsidRPr="00CB3C34">
        <w:rPr>
          <w:rFonts w:asciiTheme="majorHAnsi" w:hAnsiTheme="majorHAnsi" w:cstheme="majorHAnsi"/>
          <w:lang w:val="de-DE"/>
        </w:rPr>
        <w:t xml:space="preserve">-a-Service (SaaS) von </w:t>
      </w:r>
      <w:proofErr w:type="spellStart"/>
      <w:r w:rsidRPr="00CB3C34">
        <w:rPr>
          <w:rFonts w:asciiTheme="majorHAnsi" w:hAnsiTheme="majorHAnsi" w:cstheme="majorHAnsi"/>
          <w:lang w:val="de-DE"/>
        </w:rPr>
        <w:t>Fastems</w:t>
      </w:r>
      <w:proofErr w:type="spellEnd"/>
      <w:r w:rsidRPr="00CB3C34">
        <w:rPr>
          <w:rFonts w:asciiTheme="majorHAnsi" w:hAnsiTheme="majorHAnsi" w:cstheme="majorHAnsi"/>
          <w:lang w:val="de-DE"/>
        </w:rPr>
        <w:t xml:space="preserve"> </w:t>
      </w:r>
      <w:r>
        <w:rPr>
          <w:rFonts w:asciiTheme="majorHAnsi" w:hAnsiTheme="majorHAnsi" w:cstheme="majorHAnsi"/>
          <w:lang w:val="de-DE"/>
        </w:rPr>
        <w:t xml:space="preserve">angebotene Lösung </w:t>
      </w:r>
      <w:r w:rsidRPr="00CB3C34">
        <w:rPr>
          <w:rFonts w:asciiTheme="majorHAnsi" w:hAnsiTheme="majorHAnsi" w:cstheme="majorHAnsi"/>
          <w:lang w:val="de-DE"/>
        </w:rPr>
        <w:t xml:space="preserve">stellt leistungsstarke Werkzeuge zur Verfügung, die Kunden im Sinne einer hohen Verfügbarkeit und Produktivität dabei unterstützen soll, dass ihre </w:t>
      </w:r>
      <w:r>
        <w:rPr>
          <w:rFonts w:asciiTheme="majorHAnsi" w:hAnsiTheme="majorHAnsi" w:cstheme="majorHAnsi"/>
          <w:lang w:val="de-DE"/>
        </w:rPr>
        <w:t xml:space="preserve">Automatisierungslösungen </w:t>
      </w:r>
      <w:r w:rsidRPr="00CB3C34">
        <w:rPr>
          <w:rFonts w:asciiTheme="majorHAnsi" w:hAnsiTheme="majorHAnsi" w:cstheme="majorHAnsi"/>
          <w:lang w:val="de-DE"/>
        </w:rPr>
        <w:t>rund um die Uhr betriebsbereit sind.</w:t>
      </w:r>
      <w:r>
        <w:rPr>
          <w:rFonts w:asciiTheme="majorHAnsi" w:hAnsiTheme="majorHAnsi" w:cstheme="majorHAnsi"/>
          <w:lang w:val="de-DE"/>
        </w:rPr>
        <w:br/>
      </w:r>
      <w:r w:rsidRPr="00CB3C34">
        <w:rPr>
          <w:rFonts w:asciiTheme="majorHAnsi" w:hAnsiTheme="majorHAnsi" w:cstheme="majorHAnsi"/>
          <w:lang w:val="de-DE"/>
        </w:rPr>
        <w:t xml:space="preserve"> </w:t>
      </w:r>
    </w:p>
    <w:p w14:paraId="7ED746F8" w14:textId="299EEC8C" w:rsidR="00BF54B4" w:rsidRDefault="00CB3C34" w:rsidP="00CB3C34">
      <w:pPr>
        <w:rPr>
          <w:rFonts w:asciiTheme="majorHAnsi" w:hAnsiTheme="majorHAnsi" w:cstheme="majorHAnsi"/>
          <w:lang w:val="de-DE"/>
        </w:rPr>
      </w:pPr>
      <w:r w:rsidRPr="00CB3C34">
        <w:rPr>
          <w:rFonts w:asciiTheme="majorHAnsi" w:hAnsiTheme="majorHAnsi" w:cstheme="majorHAnsi"/>
          <w:lang w:val="de-DE"/>
        </w:rPr>
        <w:t>Mit myFastems erhalten Anwender sowohl eine umfassende Systemübersicht und somit mehr Transparenz über die Servicehistorie und den Ersatzteilbedarf ihrer Fastems-Anlagen, als auch alarmgestützte Anweisungen für Fehlerbehebungen und Supportanfragen.</w:t>
      </w:r>
      <w:r>
        <w:rPr>
          <w:rFonts w:asciiTheme="majorHAnsi" w:hAnsiTheme="majorHAnsi" w:cstheme="majorHAnsi"/>
          <w:lang w:val="de-DE"/>
        </w:rPr>
        <w:t xml:space="preserve"> </w:t>
      </w:r>
      <w:r w:rsidRPr="00CB3C34">
        <w:rPr>
          <w:rFonts w:asciiTheme="majorHAnsi" w:hAnsiTheme="majorHAnsi" w:cstheme="majorHAnsi"/>
          <w:lang w:val="de-DE"/>
        </w:rPr>
        <w:t xml:space="preserve">Die Systemübersicht liefert den aktuellen Status der mit </w:t>
      </w:r>
      <w:proofErr w:type="spellStart"/>
      <w:r w:rsidRPr="00CB3C34">
        <w:rPr>
          <w:rFonts w:asciiTheme="majorHAnsi" w:hAnsiTheme="majorHAnsi" w:cstheme="majorHAnsi"/>
          <w:lang w:val="de-DE"/>
        </w:rPr>
        <w:t>myFastems</w:t>
      </w:r>
      <w:proofErr w:type="spellEnd"/>
      <w:r w:rsidRPr="00CB3C34">
        <w:rPr>
          <w:rFonts w:asciiTheme="majorHAnsi" w:hAnsiTheme="majorHAnsi" w:cstheme="majorHAnsi"/>
          <w:lang w:val="de-DE"/>
        </w:rPr>
        <w:t xml:space="preserve"> verbundenen </w:t>
      </w:r>
      <w:r w:rsidR="00D573AF">
        <w:rPr>
          <w:rFonts w:asciiTheme="majorHAnsi" w:hAnsiTheme="majorHAnsi" w:cstheme="majorHAnsi"/>
          <w:lang w:val="de-DE"/>
        </w:rPr>
        <w:t>Anlagen</w:t>
      </w:r>
      <w:r w:rsidRPr="00CB3C34">
        <w:rPr>
          <w:rFonts w:asciiTheme="majorHAnsi" w:hAnsiTheme="majorHAnsi" w:cstheme="majorHAnsi"/>
          <w:lang w:val="de-DE"/>
        </w:rPr>
        <w:t>, sodass es für den Anwender einfacher wird, den Überblick über die Produktionsaktivitäten zu behalten und etwaige Probleme rechtzeitig zu lösen.</w:t>
      </w:r>
    </w:p>
    <w:p w14:paraId="498FD89C" w14:textId="77777777" w:rsidR="00CB3C34" w:rsidRDefault="00CB3C34" w:rsidP="00CB3C34">
      <w:pPr>
        <w:rPr>
          <w:rFonts w:asciiTheme="majorHAnsi" w:hAnsiTheme="majorHAnsi" w:cstheme="majorHAnsi"/>
          <w:lang w:val="de-DE"/>
        </w:rPr>
      </w:pPr>
    </w:p>
    <w:p w14:paraId="0D9A6F9D" w14:textId="0C275D6A" w:rsidR="00815F19" w:rsidRDefault="00CB3C34" w:rsidP="00815F19">
      <w:pPr>
        <w:rPr>
          <w:rFonts w:asciiTheme="majorHAnsi" w:hAnsiTheme="majorHAnsi" w:cstheme="majorHAnsi"/>
          <w:lang w:val="de-DE"/>
        </w:rPr>
      </w:pPr>
      <w:r w:rsidRPr="00CB3C34">
        <w:rPr>
          <w:rFonts w:asciiTheme="majorHAnsi" w:hAnsiTheme="majorHAnsi" w:cstheme="majorHAnsi"/>
          <w:lang w:val="de-DE"/>
        </w:rPr>
        <w:t xml:space="preserve">Der digitale Service ist als progressive Web-Anwendung aufgebaut und besitzt eine Reihe an  Merkmalen, die bisher zumeist nur nativen Apps vorbehalten waren. </w:t>
      </w:r>
      <w:r>
        <w:rPr>
          <w:rFonts w:asciiTheme="majorHAnsi" w:hAnsiTheme="majorHAnsi" w:cstheme="majorHAnsi"/>
          <w:lang w:val="de-DE"/>
        </w:rPr>
        <w:br/>
      </w:r>
      <w:r w:rsidRPr="00CB3C34">
        <w:rPr>
          <w:rFonts w:asciiTheme="majorHAnsi" w:hAnsiTheme="majorHAnsi" w:cstheme="majorHAnsi"/>
          <w:lang w:val="de-DE"/>
        </w:rPr>
        <w:t xml:space="preserve">So lässt sich myFastems einfach über einen Standard-Webbrowser auf einem PC, Tablet oder Smartphone aufrufen und kann zudem mit weiteren Services wie den 8760-Support von Fastems, einer vorbeugenden Instandhaltung sowie Software-Wartungsvereinbarungen kombiniert werden, um über den gesamten Lebenszyklus eines Systems jederzeit optimierte Lösungen zu erhalten. </w:t>
      </w:r>
      <w:r>
        <w:rPr>
          <w:rFonts w:asciiTheme="majorHAnsi" w:hAnsiTheme="majorHAnsi" w:cstheme="majorHAnsi"/>
          <w:lang w:val="de-DE"/>
        </w:rPr>
        <w:br/>
      </w:r>
      <w:r w:rsidRPr="00CB3C34">
        <w:rPr>
          <w:rFonts w:asciiTheme="majorHAnsi" w:hAnsiTheme="majorHAnsi" w:cstheme="majorHAnsi"/>
          <w:lang w:val="de-DE"/>
        </w:rPr>
        <w:t xml:space="preserve">myFastems ermöglicht hierzu u.a. einen komfortablen Zugriff auf die Erstellung von Support- und Service-Anfragen mit erweiterten myFastems-Informationen. Anhand </w:t>
      </w:r>
      <w:r w:rsidR="00CC7CFE">
        <w:rPr>
          <w:rFonts w:asciiTheme="majorHAnsi" w:hAnsiTheme="majorHAnsi" w:cstheme="majorHAnsi"/>
          <w:lang w:val="de-DE"/>
        </w:rPr>
        <w:t xml:space="preserve">dieser </w:t>
      </w:r>
      <w:r w:rsidRPr="00CB3C34">
        <w:rPr>
          <w:rFonts w:asciiTheme="majorHAnsi" w:hAnsiTheme="majorHAnsi" w:cstheme="majorHAnsi"/>
          <w:lang w:val="de-DE"/>
        </w:rPr>
        <w:t xml:space="preserve">kann der technische Support von Fastems die Situation vor Ort noch besser und schneller einschätzen und daher kritische Stillstandzeiten reduzieren. </w:t>
      </w:r>
      <w:r w:rsidR="00815F19" w:rsidRPr="00815F19">
        <w:rPr>
          <w:rFonts w:asciiTheme="majorHAnsi" w:hAnsiTheme="majorHAnsi" w:cstheme="majorHAnsi"/>
          <w:lang w:val="de-DE"/>
        </w:rPr>
        <w:t xml:space="preserve"> </w:t>
      </w:r>
    </w:p>
    <w:p w14:paraId="46C983CB" w14:textId="3BD1E2E1" w:rsidR="00D80C71" w:rsidRDefault="00D80C71" w:rsidP="00815F19">
      <w:pPr>
        <w:rPr>
          <w:rFonts w:asciiTheme="majorHAnsi" w:hAnsiTheme="majorHAnsi" w:cstheme="majorHAnsi"/>
          <w:lang w:val="de-DE"/>
        </w:rPr>
      </w:pPr>
    </w:p>
    <w:p w14:paraId="2348619F" w14:textId="53BBB7E7" w:rsidR="00D80C71" w:rsidRPr="00D80C71" w:rsidRDefault="00D80C71" w:rsidP="00D80C71">
      <w:pPr>
        <w:rPr>
          <w:rFonts w:asciiTheme="majorHAnsi" w:hAnsiTheme="majorHAnsi" w:cstheme="majorHAnsi"/>
          <w:lang w:val="de-DE"/>
        </w:rPr>
      </w:pPr>
      <w:r w:rsidRPr="00D80C71">
        <w:rPr>
          <w:rFonts w:asciiTheme="majorHAnsi" w:hAnsiTheme="majorHAnsi" w:cstheme="majorHAnsi"/>
          <w:lang w:val="de-DE"/>
        </w:rPr>
        <w:t>Zu den erweiterten digitalen Services von myFastems gehören der Zugang zur Alarmhistorie, die Bereitstellung von Key-Performance-</w:t>
      </w:r>
      <w:proofErr w:type="spellStart"/>
      <w:r w:rsidRPr="00D80C71">
        <w:rPr>
          <w:rFonts w:asciiTheme="majorHAnsi" w:hAnsiTheme="majorHAnsi" w:cstheme="majorHAnsi"/>
          <w:lang w:val="de-DE"/>
        </w:rPr>
        <w:t>Indicators</w:t>
      </w:r>
      <w:proofErr w:type="spellEnd"/>
      <w:r w:rsidRPr="00D80C71">
        <w:rPr>
          <w:rFonts w:asciiTheme="majorHAnsi" w:hAnsiTheme="majorHAnsi" w:cstheme="majorHAnsi"/>
          <w:lang w:val="de-DE"/>
        </w:rPr>
        <w:t xml:space="preserve"> (KPI) wie die Auslastungsrate der Anlagen, Werkzeuge zur fortschrittlichen Fehleranalyse sowie Analysen über die </w:t>
      </w:r>
      <w:r>
        <w:rPr>
          <w:rFonts w:asciiTheme="majorHAnsi" w:hAnsiTheme="majorHAnsi" w:cstheme="majorHAnsi"/>
          <w:lang w:val="de-DE"/>
        </w:rPr>
        <w:t>„Ereignis“-Ansicht von myFastems</w:t>
      </w:r>
      <w:r w:rsidRPr="00D80C71">
        <w:rPr>
          <w:rFonts w:asciiTheme="majorHAnsi" w:hAnsiTheme="majorHAnsi" w:cstheme="majorHAnsi"/>
          <w:lang w:val="de-DE"/>
        </w:rPr>
        <w:t>. Sie gruppiert die systemweiten Alarme basierend auf der tatsächlichen Ursache und bietet spezifische</w:t>
      </w:r>
      <w:r w:rsidR="00727316">
        <w:rPr>
          <w:rFonts w:asciiTheme="majorHAnsi" w:hAnsiTheme="majorHAnsi" w:cstheme="majorHAnsi"/>
          <w:lang w:val="de-DE"/>
        </w:rPr>
        <w:t xml:space="preserve"> </w:t>
      </w:r>
      <w:r w:rsidR="00A05DD3" w:rsidRPr="00727316">
        <w:rPr>
          <w:rFonts w:asciiTheme="majorHAnsi" w:hAnsiTheme="majorHAnsi" w:cstheme="majorHAnsi"/>
          <w:lang w:val="de-DE"/>
        </w:rPr>
        <w:t>Vorschläge</w:t>
      </w:r>
      <w:r w:rsidR="00A05DD3">
        <w:rPr>
          <w:rFonts w:asciiTheme="majorHAnsi" w:hAnsiTheme="majorHAnsi" w:cstheme="majorHAnsi"/>
          <w:lang w:val="de-DE"/>
        </w:rPr>
        <w:t xml:space="preserve"> </w:t>
      </w:r>
      <w:r w:rsidRPr="00D80C71">
        <w:rPr>
          <w:rFonts w:asciiTheme="majorHAnsi" w:hAnsiTheme="majorHAnsi" w:cstheme="majorHAnsi"/>
          <w:lang w:val="de-DE"/>
        </w:rPr>
        <w:t>zur Fehlerbehebung</w:t>
      </w:r>
      <w:r w:rsidR="00A05DD3">
        <w:rPr>
          <w:rFonts w:asciiTheme="majorHAnsi" w:hAnsiTheme="majorHAnsi" w:cstheme="majorHAnsi"/>
          <w:lang w:val="de-DE"/>
        </w:rPr>
        <w:t xml:space="preserve"> an</w:t>
      </w:r>
      <w:r w:rsidRPr="00D80C71">
        <w:rPr>
          <w:rFonts w:asciiTheme="majorHAnsi" w:hAnsiTheme="majorHAnsi" w:cstheme="majorHAnsi"/>
          <w:lang w:val="de-DE"/>
        </w:rPr>
        <w:t xml:space="preserve">. Auf diese Weise sind Anwender in der Lage, Probleme selbst zu lösen, noch bevor sie den Support von Fastems kontaktieren müssen. </w:t>
      </w:r>
    </w:p>
    <w:p w14:paraId="7DF9AD4C" w14:textId="4DDE868C" w:rsidR="00D80C71" w:rsidRDefault="00D80C71" w:rsidP="00D80C71">
      <w:pPr>
        <w:rPr>
          <w:rFonts w:asciiTheme="majorHAnsi" w:hAnsiTheme="majorHAnsi" w:cstheme="majorHAnsi"/>
          <w:lang w:val="de-DE"/>
        </w:rPr>
      </w:pPr>
      <w:r w:rsidRPr="00D80C71">
        <w:rPr>
          <w:rFonts w:asciiTheme="majorHAnsi" w:hAnsiTheme="majorHAnsi" w:cstheme="majorHAnsi"/>
          <w:lang w:val="de-DE"/>
        </w:rPr>
        <w:t>KPI-Analysen wiederum helfen bei der Überwachung der Systemeffizienz und erleichtern es den Anwendern, Optimierungspotenziale anhand valider Daten zu identifizieren.</w:t>
      </w:r>
    </w:p>
    <w:p w14:paraId="6CDC76B5" w14:textId="60C2F364" w:rsidR="00D80C71" w:rsidRDefault="00D80C71" w:rsidP="00D80C71">
      <w:pPr>
        <w:rPr>
          <w:rFonts w:asciiTheme="majorHAnsi" w:hAnsiTheme="majorHAnsi" w:cstheme="majorHAnsi"/>
          <w:lang w:val="de-DE"/>
        </w:rPr>
      </w:pPr>
    </w:p>
    <w:p w14:paraId="32002410" w14:textId="5F6D351C" w:rsidR="00D80C71" w:rsidRDefault="00D80C71" w:rsidP="00D80C71">
      <w:pPr>
        <w:rPr>
          <w:rFonts w:asciiTheme="majorHAnsi" w:hAnsiTheme="majorHAnsi" w:cstheme="majorHAnsi"/>
          <w:lang w:val="de-DE"/>
        </w:rPr>
      </w:pPr>
      <w:r w:rsidRPr="00D80C71">
        <w:rPr>
          <w:rFonts w:asciiTheme="majorHAnsi" w:hAnsiTheme="majorHAnsi" w:cstheme="majorHAnsi"/>
          <w:lang w:val="de-DE"/>
        </w:rPr>
        <w:t>D</w:t>
      </w:r>
      <w:r>
        <w:rPr>
          <w:rFonts w:asciiTheme="majorHAnsi" w:hAnsiTheme="majorHAnsi" w:cstheme="majorHAnsi"/>
          <w:lang w:val="de-DE"/>
        </w:rPr>
        <w:t xml:space="preserve">as Angebot </w:t>
      </w:r>
      <w:r w:rsidRPr="00D80C71">
        <w:rPr>
          <w:rFonts w:asciiTheme="majorHAnsi" w:hAnsiTheme="majorHAnsi" w:cstheme="majorHAnsi"/>
          <w:lang w:val="de-DE"/>
        </w:rPr>
        <w:t>von myFastems w</w:t>
      </w:r>
      <w:r>
        <w:rPr>
          <w:rFonts w:asciiTheme="majorHAnsi" w:hAnsiTheme="majorHAnsi" w:cstheme="majorHAnsi"/>
          <w:lang w:val="de-DE"/>
        </w:rPr>
        <w:t>ird</w:t>
      </w:r>
      <w:r w:rsidRPr="00D80C71">
        <w:rPr>
          <w:rFonts w:asciiTheme="majorHAnsi" w:hAnsiTheme="majorHAnsi" w:cstheme="majorHAnsi"/>
          <w:lang w:val="de-DE"/>
        </w:rPr>
        <w:t xml:space="preserve"> basierend auf den Rückmeldungen und dem Bedarf der Kunden ständig weiterentwickelt. Neue Funktionen werden regelmäßig in die Anwendung aufgenommen, </w:t>
      </w:r>
      <w:r w:rsidRPr="00D80C71">
        <w:rPr>
          <w:rFonts w:asciiTheme="majorHAnsi" w:hAnsiTheme="majorHAnsi" w:cstheme="majorHAnsi"/>
          <w:lang w:val="de-DE"/>
        </w:rPr>
        <w:lastRenderedPageBreak/>
        <w:t xml:space="preserve">sodass sich das derzeitige Angebot ständig erweitert. Die neuen Funktionen werden, sobald sie verfügbar sind, für die bestehenden Kunden von Fastems bereitgestellt und installiert, damit die Services für alle stets auf dem neuesten Stand sind.  </w:t>
      </w:r>
    </w:p>
    <w:p w14:paraId="04B6EAA8" w14:textId="7854F0D1" w:rsidR="00D80C71" w:rsidRDefault="00D80C71" w:rsidP="00D80C71">
      <w:pPr>
        <w:rPr>
          <w:rFonts w:asciiTheme="majorHAnsi" w:hAnsiTheme="majorHAnsi" w:cstheme="majorHAnsi"/>
          <w:lang w:val="de-DE"/>
        </w:rPr>
      </w:pPr>
    </w:p>
    <w:p w14:paraId="6DA76E32" w14:textId="087910A7" w:rsidR="00D80C71" w:rsidRDefault="00D80C71" w:rsidP="00D80C71">
      <w:pPr>
        <w:rPr>
          <w:rFonts w:asciiTheme="majorHAnsi" w:hAnsiTheme="majorHAnsi" w:cstheme="majorHAnsi"/>
          <w:lang w:val="de-DE"/>
        </w:rPr>
      </w:pPr>
      <w:r>
        <w:rPr>
          <w:rFonts w:asciiTheme="majorHAnsi" w:hAnsiTheme="majorHAnsi" w:cstheme="majorHAnsi"/>
          <w:lang w:val="de-DE"/>
        </w:rPr>
        <w:t>myFastems</w:t>
      </w:r>
      <w:r w:rsidRPr="00D80C71">
        <w:rPr>
          <w:rFonts w:asciiTheme="majorHAnsi" w:hAnsiTheme="majorHAnsi" w:cstheme="majorHAnsi"/>
          <w:lang w:val="de-DE"/>
        </w:rPr>
        <w:t xml:space="preserve"> ist ab sofort für alle aktuellen Automatisierungssysteme von Fastems verfügbar und wird zukünftig bei neuen Systemen </w:t>
      </w:r>
      <w:r>
        <w:rPr>
          <w:rFonts w:asciiTheme="majorHAnsi" w:hAnsiTheme="majorHAnsi" w:cstheme="majorHAnsi"/>
          <w:lang w:val="de-DE"/>
        </w:rPr>
        <w:t xml:space="preserve">bereits </w:t>
      </w:r>
      <w:r w:rsidRPr="00D80C71">
        <w:rPr>
          <w:rFonts w:asciiTheme="majorHAnsi" w:hAnsiTheme="majorHAnsi" w:cstheme="majorHAnsi"/>
          <w:lang w:val="de-DE"/>
        </w:rPr>
        <w:t>vorinstalliert sein.</w:t>
      </w:r>
    </w:p>
    <w:p w14:paraId="27807F6E" w14:textId="07A5719C" w:rsidR="00D80C71" w:rsidRDefault="00D80C71" w:rsidP="00D80C71">
      <w:pPr>
        <w:rPr>
          <w:rFonts w:asciiTheme="majorHAnsi" w:hAnsiTheme="majorHAnsi" w:cstheme="majorHAnsi"/>
          <w:lang w:val="de-DE"/>
        </w:rPr>
      </w:pPr>
    </w:p>
    <w:p w14:paraId="71042E8F" w14:textId="162D6D9C" w:rsidR="00D80C71" w:rsidRDefault="00D80C71" w:rsidP="00D80C71">
      <w:pPr>
        <w:rPr>
          <w:rFonts w:asciiTheme="majorHAnsi" w:hAnsiTheme="majorHAnsi" w:cstheme="majorHAnsi"/>
          <w:lang w:val="de-DE"/>
        </w:rPr>
      </w:pPr>
      <w:r w:rsidRPr="00D80C71">
        <w:rPr>
          <w:rFonts w:asciiTheme="majorHAnsi" w:hAnsiTheme="majorHAnsi" w:cstheme="majorHAnsi"/>
          <w:lang w:val="de-DE"/>
        </w:rPr>
        <w:t xml:space="preserve">„myFastems ist ein immens wichtiger Schritt in Richtung datenbasierter Angebote zur Unterstützung der Systemverfügbarkeit und damit der Produktivität unserer Kunden. Für unsere Kunden wird es eine Erleichterung sein, wenn sie sehen, dass ihre Systeme überall gut laufen, und ebenso wichtig ist der schnelle und einfache Zugang zu technischer Unterstützung, wenn diese benötigt wird. Wir werden das Angebot von myFastems im Rahmen der Entwicklung unserer digitalen Dienstleistungen weiter ausbauen. Neue datengesteuerte Dienste werden Funktionen bieten, die vom erweiterten Systemstatus bis hin zu Frühwarn- und kontinuierlichen Analyselösungen reichen, um die Systemverfügbarkeit über den gesamten Lebenszyklus hinweg zu optimieren“, sagt Markku </w:t>
      </w:r>
      <w:proofErr w:type="spellStart"/>
      <w:r w:rsidRPr="00D80C71">
        <w:rPr>
          <w:rFonts w:asciiTheme="majorHAnsi" w:hAnsiTheme="majorHAnsi" w:cstheme="majorHAnsi"/>
          <w:lang w:val="de-DE"/>
        </w:rPr>
        <w:t>Lindeman</w:t>
      </w:r>
      <w:proofErr w:type="spellEnd"/>
      <w:r w:rsidRPr="00D80C71">
        <w:rPr>
          <w:rFonts w:asciiTheme="majorHAnsi" w:hAnsiTheme="majorHAnsi" w:cstheme="majorHAnsi"/>
          <w:lang w:val="de-DE"/>
        </w:rPr>
        <w:t xml:space="preserve">, </w:t>
      </w:r>
      <w:proofErr w:type="spellStart"/>
      <w:r w:rsidRPr="00D80C71">
        <w:rPr>
          <w:rFonts w:asciiTheme="majorHAnsi" w:hAnsiTheme="majorHAnsi" w:cstheme="majorHAnsi"/>
          <w:lang w:val="de-DE"/>
        </w:rPr>
        <w:t>Vice</w:t>
      </w:r>
      <w:proofErr w:type="spellEnd"/>
      <w:r w:rsidRPr="00D80C71">
        <w:rPr>
          <w:rFonts w:asciiTheme="majorHAnsi" w:hAnsiTheme="majorHAnsi" w:cstheme="majorHAnsi"/>
          <w:lang w:val="de-DE"/>
        </w:rPr>
        <w:t xml:space="preserve"> </w:t>
      </w:r>
      <w:proofErr w:type="spellStart"/>
      <w:r w:rsidRPr="00D80C71">
        <w:rPr>
          <w:rFonts w:asciiTheme="majorHAnsi" w:hAnsiTheme="majorHAnsi" w:cstheme="majorHAnsi"/>
          <w:lang w:val="de-DE"/>
        </w:rPr>
        <w:t>President</w:t>
      </w:r>
      <w:proofErr w:type="spellEnd"/>
      <w:r w:rsidRPr="00D80C71">
        <w:rPr>
          <w:rFonts w:asciiTheme="majorHAnsi" w:hAnsiTheme="majorHAnsi" w:cstheme="majorHAnsi"/>
          <w:lang w:val="de-DE"/>
        </w:rPr>
        <w:t xml:space="preserve"> Services von Fastems.</w:t>
      </w:r>
    </w:p>
    <w:p w14:paraId="67D2C978" w14:textId="1C87EB98" w:rsidR="00D80C71" w:rsidRDefault="00D80C71" w:rsidP="00D80C71">
      <w:pPr>
        <w:rPr>
          <w:rFonts w:asciiTheme="majorHAnsi" w:hAnsiTheme="majorHAnsi" w:cstheme="majorHAnsi"/>
          <w:lang w:val="de-DE"/>
        </w:rPr>
      </w:pPr>
    </w:p>
    <w:p w14:paraId="3314CA53" w14:textId="5DAD2C74" w:rsidR="00D80C71" w:rsidRPr="00D80C71" w:rsidRDefault="00D80C71" w:rsidP="00D80C71">
      <w:pPr>
        <w:rPr>
          <w:rFonts w:asciiTheme="majorHAnsi" w:hAnsiTheme="majorHAnsi" w:cstheme="majorHAnsi"/>
          <w:lang w:val="de-DE"/>
        </w:rPr>
      </w:pPr>
      <w:r w:rsidRPr="00D80C71">
        <w:rPr>
          <w:rFonts w:asciiTheme="majorHAnsi" w:hAnsiTheme="majorHAnsi" w:cstheme="majorHAnsi"/>
          <w:lang w:val="de-DE"/>
        </w:rPr>
        <w:t xml:space="preserve">Fastems organisiert Webinare zu myFastems, die in der Zeit vom 21. bis 23. Februar zu unterschiedlichen Zeiten angeboten werden. Die kostenlose Anmeldung ist über den folgenden Link möglich: www.fastems.com/event/myfastems-virtual-demo/ </w:t>
      </w:r>
      <w:r>
        <w:rPr>
          <w:rFonts w:asciiTheme="majorHAnsi" w:hAnsiTheme="majorHAnsi" w:cstheme="majorHAnsi"/>
          <w:lang w:val="de-DE"/>
        </w:rPr>
        <w:br/>
      </w:r>
    </w:p>
    <w:p w14:paraId="2565E862" w14:textId="69A3DDFC" w:rsidR="00D80C71" w:rsidRDefault="00D80C71" w:rsidP="00D80C71">
      <w:pPr>
        <w:rPr>
          <w:rFonts w:asciiTheme="majorHAnsi" w:hAnsiTheme="majorHAnsi" w:cstheme="majorHAnsi"/>
          <w:lang w:val="de-DE"/>
        </w:rPr>
      </w:pPr>
      <w:r w:rsidRPr="00D80C71">
        <w:rPr>
          <w:rFonts w:asciiTheme="majorHAnsi" w:hAnsiTheme="majorHAnsi" w:cstheme="majorHAnsi"/>
          <w:lang w:val="de-DE"/>
        </w:rPr>
        <w:t>Weitere Informationen</w:t>
      </w:r>
      <w:r>
        <w:rPr>
          <w:rFonts w:asciiTheme="majorHAnsi" w:hAnsiTheme="majorHAnsi" w:cstheme="majorHAnsi"/>
          <w:lang w:val="de-DE"/>
        </w:rPr>
        <w:t xml:space="preserve">: </w:t>
      </w:r>
      <w:r w:rsidRPr="00D80C71">
        <w:rPr>
          <w:rFonts w:asciiTheme="majorHAnsi" w:hAnsiTheme="majorHAnsi" w:cstheme="majorHAnsi"/>
          <w:lang w:val="de-DE"/>
        </w:rPr>
        <w:t>www.fastems.com/offering/myfastems/</w:t>
      </w:r>
    </w:p>
    <w:p w14:paraId="3FE3EED0" w14:textId="77777777" w:rsidR="00D80C71" w:rsidRPr="00815F19" w:rsidRDefault="00D80C71" w:rsidP="00D80C71">
      <w:pPr>
        <w:rPr>
          <w:rFonts w:asciiTheme="majorHAnsi" w:hAnsiTheme="majorHAnsi" w:cstheme="majorHAnsi"/>
          <w:lang w:val="de-DE"/>
        </w:rPr>
      </w:pPr>
    </w:p>
    <w:p w14:paraId="7B234C7F" w14:textId="143AA28B" w:rsidR="00815F19" w:rsidRDefault="00815F19" w:rsidP="00815F19">
      <w:pPr>
        <w:rPr>
          <w:rFonts w:asciiTheme="majorHAnsi" w:hAnsiTheme="majorHAnsi" w:cstheme="majorHAnsi"/>
          <w:lang w:val="de-DE"/>
        </w:rPr>
      </w:pPr>
    </w:p>
    <w:p w14:paraId="228248B4" w14:textId="20284373" w:rsidR="000C3C3C" w:rsidRDefault="004955EE" w:rsidP="00174031">
      <w:pPr>
        <w:spacing w:after="300"/>
        <w:rPr>
          <w:rFonts w:asciiTheme="majorHAnsi" w:hAnsiTheme="majorHAnsi" w:cstheme="majorHAnsi"/>
          <w:lang w:val="de-DE"/>
        </w:rPr>
      </w:pPr>
      <w:r>
        <w:rPr>
          <w:rFonts w:asciiTheme="majorHAnsi" w:hAnsiTheme="majorHAnsi" w:cstheme="majorHAnsi"/>
          <w:noProof/>
          <w:lang w:val="de-DE"/>
        </w:rPr>
        <w:drawing>
          <wp:inline distT="0" distB="0" distL="0" distR="0" wp14:anchorId="43A3CEB2" wp14:editId="5B07992E">
            <wp:extent cx="4229922" cy="2791911"/>
            <wp:effectExtent l="0" t="0" r="0" b="254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286079" cy="2828977"/>
                    </a:xfrm>
                    <a:prstGeom prst="rect">
                      <a:avLst/>
                    </a:prstGeom>
                  </pic:spPr>
                </pic:pic>
              </a:graphicData>
            </a:graphic>
          </wp:inline>
        </w:drawing>
      </w:r>
      <w:r w:rsidR="00E645B2">
        <w:rPr>
          <w:rFonts w:asciiTheme="majorHAnsi" w:hAnsiTheme="majorHAnsi" w:cstheme="majorHAnsi"/>
          <w:lang w:val="de-DE"/>
        </w:rPr>
        <w:br/>
      </w:r>
      <w:proofErr w:type="spellStart"/>
      <w:r w:rsidR="00D80C71">
        <w:rPr>
          <w:rFonts w:asciiTheme="majorHAnsi" w:hAnsiTheme="majorHAnsi" w:cstheme="majorHAnsi"/>
          <w:lang w:val="de-DE"/>
        </w:rPr>
        <w:t>myFastems</w:t>
      </w:r>
      <w:proofErr w:type="spellEnd"/>
      <w:r w:rsidR="00D80C71">
        <w:rPr>
          <w:rFonts w:asciiTheme="majorHAnsi" w:hAnsiTheme="majorHAnsi" w:cstheme="majorHAnsi"/>
          <w:lang w:val="de-DE"/>
        </w:rPr>
        <w:t xml:space="preserve"> richtet sich als S</w:t>
      </w:r>
      <w:r w:rsidR="00A05DD3">
        <w:rPr>
          <w:rFonts w:asciiTheme="majorHAnsi" w:hAnsiTheme="majorHAnsi" w:cstheme="majorHAnsi"/>
          <w:lang w:val="de-DE"/>
        </w:rPr>
        <w:t>oftware-</w:t>
      </w:r>
      <w:proofErr w:type="spellStart"/>
      <w:r w:rsidR="00A05DD3">
        <w:rPr>
          <w:rFonts w:asciiTheme="majorHAnsi" w:hAnsiTheme="majorHAnsi" w:cstheme="majorHAnsi"/>
          <w:lang w:val="de-DE"/>
        </w:rPr>
        <w:t>as</w:t>
      </w:r>
      <w:proofErr w:type="spellEnd"/>
      <w:r w:rsidR="00A05DD3">
        <w:rPr>
          <w:rFonts w:asciiTheme="majorHAnsi" w:hAnsiTheme="majorHAnsi" w:cstheme="majorHAnsi"/>
          <w:lang w:val="de-DE"/>
        </w:rPr>
        <w:t xml:space="preserve">-a-Service insbesondere an Anwender </w:t>
      </w:r>
      <w:r>
        <w:rPr>
          <w:rFonts w:asciiTheme="majorHAnsi" w:hAnsiTheme="majorHAnsi" w:cstheme="majorHAnsi"/>
          <w:lang w:val="de-DE"/>
        </w:rPr>
        <w:br/>
      </w:r>
      <w:r w:rsidR="00A05DD3">
        <w:rPr>
          <w:rFonts w:asciiTheme="majorHAnsi" w:hAnsiTheme="majorHAnsi" w:cstheme="majorHAnsi"/>
          <w:lang w:val="de-DE"/>
        </w:rPr>
        <w:t xml:space="preserve">der Manufacturing Management Software (MMS) ab Version 6 von </w:t>
      </w:r>
      <w:proofErr w:type="spellStart"/>
      <w:r w:rsidR="00A05DD3">
        <w:rPr>
          <w:rFonts w:asciiTheme="majorHAnsi" w:hAnsiTheme="majorHAnsi" w:cstheme="majorHAnsi"/>
          <w:lang w:val="de-DE"/>
        </w:rPr>
        <w:t>Fastems</w:t>
      </w:r>
      <w:proofErr w:type="spellEnd"/>
      <w:r w:rsidR="00A05DD3">
        <w:rPr>
          <w:rFonts w:asciiTheme="majorHAnsi" w:hAnsiTheme="majorHAnsi" w:cstheme="majorHAnsi"/>
          <w:lang w:val="de-DE"/>
        </w:rPr>
        <w:t xml:space="preserve">. </w:t>
      </w:r>
      <w:r>
        <w:rPr>
          <w:rFonts w:asciiTheme="majorHAnsi" w:hAnsiTheme="majorHAnsi" w:cstheme="majorHAnsi"/>
          <w:lang w:val="de-DE"/>
        </w:rPr>
        <w:br/>
      </w:r>
      <w:r w:rsidR="003B101F" w:rsidRPr="00D21248">
        <w:rPr>
          <w:rFonts w:asciiTheme="majorHAnsi" w:hAnsiTheme="majorHAnsi" w:cstheme="majorHAnsi"/>
          <w:lang w:val="de-DE"/>
        </w:rPr>
        <w:t xml:space="preserve">(Bild: </w:t>
      </w:r>
      <w:proofErr w:type="spellStart"/>
      <w:r w:rsidR="00120A71" w:rsidRPr="00D21248">
        <w:rPr>
          <w:rFonts w:asciiTheme="majorHAnsi" w:hAnsiTheme="majorHAnsi" w:cstheme="majorHAnsi"/>
          <w:lang w:val="de-DE"/>
        </w:rPr>
        <w:t>Fastems</w:t>
      </w:r>
      <w:proofErr w:type="spellEnd"/>
      <w:r w:rsidR="003C53F4">
        <w:rPr>
          <w:rFonts w:asciiTheme="majorHAnsi" w:hAnsiTheme="majorHAnsi" w:cstheme="majorHAnsi"/>
          <w:lang w:val="de-DE"/>
        </w:rPr>
        <w:t xml:space="preserve"> Oy AB</w:t>
      </w:r>
      <w:r w:rsidR="003B101F" w:rsidRPr="00D21248">
        <w:rPr>
          <w:rFonts w:asciiTheme="majorHAnsi" w:hAnsiTheme="majorHAnsi" w:cstheme="majorHAnsi"/>
          <w:lang w:val="de-DE"/>
        </w:rPr>
        <w:t>)</w:t>
      </w:r>
    </w:p>
    <w:p w14:paraId="004448DC" w14:textId="3F886EB4" w:rsidR="000C3C3C" w:rsidRDefault="000C3C3C">
      <w:pPr>
        <w:rPr>
          <w:rFonts w:asciiTheme="majorHAnsi" w:hAnsiTheme="majorHAnsi" w:cstheme="majorHAnsi"/>
          <w:lang w:val="de-DE"/>
        </w:rPr>
      </w:pPr>
    </w:p>
    <w:p w14:paraId="60B607F8" w14:textId="0731460C" w:rsidR="00061202" w:rsidRPr="00D21248" w:rsidRDefault="00061202" w:rsidP="00061202">
      <w:pPr>
        <w:rPr>
          <w:color w:val="000000"/>
          <w:lang w:val="de-DE"/>
        </w:rPr>
      </w:pPr>
      <w:r w:rsidRPr="00D21248">
        <w:rPr>
          <w:color w:val="000000"/>
          <w:lang w:val="de-DE"/>
        </w:rPr>
        <w:t>Über Fastems</w:t>
      </w:r>
      <w:r w:rsidR="00A05DD3">
        <w:rPr>
          <w:color w:val="000000"/>
          <w:lang w:val="de-DE"/>
        </w:rPr>
        <w:t xml:space="preserve"> (www.fastems.com)</w:t>
      </w:r>
    </w:p>
    <w:p w14:paraId="425C936E" w14:textId="77777777" w:rsidR="003D2D5E" w:rsidRPr="003D2D5E" w:rsidRDefault="003D2D5E" w:rsidP="003D2D5E">
      <w:pPr>
        <w:pStyle w:val="AbsatzohneAbstandnach"/>
        <w:spacing w:line="240" w:lineRule="auto"/>
        <w:rPr>
          <w:rFonts w:asciiTheme="majorHAnsi" w:hAnsiTheme="majorHAnsi" w:cstheme="majorHAnsi"/>
        </w:rPr>
      </w:pPr>
      <w:r w:rsidRPr="003D2D5E">
        <w:rPr>
          <w:rFonts w:asciiTheme="majorHAnsi" w:hAnsiTheme="majorHAnsi" w:cstheme="majorHAnsi"/>
        </w:rPr>
        <w:t xml:space="preserve">Das 1901 in Finnland gegründete Unternehmen Fastems liefert intelligente Lösungen für die Fabrikautomatisierung in der metallverarbeitenden Industrie. Fastems branchenführende und für alle industrielle Werkzeugmaschinen offene Steuerungssoftware, kombiniert mit einem breitgefächerten Service und jahrzehntelanger Erfahrung, machen das Unternehmen einzigartig. </w:t>
      </w:r>
    </w:p>
    <w:p w14:paraId="7490B0BC" w14:textId="77777777" w:rsidR="003D2D5E" w:rsidRPr="003D2D5E" w:rsidRDefault="003D2D5E" w:rsidP="003D2D5E">
      <w:pPr>
        <w:pStyle w:val="AbsatzohneAbstandnach"/>
        <w:spacing w:line="240" w:lineRule="auto"/>
        <w:rPr>
          <w:rFonts w:asciiTheme="majorHAnsi" w:hAnsiTheme="majorHAnsi" w:cstheme="majorHAnsi"/>
        </w:rPr>
      </w:pPr>
    </w:p>
    <w:p w14:paraId="6DD90AF7" w14:textId="77777777" w:rsidR="003D2D5E" w:rsidRPr="003D2D5E" w:rsidRDefault="003D2D5E" w:rsidP="003D2D5E">
      <w:pPr>
        <w:pStyle w:val="AbsatzohneAbstandnach"/>
        <w:spacing w:line="240" w:lineRule="auto"/>
        <w:rPr>
          <w:rFonts w:asciiTheme="majorHAnsi" w:hAnsiTheme="majorHAnsi" w:cstheme="majorHAnsi"/>
        </w:rPr>
      </w:pPr>
      <w:r w:rsidRPr="003D2D5E">
        <w:rPr>
          <w:rFonts w:asciiTheme="majorHAnsi" w:hAnsiTheme="majorHAnsi" w:cstheme="majorHAnsi"/>
        </w:rPr>
        <w:t xml:space="preserve">Das Angebot umfasst Beratungsdienstleistungen im Umfeld des Materialhandlings bis hin zu flexiblen Fertigungssystemen, roboterbasierte Automationslösungen, Software für die Fertigungssteuerung sowie ein umfangreiches Serviceangebot. Mit diesen Lösungen ist es möglich, die Kapazität von Werkzeugmaschinen zu steigern und zusätzlich Prozesse zu optimieren. Mit Hilfe der intelligenten Software MMS werden die Fertigung und das Werkzeugmanagement effizient geplant, prognostiziert, gesteuert, visualisiert und überwacht. Aufgrund der Offenheit für unterschiedliche Systeme und Schnittstellen werden die Chancen, die neue Technologien, Digitalisierung und Vernetzung eröffnen, konsequent in kundenorientierte Soft- und Hardwarelösungen umgesetzt.   </w:t>
      </w:r>
    </w:p>
    <w:p w14:paraId="3A868A82" w14:textId="77777777" w:rsidR="003D2D5E" w:rsidRPr="003D2D5E" w:rsidRDefault="003D2D5E" w:rsidP="003D2D5E">
      <w:pPr>
        <w:pStyle w:val="AbsatzohneAbstandnach"/>
        <w:spacing w:line="240" w:lineRule="auto"/>
        <w:rPr>
          <w:rFonts w:asciiTheme="majorHAnsi" w:hAnsiTheme="majorHAnsi" w:cstheme="majorHAnsi"/>
        </w:rPr>
      </w:pPr>
    </w:p>
    <w:p w14:paraId="567C82E7" w14:textId="77777777" w:rsidR="003D2D5E" w:rsidRPr="003D2D5E" w:rsidRDefault="003D2D5E" w:rsidP="003D2D5E">
      <w:pPr>
        <w:pStyle w:val="AbsatzohneAbstandnach"/>
        <w:spacing w:line="240" w:lineRule="auto"/>
        <w:rPr>
          <w:rFonts w:asciiTheme="majorHAnsi" w:hAnsiTheme="majorHAnsi" w:cstheme="majorHAnsi"/>
        </w:rPr>
      </w:pPr>
      <w:r w:rsidRPr="003D2D5E">
        <w:rPr>
          <w:rFonts w:asciiTheme="majorHAnsi" w:hAnsiTheme="majorHAnsi" w:cstheme="majorHAnsi"/>
        </w:rPr>
        <w:t>Fastems hat seinen Hauptsitz in Tampere (Finnland). Mit seinem Fertigungsstandort in Finnland sowie einer globalen Verkaufs- und Serviceorganisation hat das Unternehmen bisher über 4.000 Systeme an seine Hauptmärkte in Europa, Nordamerika und Asien geliefert und installiert. Im Jahr 2019 betrug der Umsatz des Unternehmen</w:t>
      </w:r>
      <w:r>
        <w:rPr>
          <w:rFonts w:asciiTheme="majorHAnsi" w:hAnsiTheme="majorHAnsi" w:cstheme="majorHAnsi"/>
        </w:rPr>
        <w:t>s</w:t>
      </w:r>
      <w:r w:rsidRPr="003D2D5E">
        <w:rPr>
          <w:rFonts w:asciiTheme="majorHAnsi" w:hAnsiTheme="majorHAnsi" w:cstheme="majorHAnsi"/>
        </w:rPr>
        <w:t xml:space="preserve"> mit weltweit rund 450 Mitarbeitern über 100 Mio. EUR.</w:t>
      </w:r>
    </w:p>
    <w:p w14:paraId="01B6C46B" w14:textId="77777777" w:rsidR="00061202" w:rsidRPr="003D2D5E" w:rsidRDefault="00061202" w:rsidP="003D2D5E">
      <w:pPr>
        <w:rPr>
          <w:rFonts w:asciiTheme="majorHAnsi" w:hAnsiTheme="majorHAnsi" w:cstheme="majorHAnsi"/>
          <w:color w:val="000000"/>
          <w:lang w:val="de-DE"/>
        </w:rPr>
      </w:pPr>
    </w:p>
    <w:p w14:paraId="5B99F0F2" w14:textId="77777777" w:rsidR="00AA55E1" w:rsidRPr="003D2D5E" w:rsidRDefault="00AA55E1" w:rsidP="003D2D5E">
      <w:pPr>
        <w:rPr>
          <w:rFonts w:asciiTheme="majorHAnsi" w:hAnsiTheme="majorHAnsi" w:cstheme="majorHAnsi"/>
          <w:color w:val="000000"/>
          <w:lang w:val="de-DE"/>
        </w:rPr>
      </w:pPr>
    </w:p>
    <w:p w14:paraId="3BBD56F9" w14:textId="77777777" w:rsidR="00606A95" w:rsidRPr="003D2D5E" w:rsidRDefault="00141689" w:rsidP="003D2D5E">
      <w:pPr>
        <w:rPr>
          <w:rFonts w:asciiTheme="majorHAnsi" w:hAnsiTheme="majorHAnsi" w:cstheme="majorHAnsi"/>
          <w:color w:val="000000"/>
          <w:lang w:val="de-DE"/>
        </w:rPr>
      </w:pPr>
      <w:r w:rsidRPr="003D2D5E">
        <w:rPr>
          <w:rFonts w:asciiTheme="majorHAnsi" w:hAnsiTheme="majorHAnsi" w:cstheme="majorHAnsi"/>
          <w:color w:val="000000"/>
          <w:lang w:val="de-DE"/>
        </w:rPr>
        <w:t>Pressekontakt</w:t>
      </w:r>
      <w:r w:rsidR="00606A95" w:rsidRPr="003D2D5E">
        <w:rPr>
          <w:rFonts w:asciiTheme="majorHAnsi" w:hAnsiTheme="majorHAnsi" w:cstheme="majorHAnsi"/>
          <w:color w:val="000000"/>
          <w:lang w:val="de-DE"/>
        </w:rPr>
        <w:t xml:space="preserve">: </w:t>
      </w:r>
    </w:p>
    <w:p w14:paraId="69BE5DE1" w14:textId="77777777" w:rsidR="00606A95" w:rsidRPr="003D2D5E" w:rsidRDefault="00606A95" w:rsidP="003D2D5E">
      <w:pPr>
        <w:rPr>
          <w:rFonts w:asciiTheme="majorHAnsi" w:hAnsiTheme="majorHAnsi" w:cstheme="majorHAnsi"/>
          <w:color w:val="000000"/>
          <w:lang w:val="de-DE"/>
        </w:rPr>
      </w:pPr>
    </w:p>
    <w:p w14:paraId="47246F42" w14:textId="77777777" w:rsidR="00606A95" w:rsidRPr="003D2D5E" w:rsidRDefault="00120A71" w:rsidP="003D2D5E">
      <w:pPr>
        <w:rPr>
          <w:rFonts w:asciiTheme="majorHAnsi" w:hAnsiTheme="majorHAnsi" w:cstheme="majorHAnsi"/>
          <w:color w:val="000000"/>
          <w:lang w:val="de-DE"/>
        </w:rPr>
      </w:pPr>
      <w:r w:rsidRPr="003D2D5E">
        <w:rPr>
          <w:rFonts w:asciiTheme="majorHAnsi" w:hAnsiTheme="majorHAnsi" w:cstheme="majorHAnsi"/>
          <w:color w:val="000000"/>
          <w:lang w:val="de-DE"/>
        </w:rPr>
        <w:t>Maike Teuwsen</w:t>
      </w:r>
    </w:p>
    <w:p w14:paraId="5BCD0DBE" w14:textId="77777777" w:rsidR="00606A95" w:rsidRPr="003D2D5E" w:rsidRDefault="00606A95" w:rsidP="003D2D5E">
      <w:pPr>
        <w:rPr>
          <w:rFonts w:asciiTheme="majorHAnsi" w:hAnsiTheme="majorHAnsi" w:cstheme="majorHAnsi"/>
          <w:color w:val="000000"/>
          <w:lang w:val="de-DE"/>
        </w:rPr>
      </w:pPr>
      <w:r w:rsidRPr="003D2D5E">
        <w:rPr>
          <w:rFonts w:asciiTheme="majorHAnsi" w:hAnsiTheme="majorHAnsi" w:cstheme="majorHAnsi"/>
          <w:color w:val="000000"/>
          <w:lang w:val="de-DE"/>
        </w:rPr>
        <w:t>Marketing</w:t>
      </w:r>
    </w:p>
    <w:p w14:paraId="649518E6" w14:textId="77777777" w:rsidR="00606A95" w:rsidRPr="003D2D5E" w:rsidRDefault="00606A95" w:rsidP="003D2D5E">
      <w:pPr>
        <w:rPr>
          <w:rFonts w:asciiTheme="majorHAnsi" w:hAnsiTheme="majorHAnsi" w:cstheme="majorHAnsi"/>
          <w:color w:val="000000"/>
          <w:lang w:val="de-DE"/>
        </w:rPr>
      </w:pPr>
      <w:r w:rsidRPr="003D2D5E">
        <w:rPr>
          <w:rFonts w:asciiTheme="majorHAnsi" w:hAnsiTheme="majorHAnsi" w:cstheme="majorHAnsi"/>
          <w:color w:val="000000"/>
          <w:lang w:val="de-DE"/>
        </w:rPr>
        <w:t xml:space="preserve">Tel. +49 </w:t>
      </w:r>
      <w:r w:rsidR="00AE039E" w:rsidRPr="00AE039E">
        <w:rPr>
          <w:rFonts w:asciiTheme="majorHAnsi" w:hAnsiTheme="majorHAnsi" w:cstheme="majorHAnsi"/>
          <w:color w:val="000000"/>
          <w:lang w:val="de-DE"/>
        </w:rPr>
        <w:t>162 9923336</w:t>
      </w:r>
      <w:r w:rsidR="00AE039E" w:rsidRPr="00AE039E">
        <w:rPr>
          <w:rFonts w:asciiTheme="majorHAnsi" w:hAnsiTheme="majorHAnsi" w:cstheme="majorHAnsi"/>
          <w:color w:val="000000"/>
          <w:lang w:val="de-DE"/>
        </w:rPr>
        <w:t>‬</w:t>
      </w:r>
    </w:p>
    <w:p w14:paraId="6687B534" w14:textId="0858F21C" w:rsidR="00BB7958" w:rsidRDefault="00BB7958" w:rsidP="003D2D5E">
      <w:pPr>
        <w:rPr>
          <w:rFonts w:asciiTheme="majorHAnsi" w:hAnsiTheme="majorHAnsi" w:cstheme="majorHAnsi"/>
          <w:color w:val="000000"/>
          <w:lang w:val="de-DE"/>
        </w:rPr>
      </w:pPr>
      <w:r w:rsidRPr="003D2D5E">
        <w:rPr>
          <w:rFonts w:asciiTheme="majorHAnsi" w:hAnsiTheme="majorHAnsi" w:cstheme="majorHAnsi"/>
          <w:color w:val="000000"/>
          <w:lang w:val="de-DE"/>
        </w:rPr>
        <w:t>E-Mail</w:t>
      </w:r>
      <w:r w:rsidR="00606A95" w:rsidRPr="003D2D5E">
        <w:rPr>
          <w:rFonts w:asciiTheme="majorHAnsi" w:hAnsiTheme="majorHAnsi" w:cstheme="majorHAnsi"/>
          <w:color w:val="000000"/>
          <w:lang w:val="de-DE"/>
        </w:rPr>
        <w:t xml:space="preserve">: </w:t>
      </w:r>
      <w:r w:rsidRPr="00BB7958">
        <w:rPr>
          <w:rFonts w:asciiTheme="majorHAnsi" w:hAnsiTheme="majorHAnsi" w:cstheme="majorHAnsi"/>
          <w:color w:val="000000"/>
          <w:lang w:val="de-DE"/>
        </w:rPr>
        <w:t>maike.teuwsen@fastems.com</w:t>
      </w:r>
    </w:p>
    <w:sectPr w:rsidR="00BB7958" w:rsidSect="00DE2EB5">
      <w:headerReference w:type="default" r:id="rId13"/>
      <w:footerReference w:type="default" r:id="rId14"/>
      <w:headerReference w:type="first" r:id="rId15"/>
      <w:footerReference w:type="first" r:id="rId16"/>
      <w:pgSz w:w="11906" w:h="16838" w:code="9"/>
      <w:pgMar w:top="2438" w:right="1134" w:bottom="1134" w:left="1418" w:header="454"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687376" w14:textId="77777777" w:rsidR="0083425E" w:rsidRDefault="0083425E" w:rsidP="001C44B3">
      <w:r>
        <w:separator/>
      </w:r>
    </w:p>
  </w:endnote>
  <w:endnote w:type="continuationSeparator" w:id="0">
    <w:p w14:paraId="1D4E2A01" w14:textId="77777777" w:rsidR="0083425E" w:rsidRDefault="0083425E" w:rsidP="001C4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Frutiger 45 Light">
    <w:altName w:val="Microsoft JhengHei Light"/>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94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030"/>
      <w:gridCol w:w="1866"/>
      <w:gridCol w:w="1866"/>
      <w:gridCol w:w="1468"/>
      <w:gridCol w:w="2264"/>
    </w:tblGrid>
    <w:tr w:rsidR="00061202" w:rsidRPr="00ED7B7B" w14:paraId="46F4C11F" w14:textId="77777777" w:rsidTr="00674C91">
      <w:trPr>
        <w:trHeight w:val="340"/>
      </w:trPr>
      <w:tc>
        <w:tcPr>
          <w:tcW w:w="2030" w:type="dxa"/>
          <w:tcBorders>
            <w:top w:val="single" w:sz="8" w:space="0" w:color="4F5250" w:themeColor="accent1"/>
          </w:tcBorders>
        </w:tcPr>
        <w:p w14:paraId="09A0B36E" w14:textId="77777777" w:rsidR="00061202" w:rsidRPr="00ED7B7B" w:rsidRDefault="00061202">
          <w:pPr>
            <w:pStyle w:val="Fuzeile"/>
            <w:rPr>
              <w:lang w:val="de-DE"/>
            </w:rPr>
          </w:pPr>
        </w:p>
      </w:tc>
      <w:tc>
        <w:tcPr>
          <w:tcW w:w="1866" w:type="dxa"/>
          <w:tcBorders>
            <w:top w:val="single" w:sz="8" w:space="0" w:color="4F5250" w:themeColor="accent1"/>
          </w:tcBorders>
        </w:tcPr>
        <w:p w14:paraId="7510498A" w14:textId="77777777" w:rsidR="00061202" w:rsidRPr="00ED7B7B" w:rsidRDefault="00061202" w:rsidP="001E3ECA">
          <w:pPr>
            <w:pStyle w:val="Fuzeile"/>
            <w:rPr>
              <w:lang w:val="de-DE"/>
            </w:rPr>
          </w:pPr>
        </w:p>
      </w:tc>
      <w:tc>
        <w:tcPr>
          <w:tcW w:w="1866" w:type="dxa"/>
          <w:tcBorders>
            <w:top w:val="single" w:sz="8" w:space="0" w:color="4F5250" w:themeColor="accent1"/>
          </w:tcBorders>
        </w:tcPr>
        <w:p w14:paraId="0CE23762" w14:textId="77777777" w:rsidR="00061202" w:rsidRPr="00ED7B7B" w:rsidRDefault="00061202" w:rsidP="001E3ECA">
          <w:pPr>
            <w:pStyle w:val="Fuzeile"/>
            <w:rPr>
              <w:lang w:val="de-DE"/>
            </w:rPr>
          </w:pPr>
        </w:p>
      </w:tc>
      <w:tc>
        <w:tcPr>
          <w:tcW w:w="1468" w:type="dxa"/>
          <w:tcBorders>
            <w:top w:val="single" w:sz="8" w:space="0" w:color="4F5250" w:themeColor="accent1"/>
          </w:tcBorders>
        </w:tcPr>
        <w:p w14:paraId="5D737501" w14:textId="77777777" w:rsidR="00061202" w:rsidRPr="00ED7B7B" w:rsidRDefault="00061202" w:rsidP="001E3ECA">
          <w:pPr>
            <w:pStyle w:val="Fuzeile"/>
            <w:rPr>
              <w:lang w:val="de-DE"/>
            </w:rPr>
          </w:pPr>
        </w:p>
      </w:tc>
      <w:tc>
        <w:tcPr>
          <w:tcW w:w="2264" w:type="dxa"/>
          <w:tcBorders>
            <w:top w:val="single" w:sz="8" w:space="0" w:color="4F5250" w:themeColor="accent1"/>
          </w:tcBorders>
        </w:tcPr>
        <w:p w14:paraId="315C8F5D" w14:textId="77777777" w:rsidR="00061202" w:rsidRPr="00ED7B7B" w:rsidRDefault="00061202" w:rsidP="001E3ECA">
          <w:pPr>
            <w:pStyle w:val="Fuzeile"/>
            <w:rPr>
              <w:lang w:val="de-DE"/>
            </w:rPr>
          </w:pPr>
        </w:p>
      </w:tc>
    </w:tr>
    <w:tr w:rsidR="00061202" w:rsidRPr="00D573AF" w14:paraId="2BFB9D11" w14:textId="77777777" w:rsidTr="00674C91">
      <w:trPr>
        <w:trHeight w:val="170"/>
      </w:trPr>
      <w:tc>
        <w:tcPr>
          <w:tcW w:w="2030" w:type="dxa"/>
        </w:tcPr>
        <w:p w14:paraId="36A1900A" w14:textId="77777777" w:rsidR="00061202" w:rsidRPr="00183099" w:rsidRDefault="00061202" w:rsidP="00ED7B7B">
          <w:pPr>
            <w:pStyle w:val="Fuzeile"/>
            <w:rPr>
              <w:b/>
              <w:lang w:val="de-DE"/>
            </w:rPr>
          </w:pPr>
          <w:r w:rsidRPr="00183099">
            <w:rPr>
              <w:b/>
              <w:lang w:val="de-DE"/>
            </w:rPr>
            <w:t>Fastems Systems GmbH</w:t>
          </w:r>
        </w:p>
      </w:tc>
      <w:tc>
        <w:tcPr>
          <w:tcW w:w="1866" w:type="dxa"/>
          <w:vMerge w:val="restart"/>
        </w:tcPr>
        <w:p w14:paraId="6F1F97F0" w14:textId="77777777" w:rsidR="00061202" w:rsidRPr="00FF2F2F" w:rsidRDefault="00061202" w:rsidP="00FF2F2F">
          <w:pPr>
            <w:pStyle w:val="Fuzeile"/>
            <w:rPr>
              <w:lang w:val="de-DE"/>
            </w:rPr>
          </w:pPr>
          <w:r w:rsidRPr="00FF2F2F">
            <w:rPr>
              <w:lang w:val="de-DE"/>
            </w:rPr>
            <w:t>Zweigstelle Göppingen:</w:t>
          </w:r>
        </w:p>
        <w:p w14:paraId="2A14B6E5" w14:textId="77777777" w:rsidR="00061202" w:rsidRPr="00FF2F2F" w:rsidRDefault="00061202" w:rsidP="00FF2F2F">
          <w:pPr>
            <w:pStyle w:val="Fuzeile"/>
            <w:rPr>
              <w:lang w:val="de-DE"/>
            </w:rPr>
          </w:pPr>
          <w:r w:rsidRPr="00FF2F2F">
            <w:rPr>
              <w:lang w:val="de-DE"/>
            </w:rPr>
            <w:t>Heilbronner Straße 17/1</w:t>
          </w:r>
        </w:p>
        <w:p w14:paraId="77B92776" w14:textId="77777777" w:rsidR="00061202" w:rsidRPr="00FF2F2F" w:rsidRDefault="00061202" w:rsidP="00FF2F2F">
          <w:pPr>
            <w:pStyle w:val="Fuzeile"/>
            <w:rPr>
              <w:lang w:val="de-DE"/>
            </w:rPr>
          </w:pPr>
          <w:r w:rsidRPr="00FF2F2F">
            <w:rPr>
              <w:lang w:val="de-DE"/>
            </w:rPr>
            <w:t>D-73037 Göppingen</w:t>
          </w:r>
        </w:p>
        <w:p w14:paraId="152BC385" w14:textId="77777777" w:rsidR="00061202" w:rsidRPr="00FF2F2F" w:rsidRDefault="00061202" w:rsidP="00FF2F2F">
          <w:pPr>
            <w:pStyle w:val="Fuzeile"/>
            <w:rPr>
              <w:lang w:val="de-DE"/>
            </w:rPr>
          </w:pPr>
          <w:r w:rsidRPr="00FF2F2F">
            <w:rPr>
              <w:lang w:val="de-DE"/>
            </w:rPr>
            <w:t>T:  +49 7161 963 800</w:t>
          </w:r>
        </w:p>
        <w:p w14:paraId="4AF87D4A" w14:textId="77777777" w:rsidR="00061202" w:rsidRPr="00FF2F2F" w:rsidRDefault="00061202" w:rsidP="00FF2F2F">
          <w:pPr>
            <w:pStyle w:val="Fuzeile"/>
            <w:rPr>
              <w:lang w:val="de-DE"/>
            </w:rPr>
          </w:pPr>
          <w:r w:rsidRPr="00FF2F2F">
            <w:rPr>
              <w:lang w:val="de-DE"/>
            </w:rPr>
            <w:t>F:  +49 7161 963 8049</w:t>
          </w:r>
        </w:p>
        <w:p w14:paraId="39EB4DA9" w14:textId="77777777" w:rsidR="00061202" w:rsidRPr="00FF2F2F" w:rsidRDefault="00061202" w:rsidP="00FF2F2F">
          <w:pPr>
            <w:pStyle w:val="Fuzeile"/>
            <w:rPr>
              <w:lang w:val="de-DE"/>
            </w:rPr>
          </w:pPr>
          <w:r>
            <w:rPr>
              <w:lang w:val="de-DE"/>
            </w:rPr>
            <w:t>info.fastems</w:t>
          </w:r>
          <w:r w:rsidRPr="00FF2F2F">
            <w:rPr>
              <w:lang w:val="de-DE"/>
            </w:rPr>
            <w:t>@fastems.com</w:t>
          </w:r>
        </w:p>
        <w:p w14:paraId="130F14B4" w14:textId="77777777" w:rsidR="00061202" w:rsidRPr="00ED7B7B" w:rsidRDefault="00061202" w:rsidP="00FF2F2F">
          <w:pPr>
            <w:pStyle w:val="Fuzeile"/>
            <w:rPr>
              <w:lang w:val="de-DE"/>
            </w:rPr>
          </w:pPr>
          <w:r w:rsidRPr="00FF2F2F">
            <w:rPr>
              <w:lang w:val="de-DE"/>
            </w:rPr>
            <w:t>www.fastems.com</w:t>
          </w:r>
        </w:p>
      </w:tc>
      <w:tc>
        <w:tcPr>
          <w:tcW w:w="1866" w:type="dxa"/>
          <w:vMerge w:val="restart"/>
        </w:tcPr>
        <w:p w14:paraId="34A6C453" w14:textId="7079A86F" w:rsidR="00061202" w:rsidRPr="00ED7B7B" w:rsidRDefault="00061202" w:rsidP="00FF2F2F">
          <w:pPr>
            <w:pStyle w:val="Fuzeile"/>
            <w:rPr>
              <w:lang w:val="de-DE"/>
            </w:rPr>
          </w:pPr>
        </w:p>
      </w:tc>
      <w:tc>
        <w:tcPr>
          <w:tcW w:w="1468" w:type="dxa"/>
          <w:vMerge w:val="restart"/>
        </w:tcPr>
        <w:p w14:paraId="7CC66377" w14:textId="77777777" w:rsidR="00061202" w:rsidRPr="00FF2F2F" w:rsidRDefault="00061202" w:rsidP="00FF2F2F">
          <w:pPr>
            <w:pStyle w:val="Fuzeile"/>
            <w:rPr>
              <w:lang w:val="de-DE"/>
            </w:rPr>
          </w:pPr>
          <w:r w:rsidRPr="00FF2F2F">
            <w:rPr>
              <w:lang w:val="de-DE"/>
            </w:rPr>
            <w:t>Hauptsitz Issum</w:t>
          </w:r>
        </w:p>
        <w:p w14:paraId="61E2B8BA" w14:textId="77777777" w:rsidR="00061202" w:rsidRPr="00FF2F2F" w:rsidRDefault="00061202" w:rsidP="00FF2F2F">
          <w:pPr>
            <w:pStyle w:val="Fuzeile"/>
            <w:rPr>
              <w:lang w:val="de-DE"/>
            </w:rPr>
          </w:pPr>
          <w:r w:rsidRPr="00FF2F2F">
            <w:rPr>
              <w:lang w:val="de-DE"/>
            </w:rPr>
            <w:t xml:space="preserve">Amtsgericht Kleve </w:t>
          </w:r>
        </w:p>
        <w:p w14:paraId="51D59202" w14:textId="77777777" w:rsidR="00061202" w:rsidRPr="00FF2F2F" w:rsidRDefault="00061202" w:rsidP="00FF2F2F">
          <w:pPr>
            <w:pStyle w:val="Fuzeile"/>
            <w:rPr>
              <w:lang w:val="de-DE"/>
            </w:rPr>
          </w:pPr>
          <w:r w:rsidRPr="00FF2F2F">
            <w:rPr>
              <w:lang w:val="de-DE"/>
            </w:rPr>
            <w:t>HRB 12692</w:t>
          </w:r>
        </w:p>
        <w:p w14:paraId="094F39C9" w14:textId="77777777" w:rsidR="00061202" w:rsidRPr="00FF2F2F" w:rsidRDefault="00061202" w:rsidP="00FF2F2F">
          <w:pPr>
            <w:pStyle w:val="Fuzeile"/>
            <w:rPr>
              <w:lang w:val="de-DE"/>
            </w:rPr>
          </w:pPr>
          <w:r w:rsidRPr="00FF2F2F">
            <w:rPr>
              <w:lang w:val="de-DE"/>
            </w:rPr>
            <w:t>Geschäftsführer:</w:t>
          </w:r>
        </w:p>
        <w:p w14:paraId="3F688C71" w14:textId="3EDE47EA" w:rsidR="00061202" w:rsidRDefault="00061202" w:rsidP="00FF2F2F">
          <w:pPr>
            <w:pStyle w:val="Fuzeile"/>
            <w:rPr>
              <w:lang w:val="de-DE"/>
            </w:rPr>
          </w:pPr>
          <w:r w:rsidRPr="00FF2F2F">
            <w:rPr>
              <w:lang w:val="de-DE"/>
            </w:rPr>
            <w:t>Heikki Hallila</w:t>
          </w:r>
          <w:r w:rsidR="000E71E0">
            <w:rPr>
              <w:lang w:val="de-DE"/>
            </w:rPr>
            <w:br/>
            <w:t>Stefan Becker</w:t>
          </w:r>
        </w:p>
        <w:p w14:paraId="28E09C46" w14:textId="77777777" w:rsidR="006C2B35" w:rsidRPr="00FF2F2F" w:rsidRDefault="006C2B35" w:rsidP="00FF2F2F">
          <w:pPr>
            <w:pStyle w:val="Fuzeile"/>
            <w:rPr>
              <w:lang w:val="de-DE"/>
            </w:rPr>
          </w:pPr>
        </w:p>
        <w:p w14:paraId="4BD7FF5F" w14:textId="77777777" w:rsidR="00061202" w:rsidRPr="00ED7B7B" w:rsidRDefault="00061202" w:rsidP="00FF2F2F">
          <w:pPr>
            <w:pStyle w:val="Fuzeile"/>
            <w:rPr>
              <w:lang w:val="de-DE"/>
            </w:rPr>
          </w:pPr>
        </w:p>
      </w:tc>
      <w:tc>
        <w:tcPr>
          <w:tcW w:w="2264" w:type="dxa"/>
          <w:vMerge w:val="restart"/>
        </w:tcPr>
        <w:p w14:paraId="386CC677" w14:textId="77777777" w:rsidR="00061202" w:rsidRPr="00FF2F2F" w:rsidRDefault="00061202" w:rsidP="00FF2F2F">
          <w:pPr>
            <w:pStyle w:val="Fuzeile"/>
            <w:rPr>
              <w:lang w:val="de-DE"/>
            </w:rPr>
          </w:pPr>
          <w:r w:rsidRPr="00FF2F2F">
            <w:rPr>
              <w:lang w:val="de-DE"/>
            </w:rPr>
            <w:t>Nordea Bank</w:t>
          </w:r>
          <w:r>
            <w:rPr>
              <w:lang w:val="de-DE"/>
            </w:rPr>
            <w:t xml:space="preserve"> AB</w:t>
          </w:r>
        </w:p>
        <w:p w14:paraId="40068CBC" w14:textId="77777777" w:rsidR="00061202" w:rsidRPr="00FF2F2F" w:rsidRDefault="00061202" w:rsidP="00FF2F2F">
          <w:pPr>
            <w:pStyle w:val="Fuzeile"/>
            <w:rPr>
              <w:lang w:val="de-DE"/>
            </w:rPr>
          </w:pPr>
          <w:r w:rsidRPr="00FF2F2F">
            <w:rPr>
              <w:lang w:val="de-DE"/>
            </w:rPr>
            <w:t>Niederlassung Deutschland</w:t>
          </w:r>
        </w:p>
        <w:p w14:paraId="5651E967" w14:textId="77777777" w:rsidR="00061202" w:rsidRPr="00FF2F2F" w:rsidRDefault="00061202" w:rsidP="00FF2F2F">
          <w:pPr>
            <w:pStyle w:val="Fuzeile"/>
            <w:rPr>
              <w:lang w:val="de-DE"/>
            </w:rPr>
          </w:pPr>
          <w:r w:rsidRPr="00FF2F2F">
            <w:rPr>
              <w:lang w:val="de-DE"/>
            </w:rPr>
            <w:t>SWIFT/BIC:  NDEADEFF</w:t>
          </w:r>
        </w:p>
        <w:p w14:paraId="1F73FDD8" w14:textId="77777777" w:rsidR="00061202" w:rsidRPr="00FF2F2F" w:rsidRDefault="00061202" w:rsidP="00FF2F2F">
          <w:pPr>
            <w:pStyle w:val="Fuzeile"/>
            <w:rPr>
              <w:lang w:val="de-DE"/>
            </w:rPr>
          </w:pPr>
          <w:r w:rsidRPr="00FF2F2F">
            <w:rPr>
              <w:lang w:val="de-DE"/>
            </w:rPr>
            <w:t>IBAN:  DE49 5143 0300 6576 2700 01</w:t>
          </w:r>
        </w:p>
        <w:p w14:paraId="3FDE10C0" w14:textId="77777777" w:rsidR="00061202" w:rsidRPr="00FF2F2F" w:rsidRDefault="00061202" w:rsidP="00FF2F2F">
          <w:pPr>
            <w:pStyle w:val="Fuzeile"/>
            <w:rPr>
              <w:lang w:val="de-DE"/>
            </w:rPr>
          </w:pPr>
          <w:proofErr w:type="spellStart"/>
          <w:r w:rsidRPr="00FF2F2F">
            <w:rPr>
              <w:lang w:val="de-DE"/>
            </w:rPr>
            <w:t>Ust</w:t>
          </w:r>
          <w:proofErr w:type="spellEnd"/>
          <w:r w:rsidRPr="00FF2F2F">
            <w:rPr>
              <w:lang w:val="de-DE"/>
            </w:rPr>
            <w:t>.-</w:t>
          </w:r>
          <w:proofErr w:type="spellStart"/>
          <w:r w:rsidRPr="00FF2F2F">
            <w:rPr>
              <w:lang w:val="de-DE"/>
            </w:rPr>
            <w:t>IdNr</w:t>
          </w:r>
          <w:proofErr w:type="spellEnd"/>
          <w:r w:rsidRPr="00FF2F2F">
            <w:rPr>
              <w:lang w:val="de-DE"/>
            </w:rPr>
            <w:t>.:  DE814797505</w:t>
          </w:r>
        </w:p>
        <w:p w14:paraId="453561F4" w14:textId="77777777" w:rsidR="00061202" w:rsidRPr="00ED7B7B" w:rsidRDefault="00061202" w:rsidP="00FF2F2F">
          <w:pPr>
            <w:pStyle w:val="Fuzeile"/>
            <w:rPr>
              <w:lang w:val="de-DE"/>
            </w:rPr>
          </w:pPr>
          <w:r w:rsidRPr="00FF2F2F">
            <w:rPr>
              <w:lang w:val="de-DE"/>
            </w:rPr>
            <w:t>Steuer-Nr.:  113/5722/1969</w:t>
          </w:r>
        </w:p>
      </w:tc>
    </w:tr>
    <w:tr w:rsidR="00061202" w:rsidRPr="00D573AF" w14:paraId="7C468BDF" w14:textId="77777777" w:rsidTr="00674C91">
      <w:trPr>
        <w:trHeight w:val="230"/>
      </w:trPr>
      <w:tc>
        <w:tcPr>
          <w:tcW w:w="2030" w:type="dxa"/>
        </w:tcPr>
        <w:p w14:paraId="6EC55D54" w14:textId="77777777" w:rsidR="00061202" w:rsidRPr="00183099" w:rsidRDefault="00061202" w:rsidP="00183099">
          <w:pPr>
            <w:pStyle w:val="Fuzeile"/>
            <w:rPr>
              <w:lang w:val="de-DE"/>
            </w:rPr>
          </w:pPr>
          <w:r w:rsidRPr="00183099">
            <w:rPr>
              <w:lang w:val="de-DE"/>
            </w:rPr>
            <w:t>Gewerbering 5</w:t>
          </w:r>
        </w:p>
        <w:p w14:paraId="249A5CA6" w14:textId="77777777" w:rsidR="00061202" w:rsidRPr="00183099" w:rsidRDefault="00061202" w:rsidP="00183099">
          <w:pPr>
            <w:pStyle w:val="Fuzeile"/>
            <w:rPr>
              <w:lang w:val="de-DE"/>
            </w:rPr>
          </w:pPr>
          <w:r w:rsidRPr="00183099">
            <w:rPr>
              <w:lang w:val="de-DE"/>
            </w:rPr>
            <w:t>D-47661 Issum</w:t>
          </w:r>
        </w:p>
        <w:p w14:paraId="50E10CF8" w14:textId="77777777" w:rsidR="00061202" w:rsidRPr="00183099" w:rsidRDefault="00061202" w:rsidP="00183099">
          <w:pPr>
            <w:pStyle w:val="Fuzeile"/>
            <w:rPr>
              <w:lang w:val="de-DE"/>
            </w:rPr>
          </w:pPr>
          <w:r w:rsidRPr="00183099">
            <w:rPr>
              <w:lang w:val="de-DE"/>
            </w:rPr>
            <w:t>T:  +49 2835 9244 0</w:t>
          </w:r>
        </w:p>
        <w:p w14:paraId="64BB5691" w14:textId="77777777" w:rsidR="00061202" w:rsidRPr="00183099" w:rsidRDefault="00061202" w:rsidP="00183099">
          <w:pPr>
            <w:pStyle w:val="Fuzeile"/>
            <w:rPr>
              <w:lang w:val="de-DE"/>
            </w:rPr>
          </w:pPr>
          <w:r w:rsidRPr="00183099">
            <w:rPr>
              <w:lang w:val="de-DE"/>
            </w:rPr>
            <w:t>F:  +49 2835 9244 444</w:t>
          </w:r>
        </w:p>
        <w:p w14:paraId="01F4D5AA" w14:textId="77777777" w:rsidR="00061202" w:rsidRPr="00183099" w:rsidRDefault="00061202" w:rsidP="00183099">
          <w:pPr>
            <w:pStyle w:val="Fuzeile"/>
            <w:rPr>
              <w:lang w:val="de-DE"/>
            </w:rPr>
          </w:pPr>
          <w:r>
            <w:rPr>
              <w:lang w:val="de-DE"/>
            </w:rPr>
            <w:t>info.fastems</w:t>
          </w:r>
          <w:r w:rsidRPr="00183099">
            <w:rPr>
              <w:lang w:val="de-DE"/>
            </w:rPr>
            <w:t>@fastems</w:t>
          </w:r>
          <w:r>
            <w:rPr>
              <w:lang w:val="de-DE"/>
            </w:rPr>
            <w:t>.com</w:t>
          </w:r>
        </w:p>
        <w:p w14:paraId="28B59E32" w14:textId="77777777" w:rsidR="00061202" w:rsidRPr="00ED7B7B" w:rsidRDefault="00061202" w:rsidP="00B6676E">
          <w:pPr>
            <w:pStyle w:val="Fuzeile"/>
            <w:rPr>
              <w:lang w:val="de-DE"/>
            </w:rPr>
          </w:pPr>
          <w:r w:rsidRPr="00183099">
            <w:rPr>
              <w:lang w:val="de-DE"/>
            </w:rPr>
            <w:t>www.fastems</w:t>
          </w:r>
          <w:r>
            <w:rPr>
              <w:lang w:val="de-DE"/>
            </w:rPr>
            <w:t>.com</w:t>
          </w:r>
        </w:p>
      </w:tc>
      <w:tc>
        <w:tcPr>
          <w:tcW w:w="1866" w:type="dxa"/>
          <w:vMerge/>
        </w:tcPr>
        <w:p w14:paraId="5A82A9EC" w14:textId="77777777" w:rsidR="00061202" w:rsidRPr="00ED7B7B" w:rsidRDefault="00061202" w:rsidP="00ED7B7B">
          <w:pPr>
            <w:pStyle w:val="Fuzeile"/>
            <w:rPr>
              <w:lang w:val="de-DE"/>
            </w:rPr>
          </w:pPr>
        </w:p>
      </w:tc>
      <w:tc>
        <w:tcPr>
          <w:tcW w:w="1866" w:type="dxa"/>
          <w:vMerge/>
        </w:tcPr>
        <w:p w14:paraId="61BDB7B2" w14:textId="77777777" w:rsidR="00061202" w:rsidRPr="00ED7B7B" w:rsidRDefault="00061202" w:rsidP="00ED7B7B">
          <w:pPr>
            <w:pStyle w:val="Fuzeile"/>
            <w:rPr>
              <w:lang w:val="de-DE"/>
            </w:rPr>
          </w:pPr>
        </w:p>
      </w:tc>
      <w:tc>
        <w:tcPr>
          <w:tcW w:w="1468" w:type="dxa"/>
          <w:vMerge/>
        </w:tcPr>
        <w:p w14:paraId="463D1642" w14:textId="77777777" w:rsidR="00061202" w:rsidRPr="00ED7B7B" w:rsidRDefault="00061202" w:rsidP="00ED7B7B">
          <w:pPr>
            <w:rPr>
              <w:lang w:val="de-DE"/>
            </w:rPr>
          </w:pPr>
        </w:p>
      </w:tc>
      <w:tc>
        <w:tcPr>
          <w:tcW w:w="2264" w:type="dxa"/>
          <w:vMerge/>
        </w:tcPr>
        <w:p w14:paraId="308BBFB7" w14:textId="77777777" w:rsidR="00061202" w:rsidRPr="00ED7B7B" w:rsidRDefault="00061202" w:rsidP="00ED7B7B">
          <w:pPr>
            <w:rPr>
              <w:lang w:val="de-DE"/>
            </w:rPr>
          </w:pPr>
        </w:p>
      </w:tc>
    </w:tr>
  </w:tbl>
  <w:p w14:paraId="3970D349" w14:textId="77777777" w:rsidR="005E3459" w:rsidRPr="00212FB6" w:rsidRDefault="005E3459" w:rsidP="005E3459">
    <w:pPr>
      <w:pStyle w:val="Fuzeile"/>
      <w:rPr>
        <w:sz w:val="22"/>
        <w:lang w:val="de-DE"/>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94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030"/>
      <w:gridCol w:w="1866"/>
      <w:gridCol w:w="1866"/>
      <w:gridCol w:w="1468"/>
      <w:gridCol w:w="2264"/>
    </w:tblGrid>
    <w:tr w:rsidR="00061202" w:rsidRPr="00ED7B7B" w14:paraId="1B5229F6" w14:textId="77777777" w:rsidTr="00674C91">
      <w:trPr>
        <w:trHeight w:val="340"/>
      </w:trPr>
      <w:tc>
        <w:tcPr>
          <w:tcW w:w="2030" w:type="dxa"/>
          <w:tcBorders>
            <w:top w:val="single" w:sz="8" w:space="0" w:color="4F5250" w:themeColor="accent1"/>
          </w:tcBorders>
        </w:tcPr>
        <w:p w14:paraId="152F9E16" w14:textId="77777777" w:rsidR="00061202" w:rsidRPr="00ED7B7B" w:rsidRDefault="00061202">
          <w:pPr>
            <w:pStyle w:val="Fuzeile"/>
            <w:rPr>
              <w:lang w:val="de-DE"/>
            </w:rPr>
          </w:pPr>
        </w:p>
      </w:tc>
      <w:tc>
        <w:tcPr>
          <w:tcW w:w="1866" w:type="dxa"/>
          <w:tcBorders>
            <w:top w:val="single" w:sz="8" w:space="0" w:color="4F5250" w:themeColor="accent1"/>
          </w:tcBorders>
        </w:tcPr>
        <w:p w14:paraId="5ED07700" w14:textId="77777777" w:rsidR="00061202" w:rsidRPr="00ED7B7B" w:rsidRDefault="00061202" w:rsidP="001E3ECA">
          <w:pPr>
            <w:pStyle w:val="Fuzeile"/>
            <w:rPr>
              <w:lang w:val="de-DE"/>
            </w:rPr>
          </w:pPr>
        </w:p>
      </w:tc>
      <w:tc>
        <w:tcPr>
          <w:tcW w:w="1866" w:type="dxa"/>
          <w:tcBorders>
            <w:top w:val="single" w:sz="8" w:space="0" w:color="4F5250" w:themeColor="accent1"/>
          </w:tcBorders>
        </w:tcPr>
        <w:p w14:paraId="7E722000" w14:textId="77777777" w:rsidR="00061202" w:rsidRPr="00ED7B7B" w:rsidRDefault="00061202" w:rsidP="001E3ECA">
          <w:pPr>
            <w:pStyle w:val="Fuzeile"/>
            <w:rPr>
              <w:lang w:val="de-DE"/>
            </w:rPr>
          </w:pPr>
        </w:p>
      </w:tc>
      <w:tc>
        <w:tcPr>
          <w:tcW w:w="1468" w:type="dxa"/>
          <w:tcBorders>
            <w:top w:val="single" w:sz="8" w:space="0" w:color="4F5250" w:themeColor="accent1"/>
          </w:tcBorders>
        </w:tcPr>
        <w:p w14:paraId="7B429A81" w14:textId="77777777" w:rsidR="00061202" w:rsidRPr="00ED7B7B" w:rsidRDefault="00061202" w:rsidP="001E3ECA">
          <w:pPr>
            <w:pStyle w:val="Fuzeile"/>
            <w:rPr>
              <w:lang w:val="de-DE"/>
            </w:rPr>
          </w:pPr>
        </w:p>
      </w:tc>
      <w:tc>
        <w:tcPr>
          <w:tcW w:w="2264" w:type="dxa"/>
          <w:tcBorders>
            <w:top w:val="single" w:sz="8" w:space="0" w:color="4F5250" w:themeColor="accent1"/>
          </w:tcBorders>
        </w:tcPr>
        <w:p w14:paraId="452E4677" w14:textId="77777777" w:rsidR="00061202" w:rsidRPr="00ED7B7B" w:rsidRDefault="00061202" w:rsidP="001E3ECA">
          <w:pPr>
            <w:pStyle w:val="Fuzeile"/>
            <w:rPr>
              <w:lang w:val="de-DE"/>
            </w:rPr>
          </w:pPr>
        </w:p>
      </w:tc>
    </w:tr>
    <w:tr w:rsidR="00061202" w:rsidRPr="00D573AF" w14:paraId="255E3195" w14:textId="77777777" w:rsidTr="00674C91">
      <w:trPr>
        <w:trHeight w:val="170"/>
      </w:trPr>
      <w:tc>
        <w:tcPr>
          <w:tcW w:w="2030" w:type="dxa"/>
        </w:tcPr>
        <w:p w14:paraId="3A2076F8" w14:textId="77777777" w:rsidR="00061202" w:rsidRPr="00183099" w:rsidRDefault="00061202" w:rsidP="00ED7B7B">
          <w:pPr>
            <w:pStyle w:val="Fuzeile"/>
            <w:rPr>
              <w:b/>
              <w:lang w:val="de-DE"/>
            </w:rPr>
          </w:pPr>
          <w:r w:rsidRPr="00183099">
            <w:rPr>
              <w:b/>
              <w:lang w:val="de-DE"/>
            </w:rPr>
            <w:t>Fastems Systems GmbH</w:t>
          </w:r>
        </w:p>
      </w:tc>
      <w:tc>
        <w:tcPr>
          <w:tcW w:w="1866" w:type="dxa"/>
          <w:vMerge w:val="restart"/>
        </w:tcPr>
        <w:p w14:paraId="0A80CF34" w14:textId="77777777" w:rsidR="00061202" w:rsidRPr="00FF2F2F" w:rsidRDefault="00061202" w:rsidP="00FF2F2F">
          <w:pPr>
            <w:pStyle w:val="Fuzeile"/>
            <w:rPr>
              <w:lang w:val="de-DE"/>
            </w:rPr>
          </w:pPr>
          <w:r w:rsidRPr="00FF2F2F">
            <w:rPr>
              <w:lang w:val="de-DE"/>
            </w:rPr>
            <w:t>Zweigstelle Göppingen:</w:t>
          </w:r>
        </w:p>
        <w:p w14:paraId="0A99BFD5" w14:textId="77777777" w:rsidR="00061202" w:rsidRPr="00FF2F2F" w:rsidRDefault="00061202" w:rsidP="00FF2F2F">
          <w:pPr>
            <w:pStyle w:val="Fuzeile"/>
            <w:rPr>
              <w:lang w:val="de-DE"/>
            </w:rPr>
          </w:pPr>
          <w:r w:rsidRPr="00FF2F2F">
            <w:rPr>
              <w:lang w:val="de-DE"/>
            </w:rPr>
            <w:t>Heilbronner Straße 17/1</w:t>
          </w:r>
        </w:p>
        <w:p w14:paraId="4760FBDC" w14:textId="77777777" w:rsidR="00061202" w:rsidRPr="00FF2F2F" w:rsidRDefault="00061202" w:rsidP="00FF2F2F">
          <w:pPr>
            <w:pStyle w:val="Fuzeile"/>
            <w:rPr>
              <w:lang w:val="de-DE"/>
            </w:rPr>
          </w:pPr>
          <w:r w:rsidRPr="00FF2F2F">
            <w:rPr>
              <w:lang w:val="de-DE"/>
            </w:rPr>
            <w:t>D-73037 Göppingen</w:t>
          </w:r>
        </w:p>
        <w:p w14:paraId="6EAB0A93" w14:textId="77777777" w:rsidR="00061202" w:rsidRPr="00FF2F2F" w:rsidRDefault="00061202" w:rsidP="00FF2F2F">
          <w:pPr>
            <w:pStyle w:val="Fuzeile"/>
            <w:rPr>
              <w:lang w:val="de-DE"/>
            </w:rPr>
          </w:pPr>
          <w:r w:rsidRPr="00FF2F2F">
            <w:rPr>
              <w:lang w:val="de-DE"/>
            </w:rPr>
            <w:t>T:  +49 7161 963 800</w:t>
          </w:r>
        </w:p>
        <w:p w14:paraId="32C19992" w14:textId="77777777" w:rsidR="00061202" w:rsidRPr="00FF2F2F" w:rsidRDefault="00061202" w:rsidP="00FF2F2F">
          <w:pPr>
            <w:pStyle w:val="Fuzeile"/>
            <w:rPr>
              <w:lang w:val="de-DE"/>
            </w:rPr>
          </w:pPr>
          <w:r w:rsidRPr="00FF2F2F">
            <w:rPr>
              <w:lang w:val="de-DE"/>
            </w:rPr>
            <w:t>F:  +49 7161 963 8049</w:t>
          </w:r>
        </w:p>
        <w:p w14:paraId="482D4CBB" w14:textId="77777777" w:rsidR="00061202" w:rsidRPr="00FF2F2F" w:rsidRDefault="00061202" w:rsidP="00FF2F2F">
          <w:pPr>
            <w:pStyle w:val="Fuzeile"/>
            <w:rPr>
              <w:lang w:val="de-DE"/>
            </w:rPr>
          </w:pPr>
          <w:r>
            <w:rPr>
              <w:lang w:val="de-DE"/>
            </w:rPr>
            <w:t>info.fastems</w:t>
          </w:r>
          <w:r w:rsidRPr="00FF2F2F">
            <w:rPr>
              <w:lang w:val="de-DE"/>
            </w:rPr>
            <w:t>@fastems.com</w:t>
          </w:r>
        </w:p>
        <w:p w14:paraId="0CE581D8" w14:textId="77777777" w:rsidR="00061202" w:rsidRPr="00ED7B7B" w:rsidRDefault="00061202" w:rsidP="00FF2F2F">
          <w:pPr>
            <w:pStyle w:val="Fuzeile"/>
            <w:rPr>
              <w:lang w:val="de-DE"/>
            </w:rPr>
          </w:pPr>
          <w:r w:rsidRPr="00FF2F2F">
            <w:rPr>
              <w:lang w:val="de-DE"/>
            </w:rPr>
            <w:t>www.fastems.com</w:t>
          </w:r>
        </w:p>
      </w:tc>
      <w:tc>
        <w:tcPr>
          <w:tcW w:w="1866" w:type="dxa"/>
          <w:vMerge w:val="restart"/>
        </w:tcPr>
        <w:p w14:paraId="5BB30220" w14:textId="77777777" w:rsidR="00061202" w:rsidRPr="00FF2F2F" w:rsidRDefault="00061202" w:rsidP="00FF2F2F">
          <w:pPr>
            <w:pStyle w:val="Fuzeile"/>
            <w:rPr>
              <w:lang w:val="de-DE"/>
            </w:rPr>
          </w:pPr>
          <w:r w:rsidRPr="00FF2F2F">
            <w:rPr>
              <w:lang w:val="de-DE"/>
            </w:rPr>
            <w:t>Zweigstelle Lyon:</w:t>
          </w:r>
        </w:p>
        <w:p w14:paraId="7D656A7A" w14:textId="77777777" w:rsidR="00061202" w:rsidRPr="00FF2F2F" w:rsidRDefault="00061202" w:rsidP="00FF2F2F">
          <w:pPr>
            <w:pStyle w:val="Fuzeile"/>
            <w:rPr>
              <w:lang w:val="de-DE"/>
            </w:rPr>
          </w:pPr>
          <w:r w:rsidRPr="00FF2F2F">
            <w:rPr>
              <w:lang w:val="de-DE"/>
            </w:rPr>
            <w:t>99, Rue de Gerland</w:t>
          </w:r>
        </w:p>
        <w:p w14:paraId="36B2B6E4" w14:textId="77777777" w:rsidR="00061202" w:rsidRPr="00FF2F2F" w:rsidRDefault="00061202" w:rsidP="00FF2F2F">
          <w:pPr>
            <w:pStyle w:val="Fuzeile"/>
            <w:rPr>
              <w:lang w:val="de-DE"/>
            </w:rPr>
          </w:pPr>
          <w:r w:rsidRPr="00FF2F2F">
            <w:rPr>
              <w:lang w:val="de-DE"/>
            </w:rPr>
            <w:t>F-69007 Lyon</w:t>
          </w:r>
        </w:p>
        <w:p w14:paraId="011F2A50" w14:textId="77777777" w:rsidR="00061202" w:rsidRPr="00FF2F2F" w:rsidRDefault="00061202" w:rsidP="00FF2F2F">
          <w:pPr>
            <w:pStyle w:val="Fuzeile"/>
            <w:rPr>
              <w:lang w:val="de-DE"/>
            </w:rPr>
          </w:pPr>
          <w:r w:rsidRPr="00FF2F2F">
            <w:rPr>
              <w:lang w:val="de-DE"/>
            </w:rPr>
            <w:t>T:  +33 4 3765 2000</w:t>
          </w:r>
        </w:p>
        <w:p w14:paraId="23A6FE9B" w14:textId="77777777" w:rsidR="00061202" w:rsidRPr="00FF2F2F" w:rsidRDefault="00061202" w:rsidP="00FF2F2F">
          <w:pPr>
            <w:pStyle w:val="Fuzeile"/>
            <w:rPr>
              <w:lang w:val="de-DE"/>
            </w:rPr>
          </w:pPr>
          <w:r w:rsidRPr="00FF2F2F">
            <w:rPr>
              <w:lang w:val="de-DE"/>
            </w:rPr>
            <w:t>F:  +33 4 3765 2001</w:t>
          </w:r>
        </w:p>
        <w:p w14:paraId="588234FC" w14:textId="77777777" w:rsidR="00061202" w:rsidRPr="00FF2F2F" w:rsidRDefault="00061202" w:rsidP="00FF2F2F">
          <w:pPr>
            <w:pStyle w:val="Fuzeile"/>
            <w:rPr>
              <w:lang w:val="de-DE"/>
            </w:rPr>
          </w:pPr>
          <w:r w:rsidRPr="00FF2F2F">
            <w:rPr>
              <w:lang w:val="de-DE"/>
            </w:rPr>
            <w:t>info.fastems@fastems.com</w:t>
          </w:r>
        </w:p>
        <w:p w14:paraId="16378120" w14:textId="77777777" w:rsidR="00061202" w:rsidRPr="00ED7B7B" w:rsidRDefault="00061202" w:rsidP="00FF2F2F">
          <w:pPr>
            <w:pStyle w:val="Fuzeile"/>
            <w:rPr>
              <w:lang w:val="de-DE"/>
            </w:rPr>
          </w:pPr>
          <w:r w:rsidRPr="00FF2F2F">
            <w:rPr>
              <w:lang w:val="de-DE"/>
            </w:rPr>
            <w:t>www.fastems.com</w:t>
          </w:r>
        </w:p>
      </w:tc>
      <w:tc>
        <w:tcPr>
          <w:tcW w:w="1468" w:type="dxa"/>
          <w:vMerge w:val="restart"/>
        </w:tcPr>
        <w:p w14:paraId="6A61750D" w14:textId="77777777" w:rsidR="00061202" w:rsidRPr="00FF2F2F" w:rsidRDefault="00061202" w:rsidP="00FF2F2F">
          <w:pPr>
            <w:pStyle w:val="Fuzeile"/>
            <w:rPr>
              <w:lang w:val="de-DE"/>
            </w:rPr>
          </w:pPr>
          <w:r w:rsidRPr="00FF2F2F">
            <w:rPr>
              <w:lang w:val="de-DE"/>
            </w:rPr>
            <w:t>Hauptsitz Issum</w:t>
          </w:r>
        </w:p>
        <w:p w14:paraId="37D4580D" w14:textId="77777777" w:rsidR="00061202" w:rsidRPr="00FF2F2F" w:rsidRDefault="00061202" w:rsidP="00FF2F2F">
          <w:pPr>
            <w:pStyle w:val="Fuzeile"/>
            <w:rPr>
              <w:lang w:val="de-DE"/>
            </w:rPr>
          </w:pPr>
          <w:r w:rsidRPr="00FF2F2F">
            <w:rPr>
              <w:lang w:val="de-DE"/>
            </w:rPr>
            <w:t xml:space="preserve">Amtsgericht Kleve </w:t>
          </w:r>
        </w:p>
        <w:p w14:paraId="6842CCE0" w14:textId="77777777" w:rsidR="00061202" w:rsidRPr="00FF2F2F" w:rsidRDefault="00061202" w:rsidP="00FF2F2F">
          <w:pPr>
            <w:pStyle w:val="Fuzeile"/>
            <w:rPr>
              <w:lang w:val="de-DE"/>
            </w:rPr>
          </w:pPr>
          <w:r w:rsidRPr="00FF2F2F">
            <w:rPr>
              <w:lang w:val="de-DE"/>
            </w:rPr>
            <w:t>HRB 12692</w:t>
          </w:r>
        </w:p>
        <w:p w14:paraId="65BAABA1" w14:textId="77777777" w:rsidR="00061202" w:rsidRPr="00FF2F2F" w:rsidRDefault="00061202" w:rsidP="00FF2F2F">
          <w:pPr>
            <w:pStyle w:val="Fuzeile"/>
            <w:rPr>
              <w:lang w:val="de-DE"/>
            </w:rPr>
          </w:pPr>
          <w:r w:rsidRPr="00FF2F2F">
            <w:rPr>
              <w:lang w:val="de-DE"/>
            </w:rPr>
            <w:t>Geschäftsführer:</w:t>
          </w:r>
        </w:p>
        <w:p w14:paraId="45571BCD" w14:textId="77777777" w:rsidR="00061202" w:rsidRPr="00FF2F2F" w:rsidRDefault="00061202" w:rsidP="00FF2F2F">
          <w:pPr>
            <w:pStyle w:val="Fuzeile"/>
            <w:rPr>
              <w:lang w:val="de-DE"/>
            </w:rPr>
          </w:pPr>
          <w:r w:rsidRPr="00FF2F2F">
            <w:rPr>
              <w:lang w:val="de-DE"/>
            </w:rPr>
            <w:t>Heikki Hallila</w:t>
          </w:r>
        </w:p>
        <w:p w14:paraId="39D258EC" w14:textId="77777777" w:rsidR="00061202" w:rsidRPr="00ED7B7B" w:rsidRDefault="00061202" w:rsidP="00FF2F2F">
          <w:pPr>
            <w:pStyle w:val="Fuzeile"/>
            <w:rPr>
              <w:lang w:val="de-DE"/>
            </w:rPr>
          </w:pPr>
        </w:p>
      </w:tc>
      <w:tc>
        <w:tcPr>
          <w:tcW w:w="2264" w:type="dxa"/>
          <w:vMerge w:val="restart"/>
        </w:tcPr>
        <w:p w14:paraId="55AA1A38" w14:textId="77777777" w:rsidR="00061202" w:rsidRPr="00FF2F2F" w:rsidRDefault="00061202" w:rsidP="00FF2F2F">
          <w:pPr>
            <w:pStyle w:val="Fuzeile"/>
            <w:rPr>
              <w:lang w:val="de-DE"/>
            </w:rPr>
          </w:pPr>
          <w:r w:rsidRPr="00FF2F2F">
            <w:rPr>
              <w:lang w:val="de-DE"/>
            </w:rPr>
            <w:t>Nordea Bank</w:t>
          </w:r>
          <w:r>
            <w:rPr>
              <w:lang w:val="de-DE"/>
            </w:rPr>
            <w:t xml:space="preserve"> AB</w:t>
          </w:r>
        </w:p>
        <w:p w14:paraId="79BCB0EE" w14:textId="77777777" w:rsidR="00061202" w:rsidRPr="00FF2F2F" w:rsidRDefault="00061202" w:rsidP="00FF2F2F">
          <w:pPr>
            <w:pStyle w:val="Fuzeile"/>
            <w:rPr>
              <w:lang w:val="de-DE"/>
            </w:rPr>
          </w:pPr>
          <w:r w:rsidRPr="00FF2F2F">
            <w:rPr>
              <w:lang w:val="de-DE"/>
            </w:rPr>
            <w:t>Niederlassung Deutschland</w:t>
          </w:r>
        </w:p>
        <w:p w14:paraId="56DC8B74" w14:textId="77777777" w:rsidR="00061202" w:rsidRPr="00FF2F2F" w:rsidRDefault="00061202" w:rsidP="00FF2F2F">
          <w:pPr>
            <w:pStyle w:val="Fuzeile"/>
            <w:rPr>
              <w:lang w:val="de-DE"/>
            </w:rPr>
          </w:pPr>
          <w:r w:rsidRPr="00FF2F2F">
            <w:rPr>
              <w:lang w:val="de-DE"/>
            </w:rPr>
            <w:t>SWIFT/BIC:  NDEADEFF</w:t>
          </w:r>
        </w:p>
        <w:p w14:paraId="65DEB7AE" w14:textId="77777777" w:rsidR="00061202" w:rsidRPr="00FF2F2F" w:rsidRDefault="00061202" w:rsidP="00FF2F2F">
          <w:pPr>
            <w:pStyle w:val="Fuzeile"/>
            <w:rPr>
              <w:lang w:val="de-DE"/>
            </w:rPr>
          </w:pPr>
          <w:r w:rsidRPr="00FF2F2F">
            <w:rPr>
              <w:lang w:val="de-DE"/>
            </w:rPr>
            <w:t>IBAN:  DE49 5143 0300 6576 2700 01</w:t>
          </w:r>
        </w:p>
        <w:p w14:paraId="2C39868C" w14:textId="77777777" w:rsidR="00061202" w:rsidRPr="00FF2F2F" w:rsidRDefault="00061202" w:rsidP="00FF2F2F">
          <w:pPr>
            <w:pStyle w:val="Fuzeile"/>
            <w:rPr>
              <w:lang w:val="de-DE"/>
            </w:rPr>
          </w:pPr>
          <w:proofErr w:type="spellStart"/>
          <w:r w:rsidRPr="00FF2F2F">
            <w:rPr>
              <w:lang w:val="de-DE"/>
            </w:rPr>
            <w:t>Ust</w:t>
          </w:r>
          <w:proofErr w:type="spellEnd"/>
          <w:r w:rsidRPr="00FF2F2F">
            <w:rPr>
              <w:lang w:val="de-DE"/>
            </w:rPr>
            <w:t>.-</w:t>
          </w:r>
          <w:proofErr w:type="spellStart"/>
          <w:r w:rsidRPr="00FF2F2F">
            <w:rPr>
              <w:lang w:val="de-DE"/>
            </w:rPr>
            <w:t>IdNr</w:t>
          </w:r>
          <w:proofErr w:type="spellEnd"/>
          <w:r w:rsidRPr="00FF2F2F">
            <w:rPr>
              <w:lang w:val="de-DE"/>
            </w:rPr>
            <w:t>.:  DE814797505</w:t>
          </w:r>
        </w:p>
        <w:p w14:paraId="35EB77C3" w14:textId="77777777" w:rsidR="00061202" w:rsidRPr="00ED7B7B" w:rsidRDefault="00061202" w:rsidP="00FF2F2F">
          <w:pPr>
            <w:pStyle w:val="Fuzeile"/>
            <w:rPr>
              <w:lang w:val="de-DE"/>
            </w:rPr>
          </w:pPr>
          <w:r w:rsidRPr="00FF2F2F">
            <w:rPr>
              <w:lang w:val="de-DE"/>
            </w:rPr>
            <w:t>Steuer-Nr.:  113/5722/1969</w:t>
          </w:r>
        </w:p>
      </w:tc>
    </w:tr>
    <w:tr w:rsidR="00061202" w:rsidRPr="00D573AF" w14:paraId="4F713986" w14:textId="77777777" w:rsidTr="00674C91">
      <w:trPr>
        <w:trHeight w:val="230"/>
      </w:trPr>
      <w:tc>
        <w:tcPr>
          <w:tcW w:w="2030" w:type="dxa"/>
        </w:tcPr>
        <w:p w14:paraId="29A0EE62" w14:textId="77777777" w:rsidR="00061202" w:rsidRPr="00183099" w:rsidRDefault="00061202" w:rsidP="00183099">
          <w:pPr>
            <w:pStyle w:val="Fuzeile"/>
            <w:rPr>
              <w:lang w:val="de-DE"/>
            </w:rPr>
          </w:pPr>
          <w:r w:rsidRPr="00183099">
            <w:rPr>
              <w:lang w:val="de-DE"/>
            </w:rPr>
            <w:t>Gewerbering 5</w:t>
          </w:r>
        </w:p>
        <w:p w14:paraId="1DE5E37F" w14:textId="77777777" w:rsidR="00061202" w:rsidRPr="00183099" w:rsidRDefault="00061202" w:rsidP="00183099">
          <w:pPr>
            <w:pStyle w:val="Fuzeile"/>
            <w:rPr>
              <w:lang w:val="de-DE"/>
            </w:rPr>
          </w:pPr>
          <w:r w:rsidRPr="00183099">
            <w:rPr>
              <w:lang w:val="de-DE"/>
            </w:rPr>
            <w:t>D-47661 Issum</w:t>
          </w:r>
        </w:p>
        <w:p w14:paraId="175533F7" w14:textId="77777777" w:rsidR="00061202" w:rsidRPr="00183099" w:rsidRDefault="00061202" w:rsidP="00183099">
          <w:pPr>
            <w:pStyle w:val="Fuzeile"/>
            <w:rPr>
              <w:lang w:val="de-DE"/>
            </w:rPr>
          </w:pPr>
          <w:r w:rsidRPr="00183099">
            <w:rPr>
              <w:lang w:val="de-DE"/>
            </w:rPr>
            <w:t>T:  +49 2835 9244 0</w:t>
          </w:r>
        </w:p>
        <w:p w14:paraId="3AB74061" w14:textId="77777777" w:rsidR="00061202" w:rsidRPr="00183099" w:rsidRDefault="00061202" w:rsidP="00183099">
          <w:pPr>
            <w:pStyle w:val="Fuzeile"/>
            <w:rPr>
              <w:lang w:val="de-DE"/>
            </w:rPr>
          </w:pPr>
          <w:r w:rsidRPr="00183099">
            <w:rPr>
              <w:lang w:val="de-DE"/>
            </w:rPr>
            <w:t>F:  +49 2835 9244 444</w:t>
          </w:r>
        </w:p>
        <w:p w14:paraId="232DA52D" w14:textId="77777777" w:rsidR="00061202" w:rsidRPr="00183099" w:rsidRDefault="00061202" w:rsidP="00183099">
          <w:pPr>
            <w:pStyle w:val="Fuzeile"/>
            <w:rPr>
              <w:lang w:val="de-DE"/>
            </w:rPr>
          </w:pPr>
          <w:r>
            <w:rPr>
              <w:lang w:val="de-DE"/>
            </w:rPr>
            <w:t>info.fastems</w:t>
          </w:r>
          <w:r w:rsidRPr="00183099">
            <w:rPr>
              <w:lang w:val="de-DE"/>
            </w:rPr>
            <w:t>@fastems</w:t>
          </w:r>
          <w:r>
            <w:rPr>
              <w:lang w:val="de-DE"/>
            </w:rPr>
            <w:t>.com</w:t>
          </w:r>
        </w:p>
        <w:p w14:paraId="29268451" w14:textId="77777777" w:rsidR="00061202" w:rsidRPr="00ED7B7B" w:rsidRDefault="00061202" w:rsidP="00B6676E">
          <w:pPr>
            <w:pStyle w:val="Fuzeile"/>
            <w:rPr>
              <w:lang w:val="de-DE"/>
            </w:rPr>
          </w:pPr>
          <w:r w:rsidRPr="00183099">
            <w:rPr>
              <w:lang w:val="de-DE"/>
            </w:rPr>
            <w:t>www.fastems</w:t>
          </w:r>
          <w:r>
            <w:rPr>
              <w:lang w:val="de-DE"/>
            </w:rPr>
            <w:t>.com</w:t>
          </w:r>
        </w:p>
      </w:tc>
      <w:tc>
        <w:tcPr>
          <w:tcW w:w="1866" w:type="dxa"/>
          <w:vMerge/>
        </w:tcPr>
        <w:p w14:paraId="45AEF084" w14:textId="77777777" w:rsidR="00061202" w:rsidRPr="00ED7B7B" w:rsidRDefault="00061202" w:rsidP="00ED7B7B">
          <w:pPr>
            <w:pStyle w:val="Fuzeile"/>
            <w:rPr>
              <w:lang w:val="de-DE"/>
            </w:rPr>
          </w:pPr>
        </w:p>
      </w:tc>
      <w:tc>
        <w:tcPr>
          <w:tcW w:w="1866" w:type="dxa"/>
          <w:vMerge/>
        </w:tcPr>
        <w:p w14:paraId="634DD0AB" w14:textId="77777777" w:rsidR="00061202" w:rsidRPr="00ED7B7B" w:rsidRDefault="00061202" w:rsidP="00ED7B7B">
          <w:pPr>
            <w:pStyle w:val="Fuzeile"/>
            <w:rPr>
              <w:lang w:val="de-DE"/>
            </w:rPr>
          </w:pPr>
        </w:p>
      </w:tc>
      <w:tc>
        <w:tcPr>
          <w:tcW w:w="1468" w:type="dxa"/>
          <w:vMerge/>
        </w:tcPr>
        <w:p w14:paraId="3B4B0C5C" w14:textId="77777777" w:rsidR="00061202" w:rsidRPr="00ED7B7B" w:rsidRDefault="00061202" w:rsidP="00ED7B7B">
          <w:pPr>
            <w:rPr>
              <w:lang w:val="de-DE"/>
            </w:rPr>
          </w:pPr>
        </w:p>
      </w:tc>
      <w:tc>
        <w:tcPr>
          <w:tcW w:w="2264" w:type="dxa"/>
          <w:vMerge/>
        </w:tcPr>
        <w:p w14:paraId="4925EFE6" w14:textId="77777777" w:rsidR="00061202" w:rsidRPr="00ED7B7B" w:rsidRDefault="00061202" w:rsidP="00ED7B7B">
          <w:pPr>
            <w:rPr>
              <w:lang w:val="de-DE"/>
            </w:rPr>
          </w:pPr>
        </w:p>
      </w:tc>
    </w:tr>
  </w:tbl>
  <w:p w14:paraId="45B8A3E5" w14:textId="77777777" w:rsidR="004A4D33" w:rsidRPr="00061202" w:rsidRDefault="004A4D33">
    <w:pPr>
      <w:pStyle w:val="Fuzeile"/>
      <w:rPr>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CE26F0" w14:textId="77777777" w:rsidR="0083425E" w:rsidRDefault="0083425E" w:rsidP="001C44B3">
      <w:r>
        <w:separator/>
      </w:r>
    </w:p>
  </w:footnote>
  <w:footnote w:type="continuationSeparator" w:id="0">
    <w:p w14:paraId="001B8855" w14:textId="77777777" w:rsidR="0083425E" w:rsidRDefault="0083425E" w:rsidP="001C44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93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136"/>
      <w:gridCol w:w="336"/>
      <w:gridCol w:w="3219"/>
      <w:gridCol w:w="2688"/>
    </w:tblGrid>
    <w:tr w:rsidR="00270F49" w14:paraId="392605D1" w14:textId="77777777" w:rsidTr="00235DD8">
      <w:trPr>
        <w:trHeight w:hRule="exact" w:val="227"/>
      </w:trPr>
      <w:tc>
        <w:tcPr>
          <w:tcW w:w="3136" w:type="dxa"/>
          <w:vMerge w:val="restart"/>
        </w:tcPr>
        <w:p w14:paraId="4CC2FC68" w14:textId="77777777" w:rsidR="00270F49" w:rsidRDefault="00270F49">
          <w:pPr>
            <w:pStyle w:val="Kopfzeile"/>
          </w:pPr>
          <w:r>
            <w:rPr>
              <w:noProof/>
              <w:lang w:val="de-DE" w:eastAsia="de-DE"/>
            </w:rPr>
            <w:drawing>
              <wp:inline distT="0" distB="0" distL="0" distR="0" wp14:anchorId="05A4E637" wp14:editId="22208621">
                <wp:extent cx="1772207" cy="486000"/>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stems_horizontal_300-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72207" cy="486000"/>
                        </a:xfrm>
                        <a:prstGeom prst="rect">
                          <a:avLst/>
                        </a:prstGeom>
                      </pic:spPr>
                    </pic:pic>
                  </a:graphicData>
                </a:graphic>
              </wp:inline>
            </w:drawing>
          </w:r>
        </w:p>
      </w:tc>
      <w:tc>
        <w:tcPr>
          <w:tcW w:w="336" w:type="dxa"/>
        </w:tcPr>
        <w:p w14:paraId="6F5A105F" w14:textId="77777777" w:rsidR="00270F49" w:rsidRDefault="00270F49">
          <w:pPr>
            <w:pStyle w:val="Kopfzeile"/>
          </w:pPr>
        </w:p>
      </w:tc>
      <w:tc>
        <w:tcPr>
          <w:tcW w:w="3219" w:type="dxa"/>
        </w:tcPr>
        <w:p w14:paraId="6D33109C" w14:textId="77777777" w:rsidR="00270F49" w:rsidRDefault="00270F49" w:rsidP="00AD4C2F">
          <w:pPr>
            <w:pStyle w:val="Kopfzeile"/>
            <w:jc w:val="right"/>
          </w:pPr>
        </w:p>
      </w:tc>
      <w:tc>
        <w:tcPr>
          <w:tcW w:w="2688" w:type="dxa"/>
        </w:tcPr>
        <w:p w14:paraId="5B111380" w14:textId="77777777" w:rsidR="00270F49" w:rsidRDefault="00270F49" w:rsidP="001C44B3">
          <w:pPr>
            <w:pStyle w:val="Kopfzeile"/>
            <w:jc w:val="right"/>
          </w:pPr>
        </w:p>
      </w:tc>
    </w:tr>
    <w:tr w:rsidR="00270F49" w14:paraId="40A94CC7" w14:textId="77777777" w:rsidTr="001C44B3">
      <w:tc>
        <w:tcPr>
          <w:tcW w:w="3136" w:type="dxa"/>
          <w:vMerge/>
        </w:tcPr>
        <w:p w14:paraId="02BA077C" w14:textId="77777777" w:rsidR="00270F49" w:rsidRDefault="00270F49">
          <w:pPr>
            <w:pStyle w:val="Kopfzeile"/>
            <w:rPr>
              <w:noProof/>
              <w:lang w:eastAsia="fi-FI"/>
            </w:rPr>
          </w:pPr>
        </w:p>
      </w:tc>
      <w:tc>
        <w:tcPr>
          <w:tcW w:w="336" w:type="dxa"/>
        </w:tcPr>
        <w:p w14:paraId="35BDCA62" w14:textId="77777777" w:rsidR="00270F49" w:rsidRDefault="00270F49">
          <w:pPr>
            <w:pStyle w:val="Kopfzeile"/>
          </w:pPr>
        </w:p>
      </w:tc>
      <w:sdt>
        <w:sdtPr>
          <w:alias w:val="Publish Date"/>
          <w:tag w:val="AutomaticDate"/>
          <w:id w:val="7572155"/>
          <w:placeholder>
            <w:docPart w:val="821FB5E48560487F9EF537C9B71C9054"/>
          </w:placeholder>
          <w:dataBinding w:prefixMappings="xmlns:ns0='http://schemas.microsoft.com/office/2006/coverPageProps' " w:xpath="/ns0:CoverPageProperties[1]/ns0:PublishDate[1]" w:storeItemID="{55AF091B-3C7A-41E3-B477-F2FDAA23CFDA}"/>
          <w:date w:fullDate="2023-01-25T00:00:00Z">
            <w:dateFormat w:val="d.M.yyyy"/>
            <w:lid w:val="fi-FI"/>
            <w:storeMappedDataAs w:val="dateTime"/>
            <w:calendar w:val="gregorian"/>
          </w:date>
        </w:sdtPr>
        <w:sdtContent>
          <w:tc>
            <w:tcPr>
              <w:tcW w:w="3219" w:type="dxa"/>
            </w:tcPr>
            <w:p w14:paraId="4D09DD22" w14:textId="03F8E48D" w:rsidR="00270F49" w:rsidRDefault="00CB3C34" w:rsidP="00701680">
              <w:pPr>
                <w:pStyle w:val="Kopfzeile"/>
                <w:jc w:val="right"/>
              </w:pPr>
              <w:r>
                <w:t>25</w:t>
              </w:r>
              <w:r w:rsidR="00E025AF">
                <w:rPr>
                  <w:lang w:val="fi-FI"/>
                </w:rPr>
                <w:t>.</w:t>
              </w:r>
              <w:r w:rsidR="00041D6A">
                <w:rPr>
                  <w:lang w:val="fi-FI"/>
                </w:rPr>
                <w:t>1</w:t>
              </w:r>
              <w:r w:rsidR="00E025AF">
                <w:rPr>
                  <w:lang w:val="fi-FI"/>
                </w:rPr>
                <w:t>.202</w:t>
              </w:r>
              <w:r w:rsidR="00041D6A">
                <w:rPr>
                  <w:lang w:val="fi-FI"/>
                </w:rPr>
                <w:t>3</w:t>
              </w:r>
            </w:p>
          </w:tc>
        </w:sdtContent>
      </w:sdt>
      <w:tc>
        <w:tcPr>
          <w:tcW w:w="2688" w:type="dxa"/>
        </w:tcPr>
        <w:p w14:paraId="0E752F6E" w14:textId="77777777" w:rsidR="00270F49" w:rsidRDefault="00270F49" w:rsidP="00E22FAC">
          <w:pPr>
            <w:pStyle w:val="Kopfzeile"/>
            <w:jc w:val="right"/>
          </w:pPr>
          <w:r>
            <w:fldChar w:fldCharType="begin"/>
          </w:r>
          <w:r>
            <w:instrText xml:space="preserve"> PAGE   \* MERGEFORMAT </w:instrText>
          </w:r>
          <w:r>
            <w:fldChar w:fldCharType="separate"/>
          </w:r>
          <w:r w:rsidR="00E5495E">
            <w:rPr>
              <w:noProof/>
            </w:rPr>
            <w:t>1</w:t>
          </w:r>
          <w:r>
            <w:fldChar w:fldCharType="end"/>
          </w:r>
          <w:r>
            <w:t xml:space="preserve"> (</w:t>
          </w:r>
          <w:r w:rsidR="00E0196F">
            <w:rPr>
              <w:noProof/>
            </w:rPr>
            <w:fldChar w:fldCharType="begin"/>
          </w:r>
          <w:r w:rsidR="00E0196F">
            <w:rPr>
              <w:noProof/>
            </w:rPr>
            <w:instrText xml:space="preserve"> NUMPAGES   \* MERGEFORMAT </w:instrText>
          </w:r>
          <w:r w:rsidR="00E0196F">
            <w:rPr>
              <w:noProof/>
            </w:rPr>
            <w:fldChar w:fldCharType="separate"/>
          </w:r>
          <w:r w:rsidR="00E5495E">
            <w:rPr>
              <w:noProof/>
            </w:rPr>
            <w:t>2</w:t>
          </w:r>
          <w:r w:rsidR="00E0196F">
            <w:rPr>
              <w:noProof/>
            </w:rPr>
            <w:fldChar w:fldCharType="end"/>
          </w:r>
          <w:r>
            <w:t>)</w:t>
          </w:r>
        </w:p>
      </w:tc>
    </w:tr>
    <w:tr w:rsidR="00270F49" w14:paraId="2618C7C8" w14:textId="77777777" w:rsidTr="001C44B3">
      <w:tc>
        <w:tcPr>
          <w:tcW w:w="3136" w:type="dxa"/>
          <w:vMerge/>
        </w:tcPr>
        <w:p w14:paraId="39F34283" w14:textId="77777777" w:rsidR="00270F49" w:rsidRDefault="00270F49">
          <w:pPr>
            <w:pStyle w:val="Kopfzeile"/>
            <w:rPr>
              <w:noProof/>
              <w:lang w:eastAsia="fi-FI"/>
            </w:rPr>
          </w:pPr>
        </w:p>
      </w:tc>
      <w:tc>
        <w:tcPr>
          <w:tcW w:w="336" w:type="dxa"/>
        </w:tcPr>
        <w:p w14:paraId="444B7BB9" w14:textId="77777777" w:rsidR="00270F49" w:rsidRDefault="00270F49">
          <w:pPr>
            <w:pStyle w:val="Kopfzeile"/>
          </w:pPr>
        </w:p>
      </w:tc>
      <w:tc>
        <w:tcPr>
          <w:tcW w:w="3219" w:type="dxa"/>
        </w:tcPr>
        <w:p w14:paraId="1ED643C6" w14:textId="77777777" w:rsidR="00270F49" w:rsidRPr="00867EF2" w:rsidRDefault="00270F49" w:rsidP="00E22FAC">
          <w:pPr>
            <w:pStyle w:val="Kopfzeile"/>
            <w:jc w:val="right"/>
          </w:pPr>
        </w:p>
      </w:tc>
      <w:tc>
        <w:tcPr>
          <w:tcW w:w="2688" w:type="dxa"/>
        </w:tcPr>
        <w:p w14:paraId="1CF2B50F" w14:textId="77777777" w:rsidR="00270F49" w:rsidRDefault="00270F49" w:rsidP="00E22FAC">
          <w:pPr>
            <w:pStyle w:val="Kopfzeile"/>
            <w:jc w:val="right"/>
          </w:pPr>
        </w:p>
      </w:tc>
    </w:tr>
    <w:tr w:rsidR="00270F49" w14:paraId="304DECA0" w14:textId="77777777" w:rsidTr="001C44B3">
      <w:tc>
        <w:tcPr>
          <w:tcW w:w="3136" w:type="dxa"/>
          <w:vMerge/>
        </w:tcPr>
        <w:p w14:paraId="1FB51A80" w14:textId="77777777" w:rsidR="00270F49" w:rsidRDefault="00270F49">
          <w:pPr>
            <w:pStyle w:val="Kopfzeile"/>
            <w:rPr>
              <w:noProof/>
              <w:lang w:eastAsia="fi-FI"/>
            </w:rPr>
          </w:pPr>
        </w:p>
      </w:tc>
      <w:tc>
        <w:tcPr>
          <w:tcW w:w="336" w:type="dxa"/>
        </w:tcPr>
        <w:p w14:paraId="01C667FC" w14:textId="77777777" w:rsidR="00270F49" w:rsidRDefault="00270F49">
          <w:pPr>
            <w:pStyle w:val="Kopfzeile"/>
          </w:pPr>
        </w:p>
      </w:tc>
      <w:tc>
        <w:tcPr>
          <w:tcW w:w="3219" w:type="dxa"/>
        </w:tcPr>
        <w:p w14:paraId="338FECF7" w14:textId="77777777" w:rsidR="00270F49" w:rsidRDefault="00270F49" w:rsidP="001C44B3">
          <w:pPr>
            <w:pStyle w:val="Kopfzeile"/>
            <w:jc w:val="right"/>
          </w:pPr>
        </w:p>
      </w:tc>
      <w:tc>
        <w:tcPr>
          <w:tcW w:w="2688" w:type="dxa"/>
        </w:tcPr>
        <w:p w14:paraId="33827EF9" w14:textId="77777777" w:rsidR="00270F49" w:rsidRDefault="00270F49" w:rsidP="001C44B3">
          <w:pPr>
            <w:pStyle w:val="Kopfzeile"/>
            <w:jc w:val="right"/>
          </w:pPr>
        </w:p>
      </w:tc>
    </w:tr>
    <w:tr w:rsidR="00270F49" w14:paraId="16134CD2" w14:textId="77777777" w:rsidTr="001C44B3">
      <w:tc>
        <w:tcPr>
          <w:tcW w:w="3136" w:type="dxa"/>
        </w:tcPr>
        <w:p w14:paraId="387B8B9E" w14:textId="77777777" w:rsidR="00270F49" w:rsidRDefault="00270F49">
          <w:pPr>
            <w:pStyle w:val="Kopfzeile"/>
            <w:rPr>
              <w:noProof/>
              <w:lang w:eastAsia="fi-FI"/>
            </w:rPr>
          </w:pPr>
        </w:p>
      </w:tc>
      <w:tc>
        <w:tcPr>
          <w:tcW w:w="336" w:type="dxa"/>
        </w:tcPr>
        <w:p w14:paraId="76A80FE6" w14:textId="77777777" w:rsidR="00270F49" w:rsidRDefault="00270F49">
          <w:pPr>
            <w:pStyle w:val="Kopfzeile"/>
          </w:pPr>
        </w:p>
      </w:tc>
      <w:tc>
        <w:tcPr>
          <w:tcW w:w="3219" w:type="dxa"/>
        </w:tcPr>
        <w:p w14:paraId="2876F327" w14:textId="77777777" w:rsidR="00270F49" w:rsidRDefault="00270F49" w:rsidP="001C44B3">
          <w:pPr>
            <w:pStyle w:val="Kopfzeile"/>
            <w:jc w:val="right"/>
          </w:pPr>
        </w:p>
      </w:tc>
      <w:tc>
        <w:tcPr>
          <w:tcW w:w="2688" w:type="dxa"/>
        </w:tcPr>
        <w:p w14:paraId="765AD7BC" w14:textId="77777777" w:rsidR="00270F49" w:rsidRDefault="00270F49" w:rsidP="001C44B3">
          <w:pPr>
            <w:pStyle w:val="Kopfzeile"/>
            <w:jc w:val="right"/>
          </w:pPr>
        </w:p>
      </w:tc>
    </w:tr>
  </w:tbl>
  <w:p w14:paraId="7D76E223" w14:textId="77777777" w:rsidR="00AF47AD" w:rsidRPr="001C44B3" w:rsidRDefault="00AF47A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93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136"/>
      <w:gridCol w:w="336"/>
      <w:gridCol w:w="3219"/>
      <w:gridCol w:w="2688"/>
    </w:tblGrid>
    <w:tr w:rsidR="00DE2EB5" w14:paraId="32522B43" w14:textId="77777777" w:rsidTr="00235DD8">
      <w:trPr>
        <w:trHeight w:hRule="exact" w:val="227"/>
      </w:trPr>
      <w:tc>
        <w:tcPr>
          <w:tcW w:w="3136" w:type="dxa"/>
          <w:vMerge w:val="restart"/>
        </w:tcPr>
        <w:p w14:paraId="4E485A62" w14:textId="77777777" w:rsidR="00DE2EB5" w:rsidRDefault="00DE2EB5">
          <w:pPr>
            <w:pStyle w:val="Kopfzeile"/>
          </w:pPr>
          <w:r>
            <w:rPr>
              <w:noProof/>
              <w:lang w:val="de-DE" w:eastAsia="de-DE"/>
            </w:rPr>
            <w:drawing>
              <wp:inline distT="0" distB="0" distL="0" distR="0" wp14:anchorId="54C651AA" wp14:editId="5737D101">
                <wp:extent cx="1772207" cy="486000"/>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stems_horizontal_300-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72207" cy="486000"/>
                        </a:xfrm>
                        <a:prstGeom prst="rect">
                          <a:avLst/>
                        </a:prstGeom>
                      </pic:spPr>
                    </pic:pic>
                  </a:graphicData>
                </a:graphic>
              </wp:inline>
            </w:drawing>
          </w:r>
        </w:p>
      </w:tc>
      <w:tc>
        <w:tcPr>
          <w:tcW w:w="336" w:type="dxa"/>
        </w:tcPr>
        <w:p w14:paraId="48C05285" w14:textId="77777777" w:rsidR="00DE2EB5" w:rsidRDefault="00DE2EB5">
          <w:pPr>
            <w:pStyle w:val="Kopfzeile"/>
          </w:pPr>
        </w:p>
      </w:tc>
      <w:tc>
        <w:tcPr>
          <w:tcW w:w="3219" w:type="dxa"/>
        </w:tcPr>
        <w:p w14:paraId="152A87E5" w14:textId="77777777" w:rsidR="00DE2EB5" w:rsidRDefault="00DE2EB5" w:rsidP="00AD4C2F">
          <w:pPr>
            <w:pStyle w:val="Kopfzeile"/>
            <w:jc w:val="right"/>
          </w:pPr>
        </w:p>
      </w:tc>
      <w:tc>
        <w:tcPr>
          <w:tcW w:w="2688" w:type="dxa"/>
        </w:tcPr>
        <w:p w14:paraId="1BAC0BEC" w14:textId="77777777" w:rsidR="00DE2EB5" w:rsidRDefault="00DE2EB5" w:rsidP="001C44B3">
          <w:pPr>
            <w:pStyle w:val="Kopfzeile"/>
            <w:jc w:val="right"/>
          </w:pPr>
        </w:p>
      </w:tc>
    </w:tr>
    <w:tr w:rsidR="00DE2EB5" w14:paraId="0A24F83A" w14:textId="77777777" w:rsidTr="001C44B3">
      <w:tc>
        <w:tcPr>
          <w:tcW w:w="3136" w:type="dxa"/>
          <w:vMerge/>
        </w:tcPr>
        <w:p w14:paraId="15526A9B" w14:textId="77777777" w:rsidR="00DE2EB5" w:rsidRDefault="00DE2EB5">
          <w:pPr>
            <w:pStyle w:val="Kopfzeile"/>
            <w:rPr>
              <w:noProof/>
              <w:lang w:eastAsia="fi-FI"/>
            </w:rPr>
          </w:pPr>
        </w:p>
      </w:tc>
      <w:tc>
        <w:tcPr>
          <w:tcW w:w="336" w:type="dxa"/>
        </w:tcPr>
        <w:p w14:paraId="15D077CE" w14:textId="77777777" w:rsidR="00DE2EB5" w:rsidRDefault="00DE2EB5">
          <w:pPr>
            <w:pStyle w:val="Kopfzeile"/>
          </w:pPr>
        </w:p>
      </w:tc>
      <w:sdt>
        <w:sdtPr>
          <w:alias w:val="Publish Date"/>
          <w:tag w:val="AutomaticDate"/>
          <w:id w:val="-1388561666"/>
          <w:dataBinding w:prefixMappings="xmlns:ns0='http://schemas.microsoft.com/office/2006/coverPageProps' " w:xpath="/ns0:CoverPageProperties[1]/ns0:PublishDate[1]" w:storeItemID="{55AF091B-3C7A-41E3-B477-F2FDAA23CFDA}"/>
          <w:date w:fullDate="2023-01-25T00:00:00Z">
            <w:dateFormat w:val="d.M.yyyy"/>
            <w:lid w:val="fi-FI"/>
            <w:storeMappedDataAs w:val="dateTime"/>
            <w:calendar w:val="gregorian"/>
          </w:date>
        </w:sdtPr>
        <w:sdtContent>
          <w:tc>
            <w:tcPr>
              <w:tcW w:w="3219" w:type="dxa"/>
            </w:tcPr>
            <w:p w14:paraId="7990D5DA" w14:textId="4CFAD756" w:rsidR="00DE2EB5" w:rsidRDefault="00CB3C34" w:rsidP="00E22FAC">
              <w:pPr>
                <w:pStyle w:val="Kopfzeile"/>
                <w:jc w:val="right"/>
              </w:pPr>
              <w:r>
                <w:rPr>
                  <w:lang w:val="fi-FI"/>
                </w:rPr>
                <w:t>25.1.2023</w:t>
              </w:r>
            </w:p>
          </w:tc>
        </w:sdtContent>
      </w:sdt>
      <w:tc>
        <w:tcPr>
          <w:tcW w:w="2688" w:type="dxa"/>
        </w:tcPr>
        <w:p w14:paraId="4468F8FE" w14:textId="77777777" w:rsidR="00DE2EB5" w:rsidRDefault="00DE2EB5" w:rsidP="00E22FAC">
          <w:pPr>
            <w:pStyle w:val="Kopfzeile"/>
            <w:jc w:val="right"/>
          </w:pPr>
          <w:r>
            <w:fldChar w:fldCharType="begin"/>
          </w:r>
          <w:r>
            <w:instrText xml:space="preserve"> PAGE   \* MERGEFORMAT </w:instrText>
          </w:r>
          <w:r>
            <w:fldChar w:fldCharType="separate"/>
          </w:r>
          <w:r>
            <w:rPr>
              <w:noProof/>
            </w:rPr>
            <w:t>1</w:t>
          </w:r>
          <w:r>
            <w:fldChar w:fldCharType="end"/>
          </w:r>
          <w:r>
            <w:t xml:space="preserve"> (</w:t>
          </w:r>
          <w:r w:rsidR="00F0633C">
            <w:rPr>
              <w:noProof/>
            </w:rPr>
            <w:fldChar w:fldCharType="begin"/>
          </w:r>
          <w:r w:rsidR="00F0633C">
            <w:rPr>
              <w:noProof/>
            </w:rPr>
            <w:instrText xml:space="preserve"> NUMPAGES   \* MERGEFORMAT </w:instrText>
          </w:r>
          <w:r w:rsidR="00F0633C">
            <w:rPr>
              <w:noProof/>
            </w:rPr>
            <w:fldChar w:fldCharType="separate"/>
          </w:r>
          <w:r w:rsidR="000400FF">
            <w:rPr>
              <w:noProof/>
            </w:rPr>
            <w:t>2</w:t>
          </w:r>
          <w:r w:rsidR="00F0633C">
            <w:rPr>
              <w:noProof/>
            </w:rPr>
            <w:fldChar w:fldCharType="end"/>
          </w:r>
          <w:r>
            <w:t>)</w:t>
          </w:r>
        </w:p>
      </w:tc>
    </w:tr>
    <w:tr w:rsidR="00DE2EB5" w14:paraId="6727B633" w14:textId="77777777" w:rsidTr="001C44B3">
      <w:tc>
        <w:tcPr>
          <w:tcW w:w="3136" w:type="dxa"/>
          <w:vMerge/>
        </w:tcPr>
        <w:p w14:paraId="47537547" w14:textId="77777777" w:rsidR="00DE2EB5" w:rsidRDefault="00DE2EB5">
          <w:pPr>
            <w:pStyle w:val="Kopfzeile"/>
            <w:rPr>
              <w:noProof/>
              <w:lang w:eastAsia="fi-FI"/>
            </w:rPr>
          </w:pPr>
        </w:p>
      </w:tc>
      <w:tc>
        <w:tcPr>
          <w:tcW w:w="336" w:type="dxa"/>
        </w:tcPr>
        <w:p w14:paraId="67C70513" w14:textId="77777777" w:rsidR="00DE2EB5" w:rsidRDefault="00DE2EB5">
          <w:pPr>
            <w:pStyle w:val="Kopfzeile"/>
          </w:pPr>
        </w:p>
      </w:tc>
      <w:sdt>
        <w:sdtPr>
          <w:alias w:val="Subject"/>
          <w:tag w:val=""/>
          <w:id w:val="-2085292122"/>
          <w:showingPlcHdr/>
          <w:dataBinding w:prefixMappings="xmlns:ns0='http://purl.org/dc/elements/1.1/' xmlns:ns1='http://schemas.openxmlformats.org/package/2006/metadata/core-properties' " w:xpath="/ns1:coreProperties[1]/ns0:subject[1]" w:storeItemID="{6C3C8BC8-F283-45AE-878A-BAB7291924A1}"/>
          <w:text/>
        </w:sdtPr>
        <w:sdtContent>
          <w:tc>
            <w:tcPr>
              <w:tcW w:w="3219" w:type="dxa"/>
            </w:tcPr>
            <w:p w14:paraId="591A9366" w14:textId="77777777" w:rsidR="00DE2EB5" w:rsidRPr="00867EF2" w:rsidRDefault="00DE2EB5" w:rsidP="00E22FAC">
              <w:pPr>
                <w:pStyle w:val="Kopfzeile"/>
                <w:jc w:val="right"/>
              </w:pPr>
              <w:r w:rsidRPr="00976951">
                <w:rPr>
                  <w:rStyle w:val="Platzhaltertext"/>
                </w:rPr>
                <w:t>[Subject]</w:t>
              </w:r>
            </w:p>
          </w:tc>
        </w:sdtContent>
      </w:sdt>
      <w:tc>
        <w:tcPr>
          <w:tcW w:w="2688" w:type="dxa"/>
        </w:tcPr>
        <w:p w14:paraId="6B95A6AA" w14:textId="77777777" w:rsidR="00DE2EB5" w:rsidRDefault="00DE2EB5" w:rsidP="00E22FAC">
          <w:pPr>
            <w:pStyle w:val="Kopfzeile"/>
            <w:jc w:val="right"/>
          </w:pPr>
        </w:p>
      </w:tc>
    </w:tr>
    <w:tr w:rsidR="00DE2EB5" w14:paraId="565F4D70" w14:textId="77777777" w:rsidTr="001C44B3">
      <w:tc>
        <w:tcPr>
          <w:tcW w:w="3136" w:type="dxa"/>
          <w:vMerge/>
        </w:tcPr>
        <w:p w14:paraId="7985B8D6" w14:textId="77777777" w:rsidR="00DE2EB5" w:rsidRDefault="00DE2EB5">
          <w:pPr>
            <w:pStyle w:val="Kopfzeile"/>
            <w:rPr>
              <w:noProof/>
              <w:lang w:eastAsia="fi-FI"/>
            </w:rPr>
          </w:pPr>
        </w:p>
      </w:tc>
      <w:tc>
        <w:tcPr>
          <w:tcW w:w="336" w:type="dxa"/>
        </w:tcPr>
        <w:p w14:paraId="1A10E2AE" w14:textId="77777777" w:rsidR="00DE2EB5" w:rsidRDefault="00DE2EB5">
          <w:pPr>
            <w:pStyle w:val="Kopfzeile"/>
          </w:pPr>
        </w:p>
      </w:tc>
      <w:tc>
        <w:tcPr>
          <w:tcW w:w="3219" w:type="dxa"/>
        </w:tcPr>
        <w:p w14:paraId="14D4E749" w14:textId="77777777" w:rsidR="00DE2EB5" w:rsidRDefault="00DE2EB5" w:rsidP="001C44B3">
          <w:pPr>
            <w:pStyle w:val="Kopfzeile"/>
            <w:jc w:val="right"/>
          </w:pPr>
        </w:p>
      </w:tc>
      <w:tc>
        <w:tcPr>
          <w:tcW w:w="2688" w:type="dxa"/>
        </w:tcPr>
        <w:p w14:paraId="46B9863B" w14:textId="77777777" w:rsidR="00DE2EB5" w:rsidRDefault="00DE2EB5" w:rsidP="001C44B3">
          <w:pPr>
            <w:pStyle w:val="Kopfzeile"/>
            <w:jc w:val="right"/>
          </w:pPr>
        </w:p>
      </w:tc>
    </w:tr>
    <w:tr w:rsidR="00DE2EB5" w14:paraId="16261CD2" w14:textId="77777777" w:rsidTr="001C44B3">
      <w:sdt>
        <w:sdtPr>
          <w:rPr>
            <w:noProof/>
            <w:lang w:eastAsia="fi-FI"/>
          </w:rPr>
          <w:alias w:val="Author"/>
          <w:tag w:val=""/>
          <w:id w:val="38248804"/>
          <w:dataBinding w:prefixMappings="xmlns:ns0='http://purl.org/dc/elements/1.1/' xmlns:ns1='http://schemas.openxmlformats.org/package/2006/metadata/core-properties' " w:xpath="/ns1:coreProperties[1]/ns0:creator[1]" w:storeItemID="{6C3C8BC8-F283-45AE-878A-BAB7291924A1}"/>
          <w:text/>
        </w:sdtPr>
        <w:sdtContent>
          <w:tc>
            <w:tcPr>
              <w:tcW w:w="3136" w:type="dxa"/>
            </w:tcPr>
            <w:p w14:paraId="212AB0E2" w14:textId="77777777" w:rsidR="00DE2EB5" w:rsidRDefault="006C2B35">
              <w:pPr>
                <w:pStyle w:val="Kopfzeile"/>
                <w:rPr>
                  <w:noProof/>
                  <w:lang w:eastAsia="fi-FI"/>
                </w:rPr>
              </w:pPr>
              <w:r>
                <w:rPr>
                  <w:noProof/>
                  <w:lang w:eastAsia="fi-FI"/>
                </w:rPr>
                <w:t>Teuwsen Maike</w:t>
              </w:r>
            </w:p>
          </w:tc>
        </w:sdtContent>
      </w:sdt>
      <w:tc>
        <w:tcPr>
          <w:tcW w:w="336" w:type="dxa"/>
        </w:tcPr>
        <w:p w14:paraId="7DD096DA" w14:textId="77777777" w:rsidR="00DE2EB5" w:rsidRDefault="00DE2EB5">
          <w:pPr>
            <w:pStyle w:val="Kopfzeile"/>
          </w:pPr>
        </w:p>
      </w:tc>
      <w:tc>
        <w:tcPr>
          <w:tcW w:w="3219" w:type="dxa"/>
        </w:tcPr>
        <w:p w14:paraId="463837B5" w14:textId="77777777" w:rsidR="00DE2EB5" w:rsidRDefault="00DE2EB5" w:rsidP="001C44B3">
          <w:pPr>
            <w:pStyle w:val="Kopfzeile"/>
            <w:jc w:val="right"/>
          </w:pPr>
        </w:p>
      </w:tc>
      <w:tc>
        <w:tcPr>
          <w:tcW w:w="2688" w:type="dxa"/>
        </w:tcPr>
        <w:p w14:paraId="75BE072C" w14:textId="77777777" w:rsidR="00DE2EB5" w:rsidRDefault="00DE2EB5" w:rsidP="001C44B3">
          <w:pPr>
            <w:pStyle w:val="Kopfzeile"/>
            <w:jc w:val="right"/>
          </w:pPr>
        </w:p>
      </w:tc>
    </w:tr>
  </w:tbl>
  <w:p w14:paraId="4F2C6540" w14:textId="77777777" w:rsidR="005E3459" w:rsidRDefault="005E345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42C278AE"/>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5B401B5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9EC5CCB"/>
    <w:multiLevelType w:val="hybridMultilevel"/>
    <w:tmpl w:val="66624700"/>
    <w:lvl w:ilvl="0" w:tplc="CBC00C48">
      <w:start w:val="1"/>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D483A3A"/>
    <w:multiLevelType w:val="multilevel"/>
    <w:tmpl w:val="0EC020C8"/>
    <w:styleLink w:val="Headingnumbers"/>
    <w:lvl w:ilvl="0">
      <w:start w:val="1"/>
      <w:numFmt w:val="decimal"/>
      <w:pStyle w:val="berschrift1"/>
      <w:lvlText w:val="%1"/>
      <w:lvlJc w:val="left"/>
      <w:pPr>
        <w:ind w:left="357" w:hanging="357"/>
      </w:pPr>
      <w:rPr>
        <w:rFonts w:hint="default"/>
      </w:rPr>
    </w:lvl>
    <w:lvl w:ilvl="1">
      <w:start w:val="1"/>
      <w:numFmt w:val="decimal"/>
      <w:pStyle w:val="berschrift2"/>
      <w:lvlText w:val="%1.%2"/>
      <w:lvlJc w:val="left"/>
      <w:pPr>
        <w:ind w:left="357" w:hanging="357"/>
      </w:pPr>
      <w:rPr>
        <w:rFonts w:hint="default"/>
      </w:rPr>
    </w:lvl>
    <w:lvl w:ilvl="2">
      <w:start w:val="1"/>
      <w:numFmt w:val="decimal"/>
      <w:pStyle w:val="berschrift3"/>
      <w:lvlText w:val="%1.%2.%3"/>
      <w:lvlJc w:val="left"/>
      <w:pPr>
        <w:ind w:left="709" w:hanging="709"/>
      </w:pPr>
      <w:rPr>
        <w:rFonts w:hint="default"/>
      </w:rPr>
    </w:lvl>
    <w:lvl w:ilvl="3">
      <w:start w:val="1"/>
      <w:numFmt w:val="decimal"/>
      <w:pStyle w:val="berschrift4"/>
      <w:lvlText w:val="%1.%2.%3.%4"/>
      <w:lvlJc w:val="left"/>
      <w:pPr>
        <w:ind w:left="992" w:hanging="992"/>
      </w:pPr>
      <w:rPr>
        <w:rFonts w:hint="default"/>
      </w:rPr>
    </w:lvl>
    <w:lvl w:ilvl="4">
      <w:start w:val="1"/>
      <w:numFmt w:val="decimal"/>
      <w:pStyle w:val="berschrift5"/>
      <w:lvlText w:val="%1.%2.%3.%4.%5"/>
      <w:lvlJc w:val="left"/>
      <w:pPr>
        <w:ind w:left="1276" w:hanging="1276"/>
      </w:pPr>
      <w:rPr>
        <w:rFonts w:hint="default"/>
      </w:rPr>
    </w:lvl>
    <w:lvl w:ilvl="5">
      <w:start w:val="1"/>
      <w:numFmt w:val="decimal"/>
      <w:pStyle w:val="berschrift6"/>
      <w:lvlText w:val="%1.%2.%3.%4.%5.%6"/>
      <w:lvlJc w:val="left"/>
      <w:pPr>
        <w:ind w:left="1559" w:hanging="1559"/>
      </w:pPr>
      <w:rPr>
        <w:rFonts w:hint="default"/>
      </w:rPr>
    </w:lvl>
    <w:lvl w:ilvl="6">
      <w:start w:val="1"/>
      <w:numFmt w:val="decimal"/>
      <w:pStyle w:val="berschrift7"/>
      <w:lvlText w:val="%1.%2.%3.%4.%5.%6.%7"/>
      <w:lvlJc w:val="left"/>
      <w:pPr>
        <w:ind w:left="1843" w:hanging="1843"/>
      </w:pPr>
      <w:rPr>
        <w:rFonts w:hint="default"/>
      </w:rPr>
    </w:lvl>
    <w:lvl w:ilvl="7">
      <w:start w:val="1"/>
      <w:numFmt w:val="decimal"/>
      <w:pStyle w:val="berschrift8"/>
      <w:lvlText w:val="%1.%2.%3.%4.%5.%6.%7.%8"/>
      <w:lvlJc w:val="left"/>
      <w:pPr>
        <w:ind w:left="2126" w:hanging="2126"/>
      </w:pPr>
      <w:rPr>
        <w:rFonts w:hint="default"/>
      </w:rPr>
    </w:lvl>
    <w:lvl w:ilvl="8">
      <w:start w:val="1"/>
      <w:numFmt w:val="decimal"/>
      <w:pStyle w:val="berschrift9"/>
      <w:lvlText w:val="%1.%2.%3.%4.%5.%6.%7.%8.%9"/>
      <w:lvlJc w:val="left"/>
      <w:pPr>
        <w:ind w:left="2410" w:hanging="2410"/>
      </w:pPr>
      <w:rPr>
        <w:rFonts w:hint="default"/>
      </w:rPr>
    </w:lvl>
  </w:abstractNum>
  <w:abstractNum w:abstractNumId="4" w15:restartNumberingAfterBreak="0">
    <w:nsid w:val="0F24174B"/>
    <w:multiLevelType w:val="multilevel"/>
    <w:tmpl w:val="03D8B05C"/>
    <w:styleLink w:val="Numberlist"/>
    <w:lvl w:ilvl="0">
      <w:start w:val="1"/>
      <w:numFmt w:val="decimal"/>
      <w:pStyle w:val="Listennummer"/>
      <w:lvlText w:val="%1."/>
      <w:lvlJc w:val="left"/>
      <w:pPr>
        <w:ind w:left="1701" w:hanging="397"/>
      </w:pPr>
      <w:rPr>
        <w:rFonts w:hint="default"/>
      </w:rPr>
    </w:lvl>
    <w:lvl w:ilvl="1">
      <w:start w:val="1"/>
      <w:numFmt w:val="bullet"/>
      <w:lvlText w:val="•"/>
      <w:lvlJc w:val="left"/>
      <w:pPr>
        <w:ind w:left="2098" w:hanging="397"/>
      </w:pPr>
      <w:rPr>
        <w:rFonts w:ascii="Calibri Light" w:hAnsi="Calibri Light" w:hint="default"/>
        <w:color w:val="auto"/>
      </w:rPr>
    </w:lvl>
    <w:lvl w:ilvl="2">
      <w:start w:val="1"/>
      <w:numFmt w:val="bullet"/>
      <w:lvlText w:val="•"/>
      <w:lvlJc w:val="left"/>
      <w:pPr>
        <w:ind w:left="2495" w:hanging="397"/>
      </w:pPr>
      <w:rPr>
        <w:rFonts w:ascii="Calibri Light" w:hAnsi="Calibri Light" w:hint="default"/>
        <w:color w:val="auto"/>
      </w:rPr>
    </w:lvl>
    <w:lvl w:ilvl="3">
      <w:start w:val="1"/>
      <w:numFmt w:val="bullet"/>
      <w:lvlText w:val="•"/>
      <w:lvlJc w:val="left"/>
      <w:pPr>
        <w:ind w:left="2892" w:hanging="397"/>
      </w:pPr>
      <w:rPr>
        <w:rFonts w:ascii="Calibri Light" w:hAnsi="Calibri Light" w:hint="default"/>
        <w:color w:val="auto"/>
      </w:rPr>
    </w:lvl>
    <w:lvl w:ilvl="4">
      <w:start w:val="1"/>
      <w:numFmt w:val="bullet"/>
      <w:lvlText w:val="•"/>
      <w:lvlJc w:val="left"/>
      <w:pPr>
        <w:ind w:left="3289" w:hanging="397"/>
      </w:pPr>
      <w:rPr>
        <w:rFonts w:ascii="Calibri Light" w:hAnsi="Calibri Light" w:hint="default"/>
        <w:color w:val="auto"/>
      </w:rPr>
    </w:lvl>
    <w:lvl w:ilvl="5">
      <w:start w:val="1"/>
      <w:numFmt w:val="bullet"/>
      <w:lvlText w:val="•"/>
      <w:lvlJc w:val="left"/>
      <w:pPr>
        <w:ind w:left="3686" w:hanging="397"/>
      </w:pPr>
      <w:rPr>
        <w:rFonts w:ascii="Calibri Light" w:hAnsi="Calibri Light" w:hint="default"/>
        <w:color w:val="auto"/>
      </w:rPr>
    </w:lvl>
    <w:lvl w:ilvl="6">
      <w:start w:val="1"/>
      <w:numFmt w:val="bullet"/>
      <w:lvlText w:val="•"/>
      <w:lvlJc w:val="left"/>
      <w:pPr>
        <w:ind w:left="4083" w:hanging="397"/>
      </w:pPr>
      <w:rPr>
        <w:rFonts w:ascii="Calibri Light" w:hAnsi="Calibri Light" w:hint="default"/>
        <w:color w:val="auto"/>
      </w:rPr>
    </w:lvl>
    <w:lvl w:ilvl="7">
      <w:start w:val="1"/>
      <w:numFmt w:val="bullet"/>
      <w:lvlText w:val="•"/>
      <w:lvlJc w:val="left"/>
      <w:pPr>
        <w:ind w:left="4480" w:hanging="397"/>
      </w:pPr>
      <w:rPr>
        <w:rFonts w:ascii="Calibri Light" w:hAnsi="Calibri Light" w:hint="default"/>
        <w:color w:val="auto"/>
      </w:rPr>
    </w:lvl>
    <w:lvl w:ilvl="8">
      <w:start w:val="1"/>
      <w:numFmt w:val="bullet"/>
      <w:lvlText w:val="•"/>
      <w:lvlJc w:val="left"/>
      <w:pPr>
        <w:ind w:left="4877" w:hanging="397"/>
      </w:pPr>
      <w:rPr>
        <w:rFonts w:ascii="Calibri Light" w:hAnsi="Calibri Light" w:hint="default"/>
        <w:color w:val="auto"/>
      </w:rPr>
    </w:lvl>
  </w:abstractNum>
  <w:abstractNum w:abstractNumId="5" w15:restartNumberingAfterBreak="0">
    <w:nsid w:val="10BC1C7C"/>
    <w:multiLevelType w:val="multilevel"/>
    <w:tmpl w:val="99C48C2E"/>
    <w:numStyleLink w:val="Bulletlist"/>
  </w:abstractNum>
  <w:abstractNum w:abstractNumId="6" w15:restartNumberingAfterBreak="0">
    <w:nsid w:val="203E2EE0"/>
    <w:multiLevelType w:val="multilevel"/>
    <w:tmpl w:val="99C48C2E"/>
    <w:styleLink w:val="Bulletlist"/>
    <w:lvl w:ilvl="0">
      <w:start w:val="1"/>
      <w:numFmt w:val="bullet"/>
      <w:pStyle w:val="Aufzhlungszeichen"/>
      <w:lvlText w:val="•"/>
      <w:lvlJc w:val="left"/>
      <w:pPr>
        <w:ind w:left="1701" w:hanging="397"/>
      </w:pPr>
      <w:rPr>
        <w:rFonts w:ascii="Calibri Light" w:hAnsi="Calibri Light" w:hint="default"/>
        <w:color w:val="auto"/>
      </w:rPr>
    </w:lvl>
    <w:lvl w:ilvl="1">
      <w:start w:val="1"/>
      <w:numFmt w:val="bullet"/>
      <w:lvlText w:val="•"/>
      <w:lvlJc w:val="left"/>
      <w:pPr>
        <w:ind w:left="2098" w:hanging="397"/>
      </w:pPr>
      <w:rPr>
        <w:rFonts w:ascii="Calibri Light" w:hAnsi="Calibri Light" w:hint="default"/>
        <w:color w:val="auto"/>
      </w:rPr>
    </w:lvl>
    <w:lvl w:ilvl="2">
      <w:start w:val="1"/>
      <w:numFmt w:val="bullet"/>
      <w:lvlText w:val="•"/>
      <w:lvlJc w:val="left"/>
      <w:pPr>
        <w:ind w:left="2495" w:hanging="397"/>
      </w:pPr>
      <w:rPr>
        <w:rFonts w:ascii="Calibri Light" w:hAnsi="Calibri Light" w:hint="default"/>
        <w:color w:val="auto"/>
      </w:rPr>
    </w:lvl>
    <w:lvl w:ilvl="3">
      <w:start w:val="1"/>
      <w:numFmt w:val="bullet"/>
      <w:lvlText w:val="•"/>
      <w:lvlJc w:val="left"/>
      <w:pPr>
        <w:ind w:left="2892" w:hanging="397"/>
      </w:pPr>
      <w:rPr>
        <w:rFonts w:ascii="Calibri Light" w:hAnsi="Calibri Light" w:hint="default"/>
        <w:color w:val="auto"/>
      </w:rPr>
    </w:lvl>
    <w:lvl w:ilvl="4">
      <w:start w:val="1"/>
      <w:numFmt w:val="bullet"/>
      <w:lvlText w:val="•"/>
      <w:lvlJc w:val="left"/>
      <w:pPr>
        <w:ind w:left="3289" w:hanging="397"/>
      </w:pPr>
      <w:rPr>
        <w:rFonts w:ascii="Calibri Light" w:hAnsi="Calibri Light" w:hint="default"/>
        <w:color w:val="auto"/>
      </w:rPr>
    </w:lvl>
    <w:lvl w:ilvl="5">
      <w:start w:val="1"/>
      <w:numFmt w:val="bullet"/>
      <w:lvlText w:val="•"/>
      <w:lvlJc w:val="left"/>
      <w:pPr>
        <w:ind w:left="3686" w:hanging="397"/>
      </w:pPr>
      <w:rPr>
        <w:rFonts w:ascii="Calibri Light" w:hAnsi="Calibri Light" w:hint="default"/>
        <w:color w:val="auto"/>
      </w:rPr>
    </w:lvl>
    <w:lvl w:ilvl="6">
      <w:start w:val="1"/>
      <w:numFmt w:val="bullet"/>
      <w:lvlText w:val="•"/>
      <w:lvlJc w:val="left"/>
      <w:pPr>
        <w:ind w:left="4083" w:hanging="397"/>
      </w:pPr>
      <w:rPr>
        <w:rFonts w:ascii="Calibri Light" w:hAnsi="Calibri Light" w:hint="default"/>
        <w:color w:val="auto"/>
      </w:rPr>
    </w:lvl>
    <w:lvl w:ilvl="7">
      <w:start w:val="1"/>
      <w:numFmt w:val="bullet"/>
      <w:lvlText w:val="•"/>
      <w:lvlJc w:val="left"/>
      <w:pPr>
        <w:ind w:left="4480" w:hanging="397"/>
      </w:pPr>
      <w:rPr>
        <w:rFonts w:ascii="Calibri Light" w:hAnsi="Calibri Light" w:hint="default"/>
        <w:color w:val="auto"/>
      </w:rPr>
    </w:lvl>
    <w:lvl w:ilvl="8">
      <w:start w:val="1"/>
      <w:numFmt w:val="bullet"/>
      <w:lvlText w:val="•"/>
      <w:lvlJc w:val="left"/>
      <w:pPr>
        <w:ind w:left="4877" w:hanging="397"/>
      </w:pPr>
      <w:rPr>
        <w:rFonts w:ascii="Calibri Light" w:hAnsi="Calibri Light" w:hint="default"/>
        <w:color w:val="auto"/>
      </w:rPr>
    </w:lvl>
  </w:abstractNum>
  <w:abstractNum w:abstractNumId="7" w15:restartNumberingAfterBreak="0">
    <w:nsid w:val="3C3A31CB"/>
    <w:multiLevelType w:val="hybridMultilevel"/>
    <w:tmpl w:val="C67866D0"/>
    <w:lvl w:ilvl="0" w:tplc="CA28D896">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A915675"/>
    <w:multiLevelType w:val="multilevel"/>
    <w:tmpl w:val="03D8B05C"/>
    <w:numStyleLink w:val="Numberlist"/>
  </w:abstractNum>
  <w:abstractNum w:abstractNumId="9" w15:restartNumberingAfterBreak="0">
    <w:nsid w:val="65801F92"/>
    <w:multiLevelType w:val="multilevel"/>
    <w:tmpl w:val="040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75A2127D"/>
    <w:multiLevelType w:val="multilevel"/>
    <w:tmpl w:val="0EC020C8"/>
    <w:numStyleLink w:val="Headingnumbers"/>
  </w:abstractNum>
  <w:num w:numId="1" w16cid:durableId="1323044226">
    <w:abstractNumId w:val="1"/>
  </w:num>
  <w:num w:numId="2" w16cid:durableId="3825455">
    <w:abstractNumId w:val="0"/>
  </w:num>
  <w:num w:numId="3" w16cid:durableId="446972190">
    <w:abstractNumId w:val="6"/>
  </w:num>
  <w:num w:numId="4" w16cid:durableId="504052094">
    <w:abstractNumId w:val="5"/>
  </w:num>
  <w:num w:numId="5" w16cid:durableId="349071905">
    <w:abstractNumId w:val="4"/>
  </w:num>
  <w:num w:numId="6" w16cid:durableId="721638760">
    <w:abstractNumId w:val="8"/>
  </w:num>
  <w:num w:numId="7" w16cid:durableId="1400589911">
    <w:abstractNumId w:val="9"/>
  </w:num>
  <w:num w:numId="8" w16cid:durableId="462575705">
    <w:abstractNumId w:val="3"/>
  </w:num>
  <w:num w:numId="9" w16cid:durableId="1364862345">
    <w:abstractNumId w:val="10"/>
  </w:num>
  <w:num w:numId="10" w16cid:durableId="1664897268">
    <w:abstractNumId w:val="7"/>
  </w:num>
  <w:num w:numId="11" w16cid:durableId="15556589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3"/>
  <w:proofState w:spelling="clean" w:grammar="clean"/>
  <w:attachedTemplate r:id="rId1"/>
  <w:defaultTabStop w:val="130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1202"/>
    <w:rsid w:val="000038D2"/>
    <w:rsid w:val="0000589D"/>
    <w:rsid w:val="000219D2"/>
    <w:rsid w:val="00026FCE"/>
    <w:rsid w:val="000400FF"/>
    <w:rsid w:val="00041D6A"/>
    <w:rsid w:val="000450BB"/>
    <w:rsid w:val="00046926"/>
    <w:rsid w:val="000543E9"/>
    <w:rsid w:val="00060459"/>
    <w:rsid w:val="00061202"/>
    <w:rsid w:val="00065C5C"/>
    <w:rsid w:val="00067594"/>
    <w:rsid w:val="00070CFA"/>
    <w:rsid w:val="00082DED"/>
    <w:rsid w:val="00086F02"/>
    <w:rsid w:val="000968BF"/>
    <w:rsid w:val="000A10E6"/>
    <w:rsid w:val="000B0C4F"/>
    <w:rsid w:val="000B4843"/>
    <w:rsid w:val="000B4D83"/>
    <w:rsid w:val="000C3708"/>
    <w:rsid w:val="000C3C3C"/>
    <w:rsid w:val="000C6CC8"/>
    <w:rsid w:val="000D5719"/>
    <w:rsid w:val="000E22B6"/>
    <w:rsid w:val="000E71E0"/>
    <w:rsid w:val="000F4E8A"/>
    <w:rsid w:val="00111E37"/>
    <w:rsid w:val="00113188"/>
    <w:rsid w:val="00120A71"/>
    <w:rsid w:val="00132D12"/>
    <w:rsid w:val="00141689"/>
    <w:rsid w:val="00142763"/>
    <w:rsid w:val="00145D96"/>
    <w:rsid w:val="00146BCF"/>
    <w:rsid w:val="00147E54"/>
    <w:rsid w:val="00174031"/>
    <w:rsid w:val="001747CF"/>
    <w:rsid w:val="001768C8"/>
    <w:rsid w:val="00177BCB"/>
    <w:rsid w:val="0018279A"/>
    <w:rsid w:val="00183F07"/>
    <w:rsid w:val="00185476"/>
    <w:rsid w:val="001876A8"/>
    <w:rsid w:val="001913B2"/>
    <w:rsid w:val="00191EA4"/>
    <w:rsid w:val="00195EF7"/>
    <w:rsid w:val="001A246F"/>
    <w:rsid w:val="001C0EC8"/>
    <w:rsid w:val="001C44B3"/>
    <w:rsid w:val="001C45F8"/>
    <w:rsid w:val="001D1277"/>
    <w:rsid w:val="001D6D56"/>
    <w:rsid w:val="001E3ECA"/>
    <w:rsid w:val="001F3711"/>
    <w:rsid w:val="001F5AAD"/>
    <w:rsid w:val="001F5B62"/>
    <w:rsid w:val="001F6A5E"/>
    <w:rsid w:val="00212FB6"/>
    <w:rsid w:val="00213DF2"/>
    <w:rsid w:val="00224011"/>
    <w:rsid w:val="002248BE"/>
    <w:rsid w:val="00234BFB"/>
    <w:rsid w:val="0023525D"/>
    <w:rsid w:val="00235DD8"/>
    <w:rsid w:val="00256DB9"/>
    <w:rsid w:val="002615AD"/>
    <w:rsid w:val="00270F49"/>
    <w:rsid w:val="002730BE"/>
    <w:rsid w:val="00273A74"/>
    <w:rsid w:val="0027747B"/>
    <w:rsid w:val="00283B2A"/>
    <w:rsid w:val="00295B80"/>
    <w:rsid w:val="002971E8"/>
    <w:rsid w:val="002A37B6"/>
    <w:rsid w:val="002A3E56"/>
    <w:rsid w:val="002B3AD8"/>
    <w:rsid w:val="002B7ED3"/>
    <w:rsid w:val="002C143D"/>
    <w:rsid w:val="002C58FE"/>
    <w:rsid w:val="002E0746"/>
    <w:rsid w:val="002E0CAA"/>
    <w:rsid w:val="002E421D"/>
    <w:rsid w:val="002E42DD"/>
    <w:rsid w:val="002E5DA3"/>
    <w:rsid w:val="002F5F9C"/>
    <w:rsid w:val="002F7E44"/>
    <w:rsid w:val="003016C2"/>
    <w:rsid w:val="00310D40"/>
    <w:rsid w:val="0031779E"/>
    <w:rsid w:val="00322271"/>
    <w:rsid w:val="0032455E"/>
    <w:rsid w:val="003268E1"/>
    <w:rsid w:val="00337250"/>
    <w:rsid w:val="003400A4"/>
    <w:rsid w:val="00340FE4"/>
    <w:rsid w:val="00343B82"/>
    <w:rsid w:val="00346111"/>
    <w:rsid w:val="00346893"/>
    <w:rsid w:val="00354C20"/>
    <w:rsid w:val="003554B8"/>
    <w:rsid w:val="003575F7"/>
    <w:rsid w:val="00365206"/>
    <w:rsid w:val="003724CA"/>
    <w:rsid w:val="003739FC"/>
    <w:rsid w:val="00374CFF"/>
    <w:rsid w:val="00380B79"/>
    <w:rsid w:val="00380DED"/>
    <w:rsid w:val="00386103"/>
    <w:rsid w:val="003A3ECE"/>
    <w:rsid w:val="003A43BA"/>
    <w:rsid w:val="003B101F"/>
    <w:rsid w:val="003C4569"/>
    <w:rsid w:val="003C53F4"/>
    <w:rsid w:val="003C7FF1"/>
    <w:rsid w:val="003D205C"/>
    <w:rsid w:val="003D2D5E"/>
    <w:rsid w:val="003D6870"/>
    <w:rsid w:val="003E00D5"/>
    <w:rsid w:val="003E1FF0"/>
    <w:rsid w:val="003F07F3"/>
    <w:rsid w:val="003F4190"/>
    <w:rsid w:val="004001C3"/>
    <w:rsid w:val="004132E0"/>
    <w:rsid w:val="004136A2"/>
    <w:rsid w:val="00415E93"/>
    <w:rsid w:val="004168E3"/>
    <w:rsid w:val="004261FB"/>
    <w:rsid w:val="00435B2C"/>
    <w:rsid w:val="00441456"/>
    <w:rsid w:val="00445864"/>
    <w:rsid w:val="0045510B"/>
    <w:rsid w:val="004561BF"/>
    <w:rsid w:val="004563F6"/>
    <w:rsid w:val="00456588"/>
    <w:rsid w:val="004567E6"/>
    <w:rsid w:val="00461A61"/>
    <w:rsid w:val="004708F3"/>
    <w:rsid w:val="00474EE3"/>
    <w:rsid w:val="004843E9"/>
    <w:rsid w:val="004955EE"/>
    <w:rsid w:val="00495AC9"/>
    <w:rsid w:val="004A04AA"/>
    <w:rsid w:val="004A323D"/>
    <w:rsid w:val="004A3A66"/>
    <w:rsid w:val="004A43EF"/>
    <w:rsid w:val="004A4D33"/>
    <w:rsid w:val="004B31DA"/>
    <w:rsid w:val="004B3F11"/>
    <w:rsid w:val="004C40DA"/>
    <w:rsid w:val="004C568F"/>
    <w:rsid w:val="004E43AA"/>
    <w:rsid w:val="004E58BB"/>
    <w:rsid w:val="004E5F65"/>
    <w:rsid w:val="004F1284"/>
    <w:rsid w:val="004F2B08"/>
    <w:rsid w:val="005101B9"/>
    <w:rsid w:val="005120BB"/>
    <w:rsid w:val="005130DC"/>
    <w:rsid w:val="005211F8"/>
    <w:rsid w:val="005226EF"/>
    <w:rsid w:val="005264EB"/>
    <w:rsid w:val="00535257"/>
    <w:rsid w:val="00537969"/>
    <w:rsid w:val="005416D6"/>
    <w:rsid w:val="005420B6"/>
    <w:rsid w:val="00552ADD"/>
    <w:rsid w:val="00555393"/>
    <w:rsid w:val="005638E5"/>
    <w:rsid w:val="00574146"/>
    <w:rsid w:val="00583733"/>
    <w:rsid w:val="00584A42"/>
    <w:rsid w:val="005875FB"/>
    <w:rsid w:val="0059756D"/>
    <w:rsid w:val="005A37F6"/>
    <w:rsid w:val="005B0DD9"/>
    <w:rsid w:val="005B4969"/>
    <w:rsid w:val="005C2E04"/>
    <w:rsid w:val="005C420E"/>
    <w:rsid w:val="005C48EA"/>
    <w:rsid w:val="005C5DED"/>
    <w:rsid w:val="005D7D69"/>
    <w:rsid w:val="005E2E7C"/>
    <w:rsid w:val="005E3459"/>
    <w:rsid w:val="005E4266"/>
    <w:rsid w:val="005E468E"/>
    <w:rsid w:val="005F49B9"/>
    <w:rsid w:val="005F569C"/>
    <w:rsid w:val="00604113"/>
    <w:rsid w:val="00606A95"/>
    <w:rsid w:val="00611F76"/>
    <w:rsid w:val="006140D4"/>
    <w:rsid w:val="00623AF0"/>
    <w:rsid w:val="00625061"/>
    <w:rsid w:val="00634B20"/>
    <w:rsid w:val="006504B3"/>
    <w:rsid w:val="0065688E"/>
    <w:rsid w:val="00686C5C"/>
    <w:rsid w:val="006A2615"/>
    <w:rsid w:val="006A642A"/>
    <w:rsid w:val="006B0753"/>
    <w:rsid w:val="006C28D9"/>
    <w:rsid w:val="006C2B35"/>
    <w:rsid w:val="006D6468"/>
    <w:rsid w:val="006E0432"/>
    <w:rsid w:val="006E33D4"/>
    <w:rsid w:val="006E5CA0"/>
    <w:rsid w:val="006E5F47"/>
    <w:rsid w:val="006E6DC8"/>
    <w:rsid w:val="006F204B"/>
    <w:rsid w:val="006F36D0"/>
    <w:rsid w:val="006F6225"/>
    <w:rsid w:val="006F6927"/>
    <w:rsid w:val="006F6A86"/>
    <w:rsid w:val="006F70DE"/>
    <w:rsid w:val="006F7B5E"/>
    <w:rsid w:val="00701680"/>
    <w:rsid w:val="00702BE2"/>
    <w:rsid w:val="00715613"/>
    <w:rsid w:val="00725368"/>
    <w:rsid w:val="00726F5E"/>
    <w:rsid w:val="00727316"/>
    <w:rsid w:val="00732611"/>
    <w:rsid w:val="00741BF5"/>
    <w:rsid w:val="00745980"/>
    <w:rsid w:val="00746B95"/>
    <w:rsid w:val="00746C94"/>
    <w:rsid w:val="00757B69"/>
    <w:rsid w:val="00765D70"/>
    <w:rsid w:val="00773664"/>
    <w:rsid w:val="0077502C"/>
    <w:rsid w:val="0078650F"/>
    <w:rsid w:val="007865AA"/>
    <w:rsid w:val="00797A2A"/>
    <w:rsid w:val="007A1299"/>
    <w:rsid w:val="007A4036"/>
    <w:rsid w:val="007A5123"/>
    <w:rsid w:val="007B02CC"/>
    <w:rsid w:val="007B1428"/>
    <w:rsid w:val="007B660C"/>
    <w:rsid w:val="007C52A7"/>
    <w:rsid w:val="007E05F6"/>
    <w:rsid w:val="007E0754"/>
    <w:rsid w:val="007F404B"/>
    <w:rsid w:val="00805059"/>
    <w:rsid w:val="0080696D"/>
    <w:rsid w:val="00807207"/>
    <w:rsid w:val="008105C1"/>
    <w:rsid w:val="00815F19"/>
    <w:rsid w:val="00816856"/>
    <w:rsid w:val="00821A55"/>
    <w:rsid w:val="00826D18"/>
    <w:rsid w:val="008327F6"/>
    <w:rsid w:val="00832C1D"/>
    <w:rsid w:val="0083425E"/>
    <w:rsid w:val="00836483"/>
    <w:rsid w:val="008410B4"/>
    <w:rsid w:val="00855252"/>
    <w:rsid w:val="00867EF2"/>
    <w:rsid w:val="00872B78"/>
    <w:rsid w:val="00872BE7"/>
    <w:rsid w:val="00873E6B"/>
    <w:rsid w:val="00880474"/>
    <w:rsid w:val="008805E8"/>
    <w:rsid w:val="00884BAB"/>
    <w:rsid w:val="00890042"/>
    <w:rsid w:val="008A29A6"/>
    <w:rsid w:val="008B3438"/>
    <w:rsid w:val="008C2E57"/>
    <w:rsid w:val="008D2638"/>
    <w:rsid w:val="008D2EF9"/>
    <w:rsid w:val="008D64B6"/>
    <w:rsid w:val="008E725D"/>
    <w:rsid w:val="00912F7C"/>
    <w:rsid w:val="00913032"/>
    <w:rsid w:val="009207F7"/>
    <w:rsid w:val="00926B61"/>
    <w:rsid w:val="0092791E"/>
    <w:rsid w:val="009341A3"/>
    <w:rsid w:val="009358DE"/>
    <w:rsid w:val="00941BE2"/>
    <w:rsid w:val="0096105A"/>
    <w:rsid w:val="00976951"/>
    <w:rsid w:val="0098251E"/>
    <w:rsid w:val="00982578"/>
    <w:rsid w:val="009832BE"/>
    <w:rsid w:val="00984786"/>
    <w:rsid w:val="00984F1A"/>
    <w:rsid w:val="009850EE"/>
    <w:rsid w:val="00985BD6"/>
    <w:rsid w:val="009941B4"/>
    <w:rsid w:val="009A5814"/>
    <w:rsid w:val="009B2AE0"/>
    <w:rsid w:val="009B346D"/>
    <w:rsid w:val="009B79AF"/>
    <w:rsid w:val="009C47FC"/>
    <w:rsid w:val="009D5100"/>
    <w:rsid w:val="009D53DA"/>
    <w:rsid w:val="009D7E4D"/>
    <w:rsid w:val="009E345E"/>
    <w:rsid w:val="009E69D3"/>
    <w:rsid w:val="009E6EE0"/>
    <w:rsid w:val="009F359A"/>
    <w:rsid w:val="009F3FAC"/>
    <w:rsid w:val="00A03601"/>
    <w:rsid w:val="00A05DD3"/>
    <w:rsid w:val="00A20FB8"/>
    <w:rsid w:val="00A24EE3"/>
    <w:rsid w:val="00A36D91"/>
    <w:rsid w:val="00A406B8"/>
    <w:rsid w:val="00A46505"/>
    <w:rsid w:val="00A63CE1"/>
    <w:rsid w:val="00A76C3A"/>
    <w:rsid w:val="00A855AE"/>
    <w:rsid w:val="00A868C2"/>
    <w:rsid w:val="00A916BA"/>
    <w:rsid w:val="00A97D57"/>
    <w:rsid w:val="00AA0450"/>
    <w:rsid w:val="00AA1635"/>
    <w:rsid w:val="00AA3BCC"/>
    <w:rsid w:val="00AA55E1"/>
    <w:rsid w:val="00AA630A"/>
    <w:rsid w:val="00AA76B1"/>
    <w:rsid w:val="00AC5338"/>
    <w:rsid w:val="00AC6274"/>
    <w:rsid w:val="00AC7FB9"/>
    <w:rsid w:val="00AD28A7"/>
    <w:rsid w:val="00AD378A"/>
    <w:rsid w:val="00AE00D1"/>
    <w:rsid w:val="00AE039E"/>
    <w:rsid w:val="00AE2317"/>
    <w:rsid w:val="00AF155D"/>
    <w:rsid w:val="00AF47AD"/>
    <w:rsid w:val="00AF5960"/>
    <w:rsid w:val="00AF5996"/>
    <w:rsid w:val="00B05FAA"/>
    <w:rsid w:val="00B13A9D"/>
    <w:rsid w:val="00B1439B"/>
    <w:rsid w:val="00B14DDB"/>
    <w:rsid w:val="00B17C65"/>
    <w:rsid w:val="00B30EDF"/>
    <w:rsid w:val="00B3568B"/>
    <w:rsid w:val="00B36F0E"/>
    <w:rsid w:val="00B40EE5"/>
    <w:rsid w:val="00B416A2"/>
    <w:rsid w:val="00B42F50"/>
    <w:rsid w:val="00B4534B"/>
    <w:rsid w:val="00B54332"/>
    <w:rsid w:val="00B549A2"/>
    <w:rsid w:val="00B54A81"/>
    <w:rsid w:val="00B66975"/>
    <w:rsid w:val="00B75583"/>
    <w:rsid w:val="00B8392E"/>
    <w:rsid w:val="00B8542D"/>
    <w:rsid w:val="00B93067"/>
    <w:rsid w:val="00B93331"/>
    <w:rsid w:val="00B933BC"/>
    <w:rsid w:val="00B94CB1"/>
    <w:rsid w:val="00BA02A8"/>
    <w:rsid w:val="00BB1848"/>
    <w:rsid w:val="00BB7958"/>
    <w:rsid w:val="00BD690B"/>
    <w:rsid w:val="00BE3EE6"/>
    <w:rsid w:val="00BF2E0C"/>
    <w:rsid w:val="00BF30C9"/>
    <w:rsid w:val="00BF54B4"/>
    <w:rsid w:val="00C03E7A"/>
    <w:rsid w:val="00C0633E"/>
    <w:rsid w:val="00C2171F"/>
    <w:rsid w:val="00C22B8D"/>
    <w:rsid w:val="00C24084"/>
    <w:rsid w:val="00C31A7F"/>
    <w:rsid w:val="00C35B70"/>
    <w:rsid w:val="00C508D7"/>
    <w:rsid w:val="00C50C77"/>
    <w:rsid w:val="00C53FAD"/>
    <w:rsid w:val="00C55D19"/>
    <w:rsid w:val="00C708BC"/>
    <w:rsid w:val="00C70AF5"/>
    <w:rsid w:val="00C71186"/>
    <w:rsid w:val="00C71B35"/>
    <w:rsid w:val="00C71BEF"/>
    <w:rsid w:val="00C73A96"/>
    <w:rsid w:val="00C770D9"/>
    <w:rsid w:val="00C7760B"/>
    <w:rsid w:val="00C81BB3"/>
    <w:rsid w:val="00C87079"/>
    <w:rsid w:val="00C9381C"/>
    <w:rsid w:val="00CB3C34"/>
    <w:rsid w:val="00CB6BF9"/>
    <w:rsid w:val="00CC217D"/>
    <w:rsid w:val="00CC7CFE"/>
    <w:rsid w:val="00CD1FAE"/>
    <w:rsid w:val="00CD2BC6"/>
    <w:rsid w:val="00CD6B3B"/>
    <w:rsid w:val="00CE05E8"/>
    <w:rsid w:val="00CE0F94"/>
    <w:rsid w:val="00CE307E"/>
    <w:rsid w:val="00CE3AAC"/>
    <w:rsid w:val="00CE6A36"/>
    <w:rsid w:val="00CE6D12"/>
    <w:rsid w:val="00CE7FFA"/>
    <w:rsid w:val="00CF0E0F"/>
    <w:rsid w:val="00CF1197"/>
    <w:rsid w:val="00CF19AC"/>
    <w:rsid w:val="00CF1F41"/>
    <w:rsid w:val="00CF56FD"/>
    <w:rsid w:val="00CF71BD"/>
    <w:rsid w:val="00D063F6"/>
    <w:rsid w:val="00D10616"/>
    <w:rsid w:val="00D12BC9"/>
    <w:rsid w:val="00D21248"/>
    <w:rsid w:val="00D2314E"/>
    <w:rsid w:val="00D42174"/>
    <w:rsid w:val="00D52268"/>
    <w:rsid w:val="00D56F9A"/>
    <w:rsid w:val="00D573AF"/>
    <w:rsid w:val="00D57ED0"/>
    <w:rsid w:val="00D6058A"/>
    <w:rsid w:val="00D668B2"/>
    <w:rsid w:val="00D77C1E"/>
    <w:rsid w:val="00D80C71"/>
    <w:rsid w:val="00D82A24"/>
    <w:rsid w:val="00D83FC5"/>
    <w:rsid w:val="00D946F8"/>
    <w:rsid w:val="00D9552D"/>
    <w:rsid w:val="00D9674B"/>
    <w:rsid w:val="00DA111F"/>
    <w:rsid w:val="00DA3801"/>
    <w:rsid w:val="00DA399A"/>
    <w:rsid w:val="00DC6626"/>
    <w:rsid w:val="00DC78E3"/>
    <w:rsid w:val="00DD5272"/>
    <w:rsid w:val="00DE2EB5"/>
    <w:rsid w:val="00DF19A4"/>
    <w:rsid w:val="00DF2634"/>
    <w:rsid w:val="00DF5081"/>
    <w:rsid w:val="00E0196F"/>
    <w:rsid w:val="00E025AF"/>
    <w:rsid w:val="00E04045"/>
    <w:rsid w:val="00E07795"/>
    <w:rsid w:val="00E14CFD"/>
    <w:rsid w:val="00E15B50"/>
    <w:rsid w:val="00E168AB"/>
    <w:rsid w:val="00E178D3"/>
    <w:rsid w:val="00E17DED"/>
    <w:rsid w:val="00E20341"/>
    <w:rsid w:val="00E20366"/>
    <w:rsid w:val="00E22918"/>
    <w:rsid w:val="00E23AA2"/>
    <w:rsid w:val="00E41A67"/>
    <w:rsid w:val="00E4519F"/>
    <w:rsid w:val="00E51D10"/>
    <w:rsid w:val="00E5495E"/>
    <w:rsid w:val="00E645B2"/>
    <w:rsid w:val="00E70CE1"/>
    <w:rsid w:val="00E73E83"/>
    <w:rsid w:val="00E75213"/>
    <w:rsid w:val="00E76712"/>
    <w:rsid w:val="00E85B70"/>
    <w:rsid w:val="00E96045"/>
    <w:rsid w:val="00E965A3"/>
    <w:rsid w:val="00EA5DE7"/>
    <w:rsid w:val="00EB5206"/>
    <w:rsid w:val="00EC6588"/>
    <w:rsid w:val="00EC6E01"/>
    <w:rsid w:val="00ED1651"/>
    <w:rsid w:val="00ED1AB8"/>
    <w:rsid w:val="00ED6939"/>
    <w:rsid w:val="00EE3057"/>
    <w:rsid w:val="00EF7107"/>
    <w:rsid w:val="00F02E2A"/>
    <w:rsid w:val="00F030BC"/>
    <w:rsid w:val="00F05B62"/>
    <w:rsid w:val="00F0633C"/>
    <w:rsid w:val="00F2305B"/>
    <w:rsid w:val="00F23D25"/>
    <w:rsid w:val="00F4245E"/>
    <w:rsid w:val="00F43434"/>
    <w:rsid w:val="00F50275"/>
    <w:rsid w:val="00F50C70"/>
    <w:rsid w:val="00F514C6"/>
    <w:rsid w:val="00F617F3"/>
    <w:rsid w:val="00F6626F"/>
    <w:rsid w:val="00F674C4"/>
    <w:rsid w:val="00F72261"/>
    <w:rsid w:val="00F73A52"/>
    <w:rsid w:val="00F86275"/>
    <w:rsid w:val="00F92720"/>
    <w:rsid w:val="00F93E47"/>
    <w:rsid w:val="00FA1518"/>
    <w:rsid w:val="00FA5117"/>
    <w:rsid w:val="00FB1E1B"/>
    <w:rsid w:val="00FB3369"/>
    <w:rsid w:val="00FB512A"/>
    <w:rsid w:val="00FD76EF"/>
    <w:rsid w:val="00FF176B"/>
    <w:rsid w:val="00FF2B27"/>
    <w:rsid w:val="00FF6788"/>
  </w:rsids>
  <m:mathPr>
    <m:mathFont m:val="Cambria Math"/>
    <m:brkBin m:val="before"/>
    <m:brkBinSub m:val="--"/>
    <m:smallFrac m:val="0"/>
    <m:dispDef/>
    <m:lMargin m:val="0"/>
    <m:rMargin m:val="0"/>
    <m:defJc m:val="centerGroup"/>
    <m:wrapIndent m:val="1440"/>
    <m:intLim m:val="subSup"/>
    <m:naryLim m:val="undOvr"/>
  </m:mathPr>
  <w:themeFontLang w:val="fi-FI"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2F500E"/>
  <w15:docId w15:val="{0343209D-D87C-C240-A5BE-E5245D2BA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i-FI"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unhideWhenUsed="1" w:qFormat="1"/>
    <w:lsdException w:name="heading 4" w:uiPriority="9" w:unhideWhenUsed="1"/>
    <w:lsdException w:name="heading 5" w:uiPriority="9" w:unhideWhenUsed="1"/>
    <w:lsdException w:name="heading 6" w:uiPriority="9" w:unhideWhenUsed="1"/>
    <w:lsdException w:name="heading 7" w:uiPriority="9" w:unhideWhenUsed="1"/>
    <w:lsdException w:name="heading 8" w:uiPriority="9" w:unhideWhenUsed="1"/>
    <w:lsdException w:name="heading 9"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61202"/>
    <w:rPr>
      <w:rFonts w:ascii="Calibri" w:hAnsi="Calibri" w:cs="Times New Roman"/>
      <w:lang w:val="en-US"/>
    </w:rPr>
  </w:style>
  <w:style w:type="paragraph" w:styleId="berschrift1">
    <w:name w:val="heading 1"/>
    <w:basedOn w:val="Standard"/>
    <w:next w:val="Textkrper"/>
    <w:link w:val="berschrift1Zchn"/>
    <w:uiPriority w:val="9"/>
    <w:qFormat/>
    <w:rsid w:val="003A3ECE"/>
    <w:pPr>
      <w:keepNext/>
      <w:keepLines/>
      <w:numPr>
        <w:numId w:val="9"/>
      </w:numPr>
      <w:outlineLvl w:val="0"/>
    </w:pPr>
    <w:rPr>
      <w:rFonts w:asciiTheme="majorHAnsi" w:eastAsiaTheme="majorEastAsia" w:hAnsiTheme="majorHAnsi" w:cstheme="majorBidi"/>
      <w:b/>
      <w:bCs/>
      <w:color w:val="4F5250" w:themeColor="accent1"/>
      <w:szCs w:val="28"/>
    </w:rPr>
  </w:style>
  <w:style w:type="paragraph" w:styleId="berschrift2">
    <w:name w:val="heading 2"/>
    <w:basedOn w:val="Standard"/>
    <w:next w:val="Textkrper"/>
    <w:link w:val="berschrift2Zchn"/>
    <w:uiPriority w:val="9"/>
    <w:qFormat/>
    <w:rsid w:val="003A3ECE"/>
    <w:pPr>
      <w:keepNext/>
      <w:keepLines/>
      <w:numPr>
        <w:ilvl w:val="1"/>
        <w:numId w:val="9"/>
      </w:numPr>
      <w:outlineLvl w:val="1"/>
    </w:pPr>
    <w:rPr>
      <w:rFonts w:asciiTheme="majorHAnsi" w:eastAsiaTheme="majorEastAsia" w:hAnsiTheme="majorHAnsi" w:cstheme="majorBidi"/>
      <w:b/>
      <w:bCs/>
      <w:color w:val="4F5250" w:themeColor="accent1"/>
      <w:szCs w:val="26"/>
    </w:rPr>
  </w:style>
  <w:style w:type="paragraph" w:styleId="berschrift3">
    <w:name w:val="heading 3"/>
    <w:basedOn w:val="Standard"/>
    <w:next w:val="Textkrper"/>
    <w:link w:val="berschrift3Zchn"/>
    <w:uiPriority w:val="9"/>
    <w:qFormat/>
    <w:rsid w:val="003A3ECE"/>
    <w:pPr>
      <w:keepNext/>
      <w:keepLines/>
      <w:numPr>
        <w:ilvl w:val="2"/>
        <w:numId w:val="9"/>
      </w:numPr>
      <w:outlineLvl w:val="2"/>
    </w:pPr>
    <w:rPr>
      <w:rFonts w:asciiTheme="majorHAnsi" w:eastAsiaTheme="majorEastAsia" w:hAnsiTheme="majorHAnsi" w:cstheme="majorBidi"/>
      <w:b/>
      <w:bCs/>
      <w:color w:val="4F5250" w:themeColor="accent1"/>
    </w:rPr>
  </w:style>
  <w:style w:type="paragraph" w:styleId="berschrift4">
    <w:name w:val="heading 4"/>
    <w:basedOn w:val="Standard"/>
    <w:next w:val="Textkrper"/>
    <w:link w:val="berschrift4Zchn"/>
    <w:uiPriority w:val="9"/>
    <w:rsid w:val="003A3ECE"/>
    <w:pPr>
      <w:keepNext/>
      <w:keepLines/>
      <w:numPr>
        <w:ilvl w:val="3"/>
        <w:numId w:val="9"/>
      </w:numPr>
      <w:outlineLvl w:val="3"/>
    </w:pPr>
    <w:rPr>
      <w:rFonts w:asciiTheme="majorHAnsi" w:eastAsiaTheme="majorEastAsia" w:hAnsiTheme="majorHAnsi" w:cstheme="majorBidi"/>
      <w:b/>
      <w:bCs/>
      <w:iCs/>
      <w:color w:val="4F5250" w:themeColor="accent1"/>
    </w:rPr>
  </w:style>
  <w:style w:type="paragraph" w:styleId="berschrift5">
    <w:name w:val="heading 5"/>
    <w:basedOn w:val="Standard"/>
    <w:next w:val="Textkrper"/>
    <w:link w:val="berschrift5Zchn"/>
    <w:uiPriority w:val="9"/>
    <w:rsid w:val="003A3ECE"/>
    <w:pPr>
      <w:keepNext/>
      <w:keepLines/>
      <w:numPr>
        <w:ilvl w:val="4"/>
        <w:numId w:val="9"/>
      </w:numPr>
      <w:outlineLvl w:val="4"/>
    </w:pPr>
    <w:rPr>
      <w:rFonts w:asciiTheme="majorHAnsi" w:eastAsiaTheme="majorEastAsia" w:hAnsiTheme="majorHAnsi" w:cstheme="majorBidi"/>
      <w:b/>
      <w:color w:val="4F5250" w:themeColor="accent1"/>
    </w:rPr>
  </w:style>
  <w:style w:type="paragraph" w:styleId="berschrift6">
    <w:name w:val="heading 6"/>
    <w:basedOn w:val="Standard"/>
    <w:next w:val="Textkrper"/>
    <w:link w:val="berschrift6Zchn"/>
    <w:uiPriority w:val="9"/>
    <w:rsid w:val="003A3ECE"/>
    <w:pPr>
      <w:keepNext/>
      <w:keepLines/>
      <w:numPr>
        <w:ilvl w:val="5"/>
        <w:numId w:val="9"/>
      </w:numPr>
      <w:outlineLvl w:val="5"/>
    </w:pPr>
    <w:rPr>
      <w:rFonts w:asciiTheme="majorHAnsi" w:eastAsiaTheme="majorEastAsia" w:hAnsiTheme="majorHAnsi" w:cstheme="majorBidi"/>
      <w:b/>
      <w:iCs/>
      <w:color w:val="4F5250" w:themeColor="accent1"/>
    </w:rPr>
  </w:style>
  <w:style w:type="paragraph" w:styleId="berschrift7">
    <w:name w:val="heading 7"/>
    <w:basedOn w:val="Standard"/>
    <w:next w:val="Textkrper"/>
    <w:link w:val="berschrift7Zchn"/>
    <w:uiPriority w:val="9"/>
    <w:rsid w:val="003A3ECE"/>
    <w:pPr>
      <w:keepNext/>
      <w:keepLines/>
      <w:numPr>
        <w:ilvl w:val="6"/>
        <w:numId w:val="9"/>
      </w:numPr>
      <w:outlineLvl w:val="6"/>
    </w:pPr>
    <w:rPr>
      <w:rFonts w:asciiTheme="majorHAnsi" w:eastAsiaTheme="majorEastAsia" w:hAnsiTheme="majorHAnsi" w:cstheme="majorBidi"/>
      <w:b/>
      <w:iCs/>
      <w:color w:val="4F5250" w:themeColor="accent1"/>
    </w:rPr>
  </w:style>
  <w:style w:type="paragraph" w:styleId="berschrift8">
    <w:name w:val="heading 8"/>
    <w:basedOn w:val="Standard"/>
    <w:next w:val="Textkrper"/>
    <w:link w:val="berschrift8Zchn"/>
    <w:uiPriority w:val="9"/>
    <w:rsid w:val="003A3ECE"/>
    <w:pPr>
      <w:keepNext/>
      <w:keepLines/>
      <w:numPr>
        <w:ilvl w:val="7"/>
        <w:numId w:val="9"/>
      </w:numPr>
      <w:outlineLvl w:val="7"/>
    </w:pPr>
    <w:rPr>
      <w:rFonts w:asciiTheme="majorHAnsi" w:eastAsiaTheme="majorEastAsia" w:hAnsiTheme="majorHAnsi" w:cstheme="majorBidi"/>
      <w:b/>
      <w:color w:val="4F5250" w:themeColor="accent1"/>
      <w:szCs w:val="20"/>
    </w:rPr>
  </w:style>
  <w:style w:type="paragraph" w:styleId="berschrift9">
    <w:name w:val="heading 9"/>
    <w:basedOn w:val="Standard"/>
    <w:next w:val="Textkrper"/>
    <w:link w:val="berschrift9Zchn"/>
    <w:uiPriority w:val="9"/>
    <w:rsid w:val="003A3ECE"/>
    <w:pPr>
      <w:keepNext/>
      <w:keepLines/>
      <w:numPr>
        <w:ilvl w:val="8"/>
        <w:numId w:val="9"/>
      </w:numPr>
      <w:outlineLvl w:val="8"/>
    </w:pPr>
    <w:rPr>
      <w:rFonts w:asciiTheme="majorHAnsi" w:eastAsiaTheme="majorEastAsia" w:hAnsiTheme="majorHAnsi" w:cstheme="majorBidi"/>
      <w:b/>
      <w:iCs/>
      <w:color w:val="4F5250" w:themeColor="accent1"/>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1C44B3"/>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C44B3"/>
    <w:rPr>
      <w:rFonts w:ascii="Tahoma" w:hAnsi="Tahoma" w:cs="Tahoma"/>
      <w:sz w:val="16"/>
      <w:szCs w:val="16"/>
    </w:rPr>
  </w:style>
  <w:style w:type="paragraph" w:styleId="Kopfzeile">
    <w:name w:val="header"/>
    <w:basedOn w:val="Standard"/>
    <w:link w:val="KopfzeileZchn"/>
    <w:uiPriority w:val="99"/>
    <w:unhideWhenUsed/>
    <w:rsid w:val="001C44B3"/>
    <w:rPr>
      <w:sz w:val="20"/>
    </w:rPr>
  </w:style>
  <w:style w:type="character" w:customStyle="1" w:styleId="KopfzeileZchn">
    <w:name w:val="Kopfzeile Zchn"/>
    <w:basedOn w:val="Absatz-Standardschriftart"/>
    <w:link w:val="Kopfzeile"/>
    <w:uiPriority w:val="99"/>
    <w:rsid w:val="001C44B3"/>
    <w:rPr>
      <w:sz w:val="20"/>
    </w:rPr>
  </w:style>
  <w:style w:type="paragraph" w:styleId="Fuzeile">
    <w:name w:val="footer"/>
    <w:basedOn w:val="Standard"/>
    <w:link w:val="FuzeileZchn"/>
    <w:unhideWhenUsed/>
    <w:rsid w:val="001E3ECA"/>
    <w:rPr>
      <w:sz w:val="14"/>
    </w:rPr>
  </w:style>
  <w:style w:type="character" w:customStyle="1" w:styleId="FuzeileZchn">
    <w:name w:val="Fußzeile Zchn"/>
    <w:basedOn w:val="Absatz-Standardschriftart"/>
    <w:link w:val="Fuzeile"/>
    <w:rsid w:val="001E3ECA"/>
    <w:rPr>
      <w:sz w:val="14"/>
    </w:rPr>
  </w:style>
  <w:style w:type="table" w:styleId="Tabellenraster">
    <w:name w:val="Table Grid"/>
    <w:basedOn w:val="NormaleTabelle"/>
    <w:uiPriority w:val="59"/>
    <w:rsid w:val="001C44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rsid w:val="00BA02A8"/>
    <w:rPr>
      <w:color w:val="auto"/>
    </w:rPr>
  </w:style>
  <w:style w:type="paragraph" w:styleId="Titel">
    <w:name w:val="Title"/>
    <w:basedOn w:val="Standard"/>
    <w:next w:val="Textkrper"/>
    <w:link w:val="TitelZchn"/>
    <w:uiPriority w:val="10"/>
    <w:qFormat/>
    <w:rsid w:val="00BA02A8"/>
    <w:pPr>
      <w:spacing w:after="240"/>
      <w:contextualSpacing/>
    </w:pPr>
    <w:rPr>
      <w:rFonts w:asciiTheme="majorHAnsi" w:eastAsiaTheme="majorEastAsia" w:hAnsiTheme="majorHAnsi" w:cstheme="majorBidi"/>
      <w:b/>
      <w:color w:val="4F5250" w:themeColor="accent1"/>
      <w:kern w:val="28"/>
      <w:sz w:val="25"/>
      <w:szCs w:val="52"/>
    </w:rPr>
  </w:style>
  <w:style w:type="character" w:customStyle="1" w:styleId="TitelZchn">
    <w:name w:val="Titel Zchn"/>
    <w:basedOn w:val="Absatz-Standardschriftart"/>
    <w:link w:val="Titel"/>
    <w:uiPriority w:val="10"/>
    <w:rsid w:val="00BA02A8"/>
    <w:rPr>
      <w:rFonts w:asciiTheme="majorHAnsi" w:eastAsiaTheme="majorEastAsia" w:hAnsiTheme="majorHAnsi" w:cstheme="majorBidi"/>
      <w:b/>
      <w:color w:val="4F5250" w:themeColor="accent1"/>
      <w:kern w:val="28"/>
      <w:sz w:val="25"/>
      <w:szCs w:val="52"/>
    </w:rPr>
  </w:style>
  <w:style w:type="character" w:customStyle="1" w:styleId="berschrift1Zchn">
    <w:name w:val="Überschrift 1 Zchn"/>
    <w:basedOn w:val="Absatz-Standardschriftart"/>
    <w:link w:val="berschrift1"/>
    <w:uiPriority w:val="9"/>
    <w:rsid w:val="003A3ECE"/>
    <w:rPr>
      <w:rFonts w:asciiTheme="majorHAnsi" w:eastAsiaTheme="majorEastAsia" w:hAnsiTheme="majorHAnsi" w:cstheme="majorBidi"/>
      <w:b/>
      <w:bCs/>
      <w:color w:val="4F5250" w:themeColor="accent1"/>
      <w:szCs w:val="28"/>
    </w:rPr>
  </w:style>
  <w:style w:type="paragraph" w:styleId="Textkrper">
    <w:name w:val="Body Text"/>
    <w:basedOn w:val="Standard"/>
    <w:link w:val="TextkrperZchn"/>
    <w:uiPriority w:val="1"/>
    <w:qFormat/>
    <w:rsid w:val="00BA02A8"/>
    <w:pPr>
      <w:spacing w:after="240"/>
      <w:ind w:left="1304"/>
    </w:pPr>
  </w:style>
  <w:style w:type="character" w:customStyle="1" w:styleId="TextkrperZchn">
    <w:name w:val="Textkörper Zchn"/>
    <w:basedOn w:val="Absatz-Standardschriftart"/>
    <w:link w:val="Textkrper"/>
    <w:uiPriority w:val="1"/>
    <w:rsid w:val="00BA02A8"/>
  </w:style>
  <w:style w:type="paragraph" w:styleId="Inhaltsverzeichnisberschrift">
    <w:name w:val="TOC Heading"/>
    <w:next w:val="Standard"/>
    <w:uiPriority w:val="39"/>
    <w:rsid w:val="00BA02A8"/>
    <w:pPr>
      <w:spacing w:after="300"/>
    </w:pPr>
    <w:rPr>
      <w:rFonts w:asciiTheme="majorHAnsi" w:eastAsiaTheme="majorEastAsia" w:hAnsiTheme="majorHAnsi" w:cstheme="majorBidi"/>
      <w:b/>
      <w:bCs/>
      <w:color w:val="4F5250" w:themeColor="accent1"/>
      <w:sz w:val="25"/>
      <w:szCs w:val="28"/>
    </w:rPr>
  </w:style>
  <w:style w:type="paragraph" w:styleId="KeinLeerraum">
    <w:name w:val="No Spacing"/>
    <w:uiPriority w:val="1"/>
    <w:qFormat/>
    <w:rsid w:val="00BA02A8"/>
    <w:pPr>
      <w:ind w:left="1304"/>
    </w:pPr>
  </w:style>
  <w:style w:type="paragraph" w:styleId="Untertitel">
    <w:name w:val="Subtitle"/>
    <w:basedOn w:val="Standard"/>
    <w:next w:val="Textkrper"/>
    <w:link w:val="UntertitelZchn"/>
    <w:uiPriority w:val="11"/>
    <w:qFormat/>
    <w:rsid w:val="005A37F6"/>
    <w:pPr>
      <w:numPr>
        <w:ilvl w:val="1"/>
      </w:numPr>
      <w:ind w:left="284"/>
    </w:pPr>
    <w:rPr>
      <w:rFonts w:asciiTheme="majorHAnsi" w:eastAsiaTheme="majorEastAsia" w:hAnsiTheme="majorHAnsi" w:cstheme="majorBidi"/>
      <w:b/>
      <w:iCs/>
      <w:color w:val="4F5250" w:themeColor="accent1"/>
      <w:szCs w:val="24"/>
    </w:rPr>
  </w:style>
  <w:style w:type="character" w:customStyle="1" w:styleId="UntertitelZchn">
    <w:name w:val="Untertitel Zchn"/>
    <w:basedOn w:val="Absatz-Standardschriftart"/>
    <w:link w:val="Untertitel"/>
    <w:uiPriority w:val="11"/>
    <w:rsid w:val="005A37F6"/>
    <w:rPr>
      <w:rFonts w:asciiTheme="majorHAnsi" w:eastAsiaTheme="majorEastAsia" w:hAnsiTheme="majorHAnsi" w:cstheme="majorBidi"/>
      <w:b/>
      <w:iCs/>
      <w:color w:val="4F5250" w:themeColor="accent1"/>
      <w:szCs w:val="24"/>
    </w:rPr>
  </w:style>
  <w:style w:type="character" w:customStyle="1" w:styleId="berschrift2Zchn">
    <w:name w:val="Überschrift 2 Zchn"/>
    <w:basedOn w:val="Absatz-Standardschriftart"/>
    <w:link w:val="berschrift2"/>
    <w:uiPriority w:val="9"/>
    <w:rsid w:val="003A3ECE"/>
    <w:rPr>
      <w:rFonts w:asciiTheme="majorHAnsi" w:eastAsiaTheme="majorEastAsia" w:hAnsiTheme="majorHAnsi" w:cstheme="majorBidi"/>
      <w:b/>
      <w:bCs/>
      <w:color w:val="4F5250" w:themeColor="accent1"/>
      <w:szCs w:val="26"/>
    </w:rPr>
  </w:style>
  <w:style w:type="character" w:customStyle="1" w:styleId="berschrift3Zchn">
    <w:name w:val="Überschrift 3 Zchn"/>
    <w:basedOn w:val="Absatz-Standardschriftart"/>
    <w:link w:val="berschrift3"/>
    <w:uiPriority w:val="9"/>
    <w:rsid w:val="003A3ECE"/>
    <w:rPr>
      <w:rFonts w:asciiTheme="majorHAnsi" w:eastAsiaTheme="majorEastAsia" w:hAnsiTheme="majorHAnsi" w:cstheme="majorBidi"/>
      <w:b/>
      <w:bCs/>
      <w:color w:val="4F5250" w:themeColor="accent1"/>
    </w:rPr>
  </w:style>
  <w:style w:type="character" w:customStyle="1" w:styleId="berschrift4Zchn">
    <w:name w:val="Überschrift 4 Zchn"/>
    <w:basedOn w:val="Absatz-Standardschriftart"/>
    <w:link w:val="berschrift4"/>
    <w:uiPriority w:val="9"/>
    <w:rsid w:val="003A3ECE"/>
    <w:rPr>
      <w:rFonts w:asciiTheme="majorHAnsi" w:eastAsiaTheme="majorEastAsia" w:hAnsiTheme="majorHAnsi" w:cstheme="majorBidi"/>
      <w:b/>
      <w:bCs/>
      <w:iCs/>
      <w:color w:val="4F5250" w:themeColor="accent1"/>
    </w:rPr>
  </w:style>
  <w:style w:type="character" w:customStyle="1" w:styleId="berschrift5Zchn">
    <w:name w:val="Überschrift 5 Zchn"/>
    <w:basedOn w:val="Absatz-Standardschriftart"/>
    <w:link w:val="berschrift5"/>
    <w:uiPriority w:val="9"/>
    <w:rsid w:val="003A3ECE"/>
    <w:rPr>
      <w:rFonts w:asciiTheme="majorHAnsi" w:eastAsiaTheme="majorEastAsia" w:hAnsiTheme="majorHAnsi" w:cstheme="majorBidi"/>
      <w:b/>
      <w:color w:val="4F5250" w:themeColor="accent1"/>
    </w:rPr>
  </w:style>
  <w:style w:type="character" w:customStyle="1" w:styleId="berschrift6Zchn">
    <w:name w:val="Überschrift 6 Zchn"/>
    <w:basedOn w:val="Absatz-Standardschriftart"/>
    <w:link w:val="berschrift6"/>
    <w:uiPriority w:val="9"/>
    <w:rsid w:val="003A3ECE"/>
    <w:rPr>
      <w:rFonts w:asciiTheme="majorHAnsi" w:eastAsiaTheme="majorEastAsia" w:hAnsiTheme="majorHAnsi" w:cstheme="majorBidi"/>
      <w:b/>
      <w:iCs/>
      <w:color w:val="4F5250" w:themeColor="accent1"/>
    </w:rPr>
  </w:style>
  <w:style w:type="character" w:customStyle="1" w:styleId="berschrift7Zchn">
    <w:name w:val="Überschrift 7 Zchn"/>
    <w:basedOn w:val="Absatz-Standardschriftart"/>
    <w:link w:val="berschrift7"/>
    <w:uiPriority w:val="9"/>
    <w:rsid w:val="003A3ECE"/>
    <w:rPr>
      <w:rFonts w:asciiTheme="majorHAnsi" w:eastAsiaTheme="majorEastAsia" w:hAnsiTheme="majorHAnsi" w:cstheme="majorBidi"/>
      <w:b/>
      <w:iCs/>
      <w:color w:val="4F5250" w:themeColor="accent1"/>
    </w:rPr>
  </w:style>
  <w:style w:type="character" w:customStyle="1" w:styleId="berschrift8Zchn">
    <w:name w:val="Überschrift 8 Zchn"/>
    <w:basedOn w:val="Absatz-Standardschriftart"/>
    <w:link w:val="berschrift8"/>
    <w:uiPriority w:val="9"/>
    <w:rsid w:val="003A3ECE"/>
    <w:rPr>
      <w:rFonts w:asciiTheme="majorHAnsi" w:eastAsiaTheme="majorEastAsia" w:hAnsiTheme="majorHAnsi" w:cstheme="majorBidi"/>
      <w:b/>
      <w:color w:val="4F5250" w:themeColor="accent1"/>
      <w:szCs w:val="20"/>
    </w:rPr>
  </w:style>
  <w:style w:type="character" w:customStyle="1" w:styleId="berschrift9Zchn">
    <w:name w:val="Überschrift 9 Zchn"/>
    <w:basedOn w:val="Absatz-Standardschriftart"/>
    <w:link w:val="berschrift9"/>
    <w:uiPriority w:val="9"/>
    <w:rsid w:val="003A3ECE"/>
    <w:rPr>
      <w:rFonts w:asciiTheme="majorHAnsi" w:eastAsiaTheme="majorEastAsia" w:hAnsiTheme="majorHAnsi" w:cstheme="majorBidi"/>
      <w:b/>
      <w:iCs/>
      <w:color w:val="4F5250" w:themeColor="accent1"/>
      <w:szCs w:val="20"/>
    </w:rPr>
  </w:style>
  <w:style w:type="numbering" w:customStyle="1" w:styleId="Bulletlist">
    <w:name w:val="Bullet list"/>
    <w:uiPriority w:val="99"/>
    <w:rsid w:val="005A37F6"/>
    <w:pPr>
      <w:numPr>
        <w:numId w:val="3"/>
      </w:numPr>
    </w:pPr>
  </w:style>
  <w:style w:type="paragraph" w:styleId="Listennummer">
    <w:name w:val="List Number"/>
    <w:basedOn w:val="Standard"/>
    <w:uiPriority w:val="99"/>
    <w:qFormat/>
    <w:rsid w:val="005A37F6"/>
    <w:pPr>
      <w:numPr>
        <w:numId w:val="6"/>
      </w:numPr>
      <w:contextualSpacing/>
    </w:pPr>
  </w:style>
  <w:style w:type="paragraph" w:styleId="Aufzhlungszeichen">
    <w:name w:val="List Bullet"/>
    <w:basedOn w:val="Standard"/>
    <w:uiPriority w:val="99"/>
    <w:qFormat/>
    <w:rsid w:val="005A37F6"/>
    <w:pPr>
      <w:numPr>
        <w:numId w:val="4"/>
      </w:numPr>
      <w:contextualSpacing/>
    </w:pPr>
  </w:style>
  <w:style w:type="numbering" w:customStyle="1" w:styleId="Numberlist">
    <w:name w:val="Number list"/>
    <w:uiPriority w:val="99"/>
    <w:rsid w:val="005A37F6"/>
    <w:pPr>
      <w:numPr>
        <w:numId w:val="5"/>
      </w:numPr>
    </w:pPr>
  </w:style>
  <w:style w:type="paragraph" w:styleId="Listenabsatz">
    <w:name w:val="List Paragraph"/>
    <w:basedOn w:val="Standard"/>
    <w:uiPriority w:val="34"/>
    <w:semiHidden/>
    <w:qFormat/>
    <w:rsid w:val="005A37F6"/>
    <w:pPr>
      <w:ind w:left="720"/>
      <w:contextualSpacing/>
    </w:pPr>
  </w:style>
  <w:style w:type="numbering" w:customStyle="1" w:styleId="Headingnumbers">
    <w:name w:val="Heading numbers"/>
    <w:uiPriority w:val="99"/>
    <w:rsid w:val="003A3ECE"/>
    <w:pPr>
      <w:numPr>
        <w:numId w:val="8"/>
      </w:numPr>
    </w:pPr>
  </w:style>
  <w:style w:type="table" w:customStyle="1" w:styleId="Noborders">
    <w:name w:val="No borders"/>
    <w:basedOn w:val="NormaleTabelle"/>
    <w:uiPriority w:val="99"/>
    <w:rsid w:val="001E3ECA"/>
    <w:tblPr/>
  </w:style>
  <w:style w:type="character" w:customStyle="1" w:styleId="hyperlinkchar">
    <w:name w:val="hyperlink__char"/>
    <w:basedOn w:val="Absatz-Standardschriftart"/>
    <w:rsid w:val="00061202"/>
  </w:style>
  <w:style w:type="character" w:styleId="Fett">
    <w:name w:val="Strong"/>
    <w:basedOn w:val="Absatz-Standardschriftart"/>
    <w:uiPriority w:val="22"/>
    <w:qFormat/>
    <w:rsid w:val="00061202"/>
    <w:rPr>
      <w:b/>
      <w:bCs/>
    </w:rPr>
  </w:style>
  <w:style w:type="character" w:styleId="Hyperlink">
    <w:name w:val="Hyperlink"/>
    <w:basedOn w:val="Absatz-Standardschriftart"/>
    <w:uiPriority w:val="99"/>
    <w:unhideWhenUsed/>
    <w:rsid w:val="00606A95"/>
    <w:rPr>
      <w:color w:val="005AE6" w:themeColor="hyperlink"/>
      <w:u w:val="single"/>
    </w:rPr>
  </w:style>
  <w:style w:type="character" w:styleId="Kommentarzeichen">
    <w:name w:val="annotation reference"/>
    <w:basedOn w:val="Absatz-Standardschriftart"/>
    <w:uiPriority w:val="99"/>
    <w:semiHidden/>
    <w:unhideWhenUsed/>
    <w:rsid w:val="001C0EC8"/>
    <w:rPr>
      <w:sz w:val="16"/>
      <w:szCs w:val="16"/>
    </w:rPr>
  </w:style>
  <w:style w:type="paragraph" w:styleId="Kommentartext">
    <w:name w:val="annotation text"/>
    <w:basedOn w:val="Standard"/>
    <w:link w:val="KommentartextZchn"/>
    <w:uiPriority w:val="99"/>
    <w:semiHidden/>
    <w:unhideWhenUsed/>
    <w:rsid w:val="001C0EC8"/>
    <w:rPr>
      <w:sz w:val="20"/>
      <w:szCs w:val="20"/>
    </w:rPr>
  </w:style>
  <w:style w:type="character" w:customStyle="1" w:styleId="KommentartextZchn">
    <w:name w:val="Kommentartext Zchn"/>
    <w:basedOn w:val="Absatz-Standardschriftart"/>
    <w:link w:val="Kommentartext"/>
    <w:uiPriority w:val="99"/>
    <w:semiHidden/>
    <w:rsid w:val="001C0EC8"/>
    <w:rPr>
      <w:rFonts w:ascii="Calibri" w:hAnsi="Calibri" w:cs="Times New Roman"/>
      <w:sz w:val="20"/>
      <w:szCs w:val="20"/>
      <w:lang w:val="en-US"/>
    </w:rPr>
  </w:style>
  <w:style w:type="paragraph" w:styleId="Kommentarthema">
    <w:name w:val="annotation subject"/>
    <w:basedOn w:val="Kommentartext"/>
    <w:next w:val="Kommentartext"/>
    <w:link w:val="KommentarthemaZchn"/>
    <w:uiPriority w:val="99"/>
    <w:semiHidden/>
    <w:unhideWhenUsed/>
    <w:rsid w:val="001C0EC8"/>
    <w:rPr>
      <w:b/>
      <w:bCs/>
    </w:rPr>
  </w:style>
  <w:style w:type="character" w:customStyle="1" w:styleId="KommentarthemaZchn">
    <w:name w:val="Kommentarthema Zchn"/>
    <w:basedOn w:val="KommentartextZchn"/>
    <w:link w:val="Kommentarthema"/>
    <w:uiPriority w:val="99"/>
    <w:semiHidden/>
    <w:rsid w:val="001C0EC8"/>
    <w:rPr>
      <w:rFonts w:ascii="Calibri" w:hAnsi="Calibri" w:cs="Times New Roman"/>
      <w:b/>
      <w:bCs/>
      <w:sz w:val="20"/>
      <w:szCs w:val="20"/>
      <w:lang w:val="en-US"/>
    </w:rPr>
  </w:style>
  <w:style w:type="paragraph" w:customStyle="1" w:styleId="AbsatzohneAbstandnach">
    <w:name w:val="Absatz ohne Abstand nach"/>
    <w:basedOn w:val="Standard"/>
    <w:rsid w:val="003D2D5E"/>
    <w:pPr>
      <w:spacing w:line="255" w:lineRule="atLeast"/>
    </w:pPr>
    <w:rPr>
      <w:rFonts w:ascii="Frutiger 45 Light" w:eastAsia="Times New Roman" w:hAnsi="Frutiger 45 Light"/>
      <w:szCs w:val="20"/>
      <w:lang w:val="de-DE" w:eastAsia="de-DE"/>
    </w:rPr>
  </w:style>
  <w:style w:type="character" w:styleId="NichtaufgelsteErwhnung">
    <w:name w:val="Unresolved Mention"/>
    <w:basedOn w:val="Absatz-Standardschriftart"/>
    <w:uiPriority w:val="99"/>
    <w:semiHidden/>
    <w:unhideWhenUsed/>
    <w:rsid w:val="00F93E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6924222">
      <w:bodyDiv w:val="1"/>
      <w:marLeft w:val="0"/>
      <w:marRight w:val="0"/>
      <w:marTop w:val="0"/>
      <w:marBottom w:val="0"/>
      <w:divBdr>
        <w:top w:val="none" w:sz="0" w:space="0" w:color="auto"/>
        <w:left w:val="none" w:sz="0" w:space="0" w:color="auto"/>
        <w:bottom w:val="none" w:sz="0" w:space="0" w:color="auto"/>
        <w:right w:val="none" w:sz="0" w:space="0" w:color="auto"/>
      </w:divBdr>
    </w:div>
    <w:div w:id="802306895">
      <w:bodyDiv w:val="1"/>
      <w:marLeft w:val="0"/>
      <w:marRight w:val="0"/>
      <w:marTop w:val="0"/>
      <w:marBottom w:val="0"/>
      <w:divBdr>
        <w:top w:val="none" w:sz="0" w:space="0" w:color="auto"/>
        <w:left w:val="none" w:sz="0" w:space="0" w:color="auto"/>
        <w:bottom w:val="none" w:sz="0" w:space="0" w:color="auto"/>
        <w:right w:val="none" w:sz="0" w:space="0" w:color="auto"/>
      </w:divBdr>
    </w:div>
    <w:div w:id="1844587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mmerstein_rolf\AppData\Roaming\Microsoft\Templates\Fastems\Administration%20Documen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21FB5E48560487F9EF537C9B71C9054"/>
        <w:category>
          <w:name w:val="General"/>
          <w:gallery w:val="placeholder"/>
        </w:category>
        <w:types>
          <w:type w:val="bbPlcHdr"/>
        </w:types>
        <w:behaviors>
          <w:behavior w:val="content"/>
        </w:behaviors>
        <w:guid w:val="{9517936D-FD98-4FC8-9D19-2595A1841CF6}"/>
      </w:docPartPr>
      <w:docPartBody>
        <w:p w:rsidR="0025080B" w:rsidRDefault="005944B2" w:rsidP="005944B2">
          <w:pPr>
            <w:pStyle w:val="821FB5E48560487F9EF537C9B71C9054"/>
          </w:pPr>
          <w:r w:rsidRPr="00F3197C">
            <w:rPr>
              <w:rStyle w:val="Platzhaltertext"/>
            </w:rPr>
            <w:t>[Date]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Frutiger 45 Light">
    <w:altName w:val="Microsoft JhengHei Light"/>
    <w:panose1 w:val="020B0604020202020204"/>
    <w:charset w:val="00"/>
    <w:family w:val="swiss"/>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944B2"/>
    <w:rsid w:val="0002742D"/>
    <w:rsid w:val="00043071"/>
    <w:rsid w:val="00045272"/>
    <w:rsid w:val="000520D3"/>
    <w:rsid w:val="00084651"/>
    <w:rsid w:val="00087EF5"/>
    <w:rsid w:val="00090384"/>
    <w:rsid w:val="000A2ABB"/>
    <w:rsid w:val="000A6DC3"/>
    <w:rsid w:val="000D083B"/>
    <w:rsid w:val="000D1BDF"/>
    <w:rsid w:val="000D77F1"/>
    <w:rsid w:val="001207B4"/>
    <w:rsid w:val="001463E5"/>
    <w:rsid w:val="001D32B8"/>
    <w:rsid w:val="001D5E23"/>
    <w:rsid w:val="001D7F73"/>
    <w:rsid w:val="00222D70"/>
    <w:rsid w:val="0025080B"/>
    <w:rsid w:val="00263EBA"/>
    <w:rsid w:val="00294F0F"/>
    <w:rsid w:val="002B60D3"/>
    <w:rsid w:val="00327660"/>
    <w:rsid w:val="003558E6"/>
    <w:rsid w:val="003734D1"/>
    <w:rsid w:val="003A2341"/>
    <w:rsid w:val="003D4885"/>
    <w:rsid w:val="003F1266"/>
    <w:rsid w:val="00477D0A"/>
    <w:rsid w:val="004805C0"/>
    <w:rsid w:val="004A794B"/>
    <w:rsid w:val="004C2587"/>
    <w:rsid w:val="0051326F"/>
    <w:rsid w:val="00533DD7"/>
    <w:rsid w:val="00563015"/>
    <w:rsid w:val="005902CD"/>
    <w:rsid w:val="005944B2"/>
    <w:rsid w:val="005A3D17"/>
    <w:rsid w:val="005B6300"/>
    <w:rsid w:val="005B6D0B"/>
    <w:rsid w:val="005C23CE"/>
    <w:rsid w:val="00650FAA"/>
    <w:rsid w:val="00651C4F"/>
    <w:rsid w:val="00656731"/>
    <w:rsid w:val="00677A52"/>
    <w:rsid w:val="00692B99"/>
    <w:rsid w:val="006E0979"/>
    <w:rsid w:val="006F4CFF"/>
    <w:rsid w:val="007322DA"/>
    <w:rsid w:val="00783DA3"/>
    <w:rsid w:val="007E2980"/>
    <w:rsid w:val="007F76FB"/>
    <w:rsid w:val="008273D7"/>
    <w:rsid w:val="00883F98"/>
    <w:rsid w:val="00895A6C"/>
    <w:rsid w:val="008A274B"/>
    <w:rsid w:val="008C7785"/>
    <w:rsid w:val="00907ECB"/>
    <w:rsid w:val="00930109"/>
    <w:rsid w:val="00937D0C"/>
    <w:rsid w:val="0096234D"/>
    <w:rsid w:val="00971A5A"/>
    <w:rsid w:val="00972BD4"/>
    <w:rsid w:val="009D005D"/>
    <w:rsid w:val="009E287A"/>
    <w:rsid w:val="00A071DE"/>
    <w:rsid w:val="00A6401A"/>
    <w:rsid w:val="00A66420"/>
    <w:rsid w:val="00A84020"/>
    <w:rsid w:val="00A9052F"/>
    <w:rsid w:val="00AD68EB"/>
    <w:rsid w:val="00AE5AA2"/>
    <w:rsid w:val="00AE6E6B"/>
    <w:rsid w:val="00AF36BF"/>
    <w:rsid w:val="00B10058"/>
    <w:rsid w:val="00B20C61"/>
    <w:rsid w:val="00B2628E"/>
    <w:rsid w:val="00B4644B"/>
    <w:rsid w:val="00B65E0E"/>
    <w:rsid w:val="00B9451A"/>
    <w:rsid w:val="00B95DE4"/>
    <w:rsid w:val="00BA0699"/>
    <w:rsid w:val="00BB7882"/>
    <w:rsid w:val="00BD6808"/>
    <w:rsid w:val="00BF5BA0"/>
    <w:rsid w:val="00C20DBB"/>
    <w:rsid w:val="00C225AA"/>
    <w:rsid w:val="00C365C7"/>
    <w:rsid w:val="00C3733E"/>
    <w:rsid w:val="00C5486F"/>
    <w:rsid w:val="00C863B9"/>
    <w:rsid w:val="00CB402E"/>
    <w:rsid w:val="00CC3B92"/>
    <w:rsid w:val="00CE53DF"/>
    <w:rsid w:val="00D0717E"/>
    <w:rsid w:val="00D36392"/>
    <w:rsid w:val="00D851B6"/>
    <w:rsid w:val="00DB14BD"/>
    <w:rsid w:val="00DC4694"/>
    <w:rsid w:val="00DC70EF"/>
    <w:rsid w:val="00E071A4"/>
    <w:rsid w:val="00E17311"/>
    <w:rsid w:val="00EB16A0"/>
    <w:rsid w:val="00EB2E95"/>
    <w:rsid w:val="00EB5E69"/>
    <w:rsid w:val="00ED2BE9"/>
    <w:rsid w:val="00EF2A6C"/>
    <w:rsid w:val="00F34CAC"/>
    <w:rsid w:val="00F43EFC"/>
    <w:rsid w:val="00F54CD0"/>
    <w:rsid w:val="00F654EC"/>
    <w:rsid w:val="00F91B34"/>
    <w:rsid w:val="00F957CC"/>
    <w:rsid w:val="00FA67DA"/>
    <w:rsid w:val="00FB0995"/>
    <w:rsid w:val="00FB4F59"/>
    <w:rsid w:val="00FE2A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rsid w:val="005944B2"/>
    <w:rPr>
      <w:color w:val="auto"/>
    </w:rPr>
  </w:style>
  <w:style w:type="paragraph" w:customStyle="1" w:styleId="821FB5E48560487F9EF537C9B71C9054">
    <w:name w:val="821FB5E48560487F9EF537C9B71C9054"/>
    <w:rsid w:val="005944B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Fastems">
  <a:themeElements>
    <a:clrScheme name="Fastems">
      <a:dk1>
        <a:sysClr val="windowText" lastClr="000000"/>
      </a:dk1>
      <a:lt1>
        <a:sysClr val="window" lastClr="FFFFFF"/>
      </a:lt1>
      <a:dk2>
        <a:srgbClr val="4F5250"/>
      </a:dk2>
      <a:lt2>
        <a:srgbClr val="EAEBEC"/>
      </a:lt2>
      <a:accent1>
        <a:srgbClr val="4F5250"/>
      </a:accent1>
      <a:accent2>
        <a:srgbClr val="95C11F"/>
      </a:accent2>
      <a:accent3>
        <a:srgbClr val="13601C"/>
      </a:accent3>
      <a:accent4>
        <a:srgbClr val="FF2D21"/>
      </a:accent4>
      <a:accent5>
        <a:srgbClr val="0A3264"/>
      </a:accent5>
      <a:accent6>
        <a:srgbClr val="EDEA0C"/>
      </a:accent6>
      <a:hlink>
        <a:srgbClr val="005AE6"/>
      </a:hlink>
      <a:folHlink>
        <a:srgbClr val="3C32A0"/>
      </a:folHlink>
    </a:clrScheme>
    <a:fontScheme name="Fastems">
      <a:majorFont>
        <a:latin typeface="Calibri"/>
        <a:ea typeface=""/>
        <a:cs typeface=""/>
      </a:majorFont>
      <a:minorFont>
        <a:latin typeface="Calibri Light"/>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61A0"/>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0061A0"/>
          </a:solidFill>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2023-01-25T00:00:00</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Asiakirja" ma:contentTypeID="0x010100B920590751E2364AAA436A92C15B8549" ma:contentTypeVersion="12" ma:contentTypeDescription="Luo uusi asiakirja." ma:contentTypeScope="" ma:versionID="866c7132ee9a73a03d0087df51afcbfa">
  <xsd:schema xmlns:xsd="http://www.w3.org/2001/XMLSchema" xmlns:xs="http://www.w3.org/2001/XMLSchema" xmlns:p="http://schemas.microsoft.com/office/2006/metadata/properties" xmlns:ns3="a4ac2eab-6993-4fda-9d27-3bf87450802e" xmlns:ns4="fd189396-c0e6-4045-8d39-4d8d282dfd7f" targetNamespace="http://schemas.microsoft.com/office/2006/metadata/properties" ma:root="true" ma:fieldsID="13fc56e8aeec9ff21cee8020c404d5a1" ns3:_="" ns4:_="">
    <xsd:import namespace="a4ac2eab-6993-4fda-9d27-3bf87450802e"/>
    <xsd:import namespace="fd189396-c0e6-4045-8d39-4d8d282dfd7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OCR"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ac2eab-6993-4fda-9d27-3bf87450802e" elementFormDefault="qualified">
    <xsd:import namespace="http://schemas.microsoft.com/office/2006/documentManagement/types"/>
    <xsd:import namespace="http://schemas.microsoft.com/office/infopath/2007/PartnerControls"/>
    <xsd:element name="SharedWithUsers" ma:index="8" nillable="true" ma:displayName="Jaett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Jakamisen tiedot" ma:internalName="SharedWithDetails" ma:readOnly="true">
      <xsd:simpleType>
        <xsd:restriction base="dms:Note">
          <xsd:maxLength value="255"/>
        </xsd:restriction>
      </xsd:simpleType>
    </xsd:element>
    <xsd:element name="SharingHintHash" ma:index="10" nillable="true" ma:displayName="Jakamisvihjeen hajautus"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d189396-c0e6-4045-8d39-4d8d282dfd7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476300D-93C7-49D0-A8A9-A22612BED56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A98CAB0-3468-473E-AF4F-3FF8106F819C}">
  <ds:schemaRefs>
    <ds:schemaRef ds:uri="http://schemas.openxmlformats.org/officeDocument/2006/bibliography"/>
  </ds:schemaRefs>
</ds:datastoreItem>
</file>

<file path=customXml/itemProps4.xml><?xml version="1.0" encoding="utf-8"?>
<ds:datastoreItem xmlns:ds="http://schemas.openxmlformats.org/officeDocument/2006/customXml" ds:itemID="{A0CB2FB2-D649-4140-8EAB-23E71C5345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ac2eab-6993-4fda-9d27-3bf87450802e"/>
    <ds:schemaRef ds:uri="fd189396-c0e6-4045-8d39-4d8d282dfd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676D7E7-59D2-47E3-8AB2-3323EAAF16C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C:\Users\hammerstein_rolf\AppData\Roaming\Microsoft\Templates\Fastems\Administration Document.dotx</Template>
  <TotalTime>0</TotalTime>
  <Pages>3</Pages>
  <Words>846</Words>
  <Characters>5333</Characters>
  <Application>Microsoft Office Word</Application>
  <DocSecurity>0</DocSecurity>
  <Lines>44</Lines>
  <Paragraphs>12</Paragraphs>
  <ScaleCrop>false</ScaleCrop>
  <HeadingPairs>
    <vt:vector size="6" baseType="variant">
      <vt:variant>
        <vt:lpstr>Titel</vt:lpstr>
      </vt:variant>
      <vt:variant>
        <vt:i4>1</vt:i4>
      </vt:variant>
      <vt:variant>
        <vt:lpstr>Title</vt:lpstr>
      </vt:variant>
      <vt:variant>
        <vt:i4>1</vt:i4>
      </vt:variant>
      <vt:variant>
        <vt:lpstr>Rubrik</vt:lpstr>
      </vt:variant>
      <vt:variant>
        <vt:i4>1</vt:i4>
      </vt:variant>
    </vt:vector>
  </HeadingPairs>
  <TitlesOfParts>
    <vt:vector size="3" baseType="lpstr">
      <vt:lpstr/>
      <vt:lpstr/>
      <vt:lpstr/>
    </vt:vector>
  </TitlesOfParts>
  <Company>Fastems</Company>
  <LinksUpToDate>false</LinksUpToDate>
  <CharactersWithSpaces>6167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Teuwsen Maike</dc:creator>
  <cp:lastModifiedBy>Martinus Menne</cp:lastModifiedBy>
  <cp:revision>5</cp:revision>
  <cp:lastPrinted>2020-11-06T09:56:00Z</cp:lastPrinted>
  <dcterms:created xsi:type="dcterms:W3CDTF">2023-01-24T08:48:00Z</dcterms:created>
  <dcterms:modified xsi:type="dcterms:W3CDTF">2023-01-24T09:03:00Z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0x010100B920590751E2364AAA436A92C15B8549</vt:lpwstr>
  </property>
</Properties>
</file>