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23A56C7A" w14:textId="5C0F964D" w:rsidR="000F0410" w:rsidRDefault="000F0410" w:rsidP="000F0410">
      <w:pPr>
        <w:rPr>
          <w:rFonts w:asciiTheme="majorHAnsi" w:hAnsiTheme="majorHAnsi" w:cstheme="majorHAnsi"/>
          <w:b/>
          <w:bCs/>
          <w:lang w:val="de-DE"/>
        </w:rPr>
      </w:pPr>
      <w:r>
        <w:rPr>
          <w:rFonts w:asciiTheme="majorHAnsi" w:hAnsiTheme="majorHAnsi" w:cstheme="majorHAnsi"/>
          <w:b/>
          <w:bCs/>
          <w:lang w:val="de-DE"/>
        </w:rPr>
        <w:t>Innovative Automatisierung und intelligente Digitalisierung</w:t>
      </w:r>
    </w:p>
    <w:p w14:paraId="4752A79C" w14:textId="77777777" w:rsidR="000F0410" w:rsidRPr="009B0ADD" w:rsidRDefault="000F0410" w:rsidP="000F0410">
      <w:pPr>
        <w:rPr>
          <w:rFonts w:asciiTheme="majorHAnsi" w:hAnsiTheme="majorHAnsi" w:cstheme="majorHAnsi"/>
          <w:b/>
          <w:bCs/>
          <w:lang w:val="de-DE"/>
        </w:rPr>
      </w:pPr>
      <w:r w:rsidRPr="009B0ADD">
        <w:rPr>
          <w:rFonts w:asciiTheme="majorHAnsi" w:hAnsiTheme="majorHAnsi" w:cstheme="majorHAnsi"/>
          <w:b/>
          <w:bCs/>
          <w:lang w:val="de-DE"/>
        </w:rPr>
        <w:t>EMO: High-Mix</w:t>
      </w:r>
      <w:r>
        <w:rPr>
          <w:rFonts w:asciiTheme="majorHAnsi" w:hAnsiTheme="majorHAnsi" w:cstheme="majorHAnsi"/>
          <w:b/>
          <w:bCs/>
          <w:lang w:val="de-DE"/>
        </w:rPr>
        <w:t>-</w:t>
      </w:r>
      <w:r w:rsidRPr="009B0ADD">
        <w:rPr>
          <w:rFonts w:asciiTheme="majorHAnsi" w:hAnsiTheme="majorHAnsi" w:cstheme="majorHAnsi"/>
          <w:b/>
          <w:bCs/>
          <w:lang w:val="de-DE"/>
        </w:rPr>
        <w:t>CNC-Produktion mi</w:t>
      </w:r>
      <w:r>
        <w:rPr>
          <w:rFonts w:asciiTheme="majorHAnsi" w:hAnsiTheme="majorHAnsi" w:cstheme="majorHAnsi"/>
          <w:b/>
          <w:bCs/>
          <w:lang w:val="de-DE"/>
        </w:rPr>
        <w:t xml:space="preserve">t </w:t>
      </w:r>
      <w:proofErr w:type="spellStart"/>
      <w:r>
        <w:rPr>
          <w:rFonts w:asciiTheme="majorHAnsi" w:hAnsiTheme="majorHAnsi" w:cstheme="majorHAnsi"/>
          <w:b/>
          <w:bCs/>
          <w:lang w:val="de-DE"/>
        </w:rPr>
        <w:t>Fastems</w:t>
      </w:r>
      <w:proofErr w:type="spellEnd"/>
      <w:r>
        <w:rPr>
          <w:rFonts w:asciiTheme="majorHAnsi" w:hAnsiTheme="majorHAnsi" w:cstheme="majorHAnsi"/>
          <w:b/>
          <w:bCs/>
          <w:lang w:val="de-DE"/>
        </w:rPr>
        <w:t xml:space="preserve"> perfektionieren</w:t>
      </w:r>
    </w:p>
    <w:p w14:paraId="65C74453" w14:textId="77777777" w:rsidR="00D93AA4" w:rsidRPr="00D93AA4" w:rsidRDefault="00D93AA4" w:rsidP="00D93AA4">
      <w:pPr>
        <w:rPr>
          <w:rFonts w:asciiTheme="majorHAnsi" w:hAnsiTheme="majorHAnsi" w:cstheme="majorHAnsi"/>
          <w:lang w:val="de-DE"/>
        </w:rPr>
      </w:pPr>
    </w:p>
    <w:p w14:paraId="308DC3E6" w14:textId="74873BEF" w:rsidR="000F0410" w:rsidRPr="000F0410" w:rsidRDefault="000F0410" w:rsidP="000F0410">
      <w:pPr>
        <w:rPr>
          <w:rFonts w:asciiTheme="majorHAnsi" w:hAnsiTheme="majorHAnsi" w:cstheme="majorHAnsi"/>
          <w:lang w:val="de-DE"/>
        </w:rPr>
      </w:pPr>
      <w:r w:rsidRPr="000F0410">
        <w:rPr>
          <w:rFonts w:asciiTheme="majorHAnsi" w:hAnsiTheme="majorHAnsi" w:cstheme="majorHAnsi"/>
          <w:lang w:val="de-DE"/>
        </w:rPr>
        <w:t>Die ständig wachsende Komplexität und der fortwährende Wandel in der zerspanenden Fertigung erfordern eine intelligente Automatisierung, die eine hocheffiziente High-Mix-Produktion ermöglicht.</w:t>
      </w:r>
    </w:p>
    <w:p w14:paraId="0E4C4915" w14:textId="4FD9E085" w:rsidR="0013748C" w:rsidRDefault="000F0410" w:rsidP="000F0410">
      <w:pPr>
        <w:rPr>
          <w:rFonts w:asciiTheme="majorHAnsi" w:hAnsiTheme="majorHAnsi" w:cstheme="majorHAnsi"/>
          <w:lang w:val="de-DE"/>
        </w:rPr>
      </w:pPr>
      <w:proofErr w:type="spellStart"/>
      <w:r w:rsidRPr="000F0410">
        <w:rPr>
          <w:rFonts w:asciiTheme="majorHAnsi" w:hAnsiTheme="majorHAnsi" w:cstheme="majorHAnsi"/>
          <w:lang w:val="de-DE"/>
        </w:rPr>
        <w:t>Fastems</w:t>
      </w:r>
      <w:proofErr w:type="spellEnd"/>
      <w:r w:rsidRPr="000F0410">
        <w:rPr>
          <w:rFonts w:asciiTheme="majorHAnsi" w:hAnsiTheme="majorHAnsi" w:cstheme="majorHAnsi"/>
          <w:lang w:val="de-DE"/>
        </w:rPr>
        <w:t xml:space="preserve"> wird hierzu auf der EMO in Hannover eine Reihe an Lösungen präsentieren. </w:t>
      </w:r>
    </w:p>
    <w:p w14:paraId="4DE9D6EF" w14:textId="77777777" w:rsidR="0013748C" w:rsidRDefault="0013748C" w:rsidP="00D93AA4">
      <w:pPr>
        <w:rPr>
          <w:rFonts w:asciiTheme="majorHAnsi" w:hAnsiTheme="majorHAnsi" w:cstheme="majorHAnsi"/>
          <w:lang w:val="de-DE"/>
        </w:rPr>
      </w:pPr>
    </w:p>
    <w:p w14:paraId="28950F14" w14:textId="14F675CB" w:rsidR="00D93AA4" w:rsidRDefault="000F0410" w:rsidP="000F0410">
      <w:pPr>
        <w:rPr>
          <w:rFonts w:asciiTheme="majorHAnsi" w:hAnsiTheme="majorHAnsi" w:cstheme="majorHAnsi"/>
          <w:lang w:val="de-DE"/>
        </w:rPr>
      </w:pPr>
      <w:r w:rsidRPr="000F0410">
        <w:rPr>
          <w:rFonts w:asciiTheme="majorHAnsi" w:hAnsiTheme="majorHAnsi" w:cstheme="majorHAnsi"/>
          <w:lang w:val="de-DE"/>
        </w:rPr>
        <w:t xml:space="preserve">Zu den Highlights auf dem Stand </w:t>
      </w:r>
      <w:r w:rsidR="00CC6B06">
        <w:rPr>
          <w:rFonts w:asciiTheme="majorHAnsi" w:hAnsiTheme="majorHAnsi" w:cstheme="majorHAnsi"/>
          <w:lang w:val="de-DE"/>
        </w:rPr>
        <w:t>D</w:t>
      </w:r>
      <w:r w:rsidRPr="000F0410">
        <w:rPr>
          <w:rFonts w:asciiTheme="majorHAnsi" w:hAnsiTheme="majorHAnsi" w:cstheme="majorHAnsi"/>
          <w:lang w:val="de-DE"/>
        </w:rPr>
        <w:t>6</w:t>
      </w:r>
      <w:r w:rsidR="00844C46">
        <w:rPr>
          <w:rFonts w:asciiTheme="majorHAnsi" w:hAnsiTheme="majorHAnsi" w:cstheme="majorHAnsi"/>
          <w:lang w:val="de-DE"/>
        </w:rPr>
        <w:t>7</w:t>
      </w:r>
      <w:r w:rsidRPr="000F0410">
        <w:rPr>
          <w:rFonts w:asciiTheme="majorHAnsi" w:hAnsiTheme="majorHAnsi" w:cstheme="majorHAnsi"/>
          <w:lang w:val="de-DE"/>
        </w:rPr>
        <w:t xml:space="preserve"> in Halle 12 gehören ein neues flexibles </w:t>
      </w:r>
      <w:proofErr w:type="spellStart"/>
      <w:r w:rsidRPr="000F0410">
        <w:rPr>
          <w:rFonts w:asciiTheme="majorHAnsi" w:hAnsiTheme="majorHAnsi" w:cstheme="majorHAnsi"/>
          <w:lang w:val="de-DE"/>
        </w:rPr>
        <w:t>Palettensystem</w:t>
      </w:r>
      <w:proofErr w:type="spellEnd"/>
      <w:r w:rsidRPr="000F0410">
        <w:rPr>
          <w:rFonts w:asciiTheme="majorHAnsi" w:hAnsiTheme="majorHAnsi" w:cstheme="majorHAnsi"/>
          <w:lang w:val="de-DE"/>
        </w:rPr>
        <w:t xml:space="preserve"> (FPS), eine Auto-</w:t>
      </w:r>
      <w:proofErr w:type="spellStart"/>
      <w:r w:rsidRPr="000F0410">
        <w:rPr>
          <w:rFonts w:asciiTheme="majorHAnsi" w:hAnsiTheme="majorHAnsi" w:cstheme="majorHAnsi"/>
          <w:lang w:val="de-DE"/>
        </w:rPr>
        <w:t>LoadingCell</w:t>
      </w:r>
      <w:proofErr w:type="spellEnd"/>
      <w:r w:rsidRPr="000F0410">
        <w:rPr>
          <w:rFonts w:asciiTheme="majorHAnsi" w:hAnsiTheme="majorHAnsi" w:cstheme="majorHAnsi"/>
          <w:lang w:val="de-DE"/>
        </w:rPr>
        <w:t xml:space="preserve"> (ALD) für flexible Fertigungssysteme, eine neue Version des Flexible Pallet Tower (FPT) sowie die neuen digitalen Services </w:t>
      </w:r>
      <w:proofErr w:type="spellStart"/>
      <w:r w:rsidRPr="000F0410">
        <w:rPr>
          <w:rFonts w:asciiTheme="majorHAnsi" w:hAnsiTheme="majorHAnsi" w:cstheme="majorHAnsi"/>
          <w:lang w:val="de-DE"/>
        </w:rPr>
        <w:t>myFastems</w:t>
      </w:r>
      <w:proofErr w:type="spellEnd"/>
      <w:r w:rsidRPr="000F0410">
        <w:rPr>
          <w:rFonts w:asciiTheme="majorHAnsi" w:hAnsiTheme="majorHAnsi" w:cstheme="majorHAnsi"/>
          <w:lang w:val="de-DE"/>
        </w:rPr>
        <w:t xml:space="preserve"> und Factory Cockpit. </w:t>
      </w:r>
    </w:p>
    <w:p w14:paraId="661A6289" w14:textId="1D4305BA" w:rsidR="00A634D8" w:rsidRDefault="00A634D8" w:rsidP="00D93AA4">
      <w:pPr>
        <w:rPr>
          <w:rFonts w:asciiTheme="majorHAnsi" w:hAnsiTheme="majorHAnsi" w:cstheme="majorHAnsi"/>
          <w:lang w:val="de-DE"/>
        </w:rPr>
      </w:pPr>
    </w:p>
    <w:p w14:paraId="4B5825D2" w14:textId="281E93AE" w:rsidR="00A634D8" w:rsidRPr="00A634D8" w:rsidRDefault="000F0410" w:rsidP="00A634D8">
      <w:pPr>
        <w:rPr>
          <w:rFonts w:asciiTheme="majorHAnsi" w:hAnsiTheme="majorHAnsi" w:cstheme="majorHAnsi"/>
          <w:b/>
          <w:bCs/>
          <w:lang w:val="de-DE"/>
        </w:rPr>
      </w:pPr>
      <w:r w:rsidRPr="000F0410">
        <w:rPr>
          <w:rFonts w:asciiTheme="majorHAnsi" w:hAnsiTheme="majorHAnsi" w:cstheme="majorHAnsi"/>
          <w:b/>
          <w:bCs/>
          <w:lang w:val="de-DE"/>
        </w:rPr>
        <w:t>FPT für 4- und 5-Achs-CNC Maschinen</w:t>
      </w:r>
    </w:p>
    <w:p w14:paraId="79702D75" w14:textId="79CC3F4A" w:rsidR="00D93AA4" w:rsidRDefault="000F0410" w:rsidP="00D93AA4">
      <w:pPr>
        <w:rPr>
          <w:rFonts w:asciiTheme="majorHAnsi" w:hAnsiTheme="majorHAnsi" w:cstheme="majorHAnsi"/>
          <w:lang w:val="de-DE"/>
        </w:rPr>
      </w:pPr>
      <w:r w:rsidRPr="000F0410">
        <w:rPr>
          <w:rFonts w:asciiTheme="majorHAnsi" w:hAnsiTheme="majorHAnsi" w:cstheme="majorHAnsi"/>
          <w:lang w:val="de-DE"/>
        </w:rPr>
        <w:t xml:space="preserve">Für eine unbemannte Fertigung mit hoher Spindelauslastung in einer Produktion mit hohem </w:t>
      </w:r>
      <w:proofErr w:type="spellStart"/>
      <w:r w:rsidRPr="000F0410">
        <w:rPr>
          <w:rFonts w:asciiTheme="majorHAnsi" w:hAnsiTheme="majorHAnsi" w:cstheme="majorHAnsi"/>
          <w:lang w:val="de-DE"/>
        </w:rPr>
        <w:t>Teilemix</w:t>
      </w:r>
      <w:proofErr w:type="spellEnd"/>
      <w:r w:rsidRPr="000F0410">
        <w:rPr>
          <w:rFonts w:asciiTheme="majorHAnsi" w:hAnsiTheme="majorHAnsi" w:cstheme="majorHAnsi"/>
          <w:lang w:val="de-DE"/>
        </w:rPr>
        <w:t xml:space="preserve"> mit 4- und 5-Achs-Fräs-/Drehzentren einschließlich vertikaler 5-Achsmaschinen hat </w:t>
      </w:r>
      <w:proofErr w:type="spellStart"/>
      <w:r w:rsidRPr="000F0410">
        <w:rPr>
          <w:rFonts w:asciiTheme="majorHAnsi" w:hAnsiTheme="majorHAnsi" w:cstheme="majorHAnsi"/>
          <w:lang w:val="de-DE"/>
        </w:rPr>
        <w:t>Fastems</w:t>
      </w:r>
      <w:proofErr w:type="spellEnd"/>
      <w:r w:rsidRPr="000F0410">
        <w:rPr>
          <w:rFonts w:asciiTheme="majorHAnsi" w:hAnsiTheme="majorHAnsi" w:cstheme="majorHAnsi"/>
          <w:lang w:val="de-DE"/>
        </w:rPr>
        <w:t xml:space="preserve"> im Jahr 2022 seinen Flexible Pallet Tower (FPT) eingeführt. Betrug die Nutzlast pro Palette bislang maximal </w:t>
      </w:r>
      <w:r w:rsidR="0042752A">
        <w:rPr>
          <w:rFonts w:asciiTheme="majorHAnsi" w:hAnsiTheme="majorHAnsi" w:cstheme="majorHAnsi"/>
          <w:lang w:val="de-DE"/>
        </w:rPr>
        <w:br/>
      </w:r>
      <w:r w:rsidRPr="000F0410">
        <w:rPr>
          <w:rFonts w:asciiTheme="majorHAnsi" w:hAnsiTheme="majorHAnsi" w:cstheme="majorHAnsi"/>
          <w:lang w:val="de-DE"/>
        </w:rPr>
        <w:t xml:space="preserve">500 kg, wird </w:t>
      </w:r>
      <w:proofErr w:type="gramStart"/>
      <w:r w:rsidRPr="000F0410">
        <w:rPr>
          <w:rFonts w:asciiTheme="majorHAnsi" w:hAnsiTheme="majorHAnsi" w:cstheme="majorHAnsi"/>
          <w:lang w:val="de-DE"/>
        </w:rPr>
        <w:t>nun</w:t>
      </w:r>
      <w:proofErr w:type="gramEnd"/>
      <w:r w:rsidRPr="000F0410">
        <w:rPr>
          <w:rFonts w:asciiTheme="majorHAnsi" w:hAnsiTheme="majorHAnsi" w:cstheme="majorHAnsi"/>
          <w:lang w:val="de-DE"/>
        </w:rPr>
        <w:t xml:space="preserve"> während der EMO eine größere Version des FPT für Nutzlasten bis 1.000</w:t>
      </w:r>
      <w:r w:rsidR="0042752A">
        <w:rPr>
          <w:rFonts w:asciiTheme="majorHAnsi" w:hAnsiTheme="majorHAnsi" w:cstheme="majorHAnsi"/>
          <w:lang w:val="de-DE"/>
        </w:rPr>
        <w:t xml:space="preserve"> </w:t>
      </w:r>
      <w:r w:rsidRPr="000F0410">
        <w:rPr>
          <w:rFonts w:asciiTheme="majorHAnsi" w:hAnsiTheme="majorHAnsi" w:cstheme="majorHAnsi"/>
          <w:lang w:val="de-DE"/>
        </w:rPr>
        <w:t>kg und Paletten in den Maßen 500 x 500mm bis 630 x 630mm zu sehen sein. Auf einer sehr platzsparenden Stellfläche von nur 19</w:t>
      </w:r>
      <w:r w:rsidR="0042752A">
        <w:rPr>
          <w:rFonts w:asciiTheme="majorHAnsi" w:hAnsiTheme="majorHAnsi" w:cstheme="majorHAnsi"/>
          <w:lang w:val="de-DE"/>
        </w:rPr>
        <w:t xml:space="preserve"> </w:t>
      </w:r>
      <w:r w:rsidRPr="000F0410">
        <w:rPr>
          <w:rFonts w:asciiTheme="majorHAnsi" w:hAnsiTheme="majorHAnsi" w:cstheme="majorHAnsi"/>
          <w:lang w:val="de-DE"/>
        </w:rPr>
        <w:t>m</w:t>
      </w:r>
      <w:r w:rsidRPr="0042752A">
        <w:rPr>
          <w:rFonts w:asciiTheme="majorHAnsi" w:hAnsiTheme="majorHAnsi" w:cstheme="majorHAnsi"/>
          <w:vertAlign w:val="superscript"/>
          <w:lang w:val="de-DE"/>
        </w:rPr>
        <w:t>2</w:t>
      </w:r>
      <w:r w:rsidRPr="000F0410">
        <w:rPr>
          <w:rFonts w:asciiTheme="majorHAnsi" w:hAnsiTheme="majorHAnsi" w:cstheme="majorHAnsi"/>
          <w:lang w:val="de-DE"/>
        </w:rPr>
        <w:t xml:space="preserve"> kann der </w:t>
      </w:r>
      <w:r w:rsidRPr="008A480C">
        <w:rPr>
          <w:rFonts w:asciiTheme="majorHAnsi" w:hAnsiTheme="majorHAnsi" w:cstheme="majorHAnsi"/>
          <w:lang w:val="de-DE"/>
        </w:rPr>
        <w:t>FPT-1000</w:t>
      </w:r>
      <w:r w:rsidRPr="000F0410">
        <w:rPr>
          <w:rFonts w:asciiTheme="majorHAnsi" w:hAnsiTheme="majorHAnsi" w:cstheme="majorHAnsi"/>
          <w:lang w:val="de-DE"/>
        </w:rPr>
        <w:t xml:space="preserve"> insgesamt 12 bis 24 Paletten in zwei unterschiedlichen Höhen aufnehmen und ermöglicht somit eine hochproduktive auftragsbezogene Fertigung mit nur einer CNC-Maschine.</w:t>
      </w:r>
    </w:p>
    <w:p w14:paraId="6E4DD9A5" w14:textId="77777777" w:rsidR="000F0410" w:rsidRPr="00D93AA4" w:rsidRDefault="000F0410" w:rsidP="00D93AA4">
      <w:pPr>
        <w:rPr>
          <w:rFonts w:asciiTheme="majorHAnsi" w:hAnsiTheme="majorHAnsi" w:cstheme="majorHAnsi"/>
          <w:lang w:val="de-DE"/>
        </w:rPr>
      </w:pPr>
    </w:p>
    <w:p w14:paraId="5F420082" w14:textId="5843E141" w:rsidR="00A634D8" w:rsidRPr="00A634D8" w:rsidRDefault="000F0410" w:rsidP="00D93AA4">
      <w:pPr>
        <w:rPr>
          <w:rFonts w:asciiTheme="majorHAnsi" w:hAnsiTheme="majorHAnsi" w:cstheme="majorHAnsi"/>
          <w:b/>
          <w:bCs/>
          <w:lang w:val="de-DE"/>
        </w:rPr>
      </w:pPr>
      <w:r w:rsidRPr="000F0410">
        <w:rPr>
          <w:rFonts w:asciiTheme="majorHAnsi" w:hAnsiTheme="majorHAnsi" w:cstheme="majorHAnsi"/>
          <w:b/>
          <w:bCs/>
          <w:lang w:val="de-DE"/>
        </w:rPr>
        <w:t xml:space="preserve">Flexibles </w:t>
      </w:r>
      <w:proofErr w:type="spellStart"/>
      <w:r w:rsidRPr="000F0410">
        <w:rPr>
          <w:rFonts w:asciiTheme="majorHAnsi" w:hAnsiTheme="majorHAnsi" w:cstheme="majorHAnsi"/>
          <w:b/>
          <w:bCs/>
          <w:lang w:val="de-DE"/>
        </w:rPr>
        <w:t>Palettensystem</w:t>
      </w:r>
      <w:proofErr w:type="spellEnd"/>
      <w:r w:rsidRPr="000F0410">
        <w:rPr>
          <w:rFonts w:asciiTheme="majorHAnsi" w:hAnsiTheme="majorHAnsi" w:cstheme="majorHAnsi"/>
          <w:b/>
          <w:bCs/>
          <w:lang w:val="de-DE"/>
        </w:rPr>
        <w:t xml:space="preserve">: Neues </w:t>
      </w:r>
      <w:r w:rsidR="002F0586">
        <w:rPr>
          <w:rFonts w:asciiTheme="majorHAnsi" w:hAnsiTheme="majorHAnsi" w:cstheme="majorHAnsi"/>
          <w:b/>
          <w:bCs/>
          <w:lang w:val="de-DE"/>
        </w:rPr>
        <w:t>kompaktes</w:t>
      </w:r>
      <w:r w:rsidRPr="000F0410">
        <w:rPr>
          <w:rFonts w:asciiTheme="majorHAnsi" w:hAnsiTheme="majorHAnsi" w:cstheme="majorHAnsi"/>
          <w:b/>
          <w:bCs/>
          <w:lang w:val="de-DE"/>
        </w:rPr>
        <w:t xml:space="preserve"> F</w:t>
      </w:r>
      <w:r w:rsidR="002F0586">
        <w:rPr>
          <w:rFonts w:asciiTheme="majorHAnsi" w:hAnsiTheme="majorHAnsi" w:cstheme="majorHAnsi"/>
          <w:b/>
          <w:bCs/>
          <w:lang w:val="de-DE"/>
        </w:rPr>
        <w:t>P</w:t>
      </w:r>
      <w:r w:rsidRPr="000F0410">
        <w:rPr>
          <w:rFonts w:asciiTheme="majorHAnsi" w:hAnsiTheme="majorHAnsi" w:cstheme="majorHAnsi"/>
          <w:b/>
          <w:bCs/>
          <w:lang w:val="de-DE"/>
        </w:rPr>
        <w:t>S passt in jeden Shopfloor</w:t>
      </w:r>
    </w:p>
    <w:p w14:paraId="37D60FDE" w14:textId="642B1EAD" w:rsidR="00D93AA4" w:rsidRDefault="000F0410" w:rsidP="00D93AA4">
      <w:pPr>
        <w:rPr>
          <w:rFonts w:asciiTheme="majorHAnsi" w:hAnsiTheme="majorHAnsi" w:cstheme="majorHAnsi"/>
          <w:lang w:val="de-DE"/>
        </w:rPr>
      </w:pPr>
      <w:proofErr w:type="spellStart"/>
      <w:r w:rsidRPr="000F0410">
        <w:rPr>
          <w:rFonts w:asciiTheme="majorHAnsi" w:hAnsiTheme="majorHAnsi" w:cstheme="majorHAnsi"/>
          <w:lang w:val="de-DE"/>
        </w:rPr>
        <w:t>Fastems</w:t>
      </w:r>
      <w:proofErr w:type="spellEnd"/>
      <w:r w:rsidRPr="000F0410">
        <w:rPr>
          <w:rFonts w:asciiTheme="majorHAnsi" w:hAnsiTheme="majorHAnsi" w:cstheme="majorHAnsi"/>
          <w:lang w:val="de-DE"/>
        </w:rPr>
        <w:t xml:space="preserve"> wird außerdem das neue Flexible Pallet System (FPS), eine Mehrmaschinenversion des FPT, vorstellen. Das FPS ist eine modulare Lösung für 4- und 5-Achs-Fräsmaschinen mit einem einzigartigen 360-Grad-Design. Im Gegensatz zu sonst typischen linearen flexiblen Fertigungssystemen</w:t>
      </w:r>
      <w:r w:rsidR="00875D5B">
        <w:rPr>
          <w:rFonts w:asciiTheme="majorHAnsi" w:hAnsiTheme="majorHAnsi" w:cstheme="majorHAnsi"/>
          <w:lang w:val="de-DE"/>
        </w:rPr>
        <w:t xml:space="preserve"> (FFS)</w:t>
      </w:r>
      <w:r w:rsidRPr="000F0410">
        <w:rPr>
          <w:rFonts w:asciiTheme="majorHAnsi" w:hAnsiTheme="majorHAnsi" w:cstheme="majorHAnsi"/>
          <w:lang w:val="de-DE"/>
        </w:rPr>
        <w:t xml:space="preserve">, die nur an zwei Seiten genutzt werden können, lassen sich beim FPS die Werkzeugmaschinen, </w:t>
      </w:r>
      <w:proofErr w:type="spellStart"/>
      <w:r w:rsidRPr="000F0410">
        <w:rPr>
          <w:rFonts w:asciiTheme="majorHAnsi" w:hAnsiTheme="majorHAnsi" w:cstheme="majorHAnsi"/>
          <w:lang w:val="de-DE"/>
        </w:rPr>
        <w:t>Palettenspeicher</w:t>
      </w:r>
      <w:proofErr w:type="spellEnd"/>
      <w:r w:rsidRPr="000F0410">
        <w:rPr>
          <w:rFonts w:asciiTheme="majorHAnsi" w:hAnsiTheme="majorHAnsi" w:cstheme="majorHAnsi"/>
          <w:lang w:val="de-DE"/>
        </w:rPr>
        <w:t xml:space="preserve"> und Ladestationen flexibel auf allen vier Seiten des Systems platzieren. Da das FPS, wie der FPT, über eine maximale Höhe von nur 3,1 bis 3,8</w:t>
      </w:r>
      <w:r w:rsidR="00240950">
        <w:rPr>
          <w:rFonts w:asciiTheme="majorHAnsi" w:hAnsiTheme="majorHAnsi" w:cstheme="majorHAnsi"/>
          <w:lang w:val="de-DE"/>
        </w:rPr>
        <w:t xml:space="preserve"> </w:t>
      </w:r>
      <w:r w:rsidRPr="000F0410">
        <w:rPr>
          <w:rFonts w:asciiTheme="majorHAnsi" w:hAnsiTheme="majorHAnsi" w:cstheme="majorHAnsi"/>
          <w:lang w:val="de-DE"/>
        </w:rPr>
        <w:t xml:space="preserve">m verfügt, ist das System die perfekte Lösung für Produktionsumgebungen mit niedrigen Decken. Das neue FPS bietet sämtliche Vorteile </w:t>
      </w:r>
      <w:r w:rsidR="00240950">
        <w:rPr>
          <w:rFonts w:asciiTheme="majorHAnsi" w:hAnsiTheme="majorHAnsi" w:cstheme="majorHAnsi"/>
          <w:lang w:val="de-DE"/>
        </w:rPr>
        <w:t>eines</w:t>
      </w:r>
      <w:r w:rsidRPr="000F0410">
        <w:rPr>
          <w:rFonts w:asciiTheme="majorHAnsi" w:hAnsiTheme="majorHAnsi" w:cstheme="majorHAnsi"/>
          <w:lang w:val="de-DE"/>
        </w:rPr>
        <w:t xml:space="preserve"> FFS: die Fertigung hoher Stückzahlen bei minimalen Rüstzeiten und maximaler Spindelauslastung.</w:t>
      </w:r>
    </w:p>
    <w:p w14:paraId="35308B5B" w14:textId="77777777" w:rsidR="000F0410" w:rsidRPr="00D93AA4" w:rsidRDefault="000F0410" w:rsidP="00D93AA4">
      <w:pPr>
        <w:rPr>
          <w:rFonts w:asciiTheme="majorHAnsi" w:hAnsiTheme="majorHAnsi" w:cstheme="majorHAnsi"/>
          <w:lang w:val="de-DE"/>
        </w:rPr>
      </w:pPr>
    </w:p>
    <w:p w14:paraId="69309A31" w14:textId="77777777" w:rsidR="000F0410" w:rsidRDefault="000F0410" w:rsidP="00D93AA4">
      <w:pPr>
        <w:rPr>
          <w:rFonts w:asciiTheme="majorHAnsi" w:hAnsiTheme="majorHAnsi" w:cstheme="majorHAnsi"/>
          <w:b/>
          <w:bCs/>
          <w:lang w:val="de-DE"/>
        </w:rPr>
      </w:pPr>
      <w:r w:rsidRPr="000F0410">
        <w:rPr>
          <w:rFonts w:asciiTheme="majorHAnsi" w:hAnsiTheme="majorHAnsi" w:cstheme="majorHAnsi"/>
          <w:b/>
          <w:bCs/>
          <w:lang w:val="de-DE"/>
        </w:rPr>
        <w:t>Auto-</w:t>
      </w:r>
      <w:proofErr w:type="spellStart"/>
      <w:r w:rsidRPr="000F0410">
        <w:rPr>
          <w:rFonts w:asciiTheme="majorHAnsi" w:hAnsiTheme="majorHAnsi" w:cstheme="majorHAnsi"/>
          <w:b/>
          <w:bCs/>
          <w:lang w:val="de-DE"/>
        </w:rPr>
        <w:t>Loading</w:t>
      </w:r>
      <w:proofErr w:type="spellEnd"/>
      <w:r w:rsidRPr="000F0410">
        <w:rPr>
          <w:rFonts w:asciiTheme="majorHAnsi" w:hAnsiTheme="majorHAnsi" w:cstheme="majorHAnsi"/>
          <w:b/>
          <w:bCs/>
          <w:lang w:val="de-DE"/>
        </w:rPr>
        <w:t xml:space="preserve"> </w:t>
      </w:r>
      <w:proofErr w:type="spellStart"/>
      <w:r w:rsidRPr="000F0410">
        <w:rPr>
          <w:rFonts w:asciiTheme="majorHAnsi" w:hAnsiTheme="majorHAnsi" w:cstheme="majorHAnsi"/>
          <w:b/>
          <w:bCs/>
          <w:lang w:val="de-DE"/>
        </w:rPr>
        <w:t>Cell</w:t>
      </w:r>
      <w:proofErr w:type="spellEnd"/>
      <w:r w:rsidRPr="000F0410">
        <w:rPr>
          <w:rFonts w:asciiTheme="majorHAnsi" w:hAnsiTheme="majorHAnsi" w:cstheme="majorHAnsi"/>
          <w:b/>
          <w:bCs/>
          <w:lang w:val="de-DE"/>
        </w:rPr>
        <w:t>: Flexibler Einsatz von Spannvorrichtungen</w:t>
      </w:r>
    </w:p>
    <w:p w14:paraId="1AEAC8CE" w14:textId="77777777" w:rsidR="000F0410" w:rsidRDefault="000F0410" w:rsidP="000F0410">
      <w:pPr>
        <w:rPr>
          <w:rFonts w:asciiTheme="majorHAnsi" w:hAnsiTheme="majorHAnsi" w:cstheme="majorHAnsi"/>
          <w:lang w:val="de-DE"/>
        </w:rPr>
      </w:pPr>
      <w:r w:rsidRPr="0083680B">
        <w:rPr>
          <w:rFonts w:asciiTheme="majorHAnsi" w:hAnsiTheme="majorHAnsi" w:cstheme="majorHAnsi"/>
          <w:lang w:val="de-DE"/>
        </w:rPr>
        <w:t>Die Auto-</w:t>
      </w:r>
      <w:proofErr w:type="spellStart"/>
      <w:r w:rsidRPr="0083680B">
        <w:rPr>
          <w:rFonts w:asciiTheme="majorHAnsi" w:hAnsiTheme="majorHAnsi" w:cstheme="majorHAnsi"/>
          <w:lang w:val="de-DE"/>
        </w:rPr>
        <w:t>Loading</w:t>
      </w:r>
      <w:proofErr w:type="spellEnd"/>
      <w:r w:rsidRPr="0083680B">
        <w:rPr>
          <w:rFonts w:asciiTheme="majorHAnsi" w:hAnsiTheme="majorHAnsi" w:cstheme="majorHAnsi"/>
          <w:lang w:val="de-DE"/>
        </w:rPr>
        <w:t xml:space="preserve"> </w:t>
      </w:r>
      <w:proofErr w:type="spellStart"/>
      <w:r w:rsidRPr="0083680B">
        <w:rPr>
          <w:rFonts w:asciiTheme="majorHAnsi" w:hAnsiTheme="majorHAnsi" w:cstheme="majorHAnsi"/>
          <w:lang w:val="de-DE"/>
        </w:rPr>
        <w:t>Cell</w:t>
      </w:r>
      <w:proofErr w:type="spellEnd"/>
      <w:r w:rsidRPr="0083680B">
        <w:rPr>
          <w:rFonts w:asciiTheme="majorHAnsi" w:hAnsiTheme="majorHAnsi" w:cstheme="majorHAnsi"/>
          <w:lang w:val="de-DE"/>
        </w:rPr>
        <w:t xml:space="preserve"> (AL</w:t>
      </w:r>
      <w:r>
        <w:rPr>
          <w:rFonts w:asciiTheme="majorHAnsi" w:hAnsiTheme="majorHAnsi" w:cstheme="majorHAnsi"/>
          <w:lang w:val="de-DE"/>
        </w:rPr>
        <w:t>D</w:t>
      </w:r>
      <w:r w:rsidRPr="0083680B">
        <w:rPr>
          <w:rFonts w:asciiTheme="majorHAnsi" w:hAnsiTheme="majorHAnsi" w:cstheme="majorHAnsi"/>
          <w:lang w:val="de-DE"/>
        </w:rPr>
        <w:t>) stellt sich</w:t>
      </w:r>
      <w:r>
        <w:rPr>
          <w:rFonts w:asciiTheme="majorHAnsi" w:hAnsiTheme="majorHAnsi" w:cstheme="majorHAnsi"/>
          <w:lang w:val="de-DE"/>
        </w:rPr>
        <w:t xml:space="preserve">er, dass FFS von </w:t>
      </w:r>
      <w:proofErr w:type="spellStart"/>
      <w:r>
        <w:rPr>
          <w:rFonts w:asciiTheme="majorHAnsi" w:hAnsiTheme="majorHAnsi" w:cstheme="majorHAnsi"/>
          <w:lang w:val="de-DE"/>
        </w:rPr>
        <w:t>Fastems</w:t>
      </w:r>
      <w:proofErr w:type="spellEnd"/>
      <w:r>
        <w:rPr>
          <w:rFonts w:asciiTheme="majorHAnsi" w:hAnsiTheme="majorHAnsi" w:cstheme="majorHAnsi"/>
          <w:lang w:val="de-DE"/>
        </w:rPr>
        <w:t xml:space="preserve"> überwiegend mannlos rund um die Uhr laufen und das mit einem optimierten Einsatz von Paletten und Vorrichtungen. Durch den gezielten Abbau von ansonsten notwendigen Werkstückpuffern (Spannvorrichtungen) lassen sich die Kosten und somit Investitionen in zusätzliche Paletten und Spannvorrichtungen nachhaltig reduzieren. Mithilfe der Roboterlösung lässt sich die vorhandene Anzahl an Paletten in einem System effektiver nutzen, indem diese automatisch beladen werden. </w:t>
      </w:r>
    </w:p>
    <w:p w14:paraId="3C265A02" w14:textId="64AD1963" w:rsidR="000F0410" w:rsidRDefault="000F0410" w:rsidP="000F0410">
      <w:pPr>
        <w:rPr>
          <w:rFonts w:asciiTheme="majorHAnsi" w:hAnsiTheme="majorHAnsi" w:cstheme="majorHAnsi"/>
          <w:lang w:val="de-DE"/>
        </w:rPr>
      </w:pPr>
      <w:r>
        <w:rPr>
          <w:rFonts w:asciiTheme="majorHAnsi" w:hAnsiTheme="majorHAnsi" w:cstheme="majorHAnsi"/>
          <w:lang w:val="de-DE"/>
        </w:rPr>
        <w:t xml:space="preserve">Während der EMO wird eine Demozelle gezeigt, die einen Eindruck von den derzeit zur Verfügung stehenden Technologien für das automatisierte Be- und Entladen von Spannvorrichtungen vermitteln </w:t>
      </w:r>
      <w:r>
        <w:rPr>
          <w:rFonts w:asciiTheme="majorHAnsi" w:hAnsiTheme="majorHAnsi" w:cstheme="majorHAnsi"/>
          <w:lang w:val="de-DE"/>
        </w:rPr>
        <w:lastRenderedPageBreak/>
        <w:t xml:space="preserve">soll. So wird z. B. zu sehen sein, wie sich mit einem robotergeführten </w:t>
      </w:r>
      <w:proofErr w:type="spellStart"/>
      <w:r>
        <w:rPr>
          <w:rFonts w:asciiTheme="majorHAnsi" w:hAnsiTheme="majorHAnsi" w:cstheme="majorHAnsi"/>
          <w:lang w:val="de-DE"/>
        </w:rPr>
        <w:t>Servo</w:t>
      </w:r>
      <w:proofErr w:type="spellEnd"/>
      <w:r>
        <w:rPr>
          <w:rFonts w:asciiTheme="majorHAnsi" w:hAnsiTheme="majorHAnsi" w:cstheme="majorHAnsi"/>
          <w:lang w:val="de-DE"/>
        </w:rPr>
        <w:t>-Schraubendreher konventionelle Spannvorrichtungen öffnen und schließen lassen oder durch den Einsatz von flexiblen Greifern an solchen Vorrichtungen unterschiedliche Werkstücke gehandhabt werden können. Solche und ähnliche Lösungen tragen maßgeblich dazu bei, die Aufspannung</w:t>
      </w:r>
      <w:r w:rsidR="00083593">
        <w:rPr>
          <w:rFonts w:asciiTheme="majorHAnsi" w:hAnsiTheme="majorHAnsi" w:cstheme="majorHAnsi"/>
          <w:lang w:val="de-DE"/>
        </w:rPr>
        <w:t>en</w:t>
      </w:r>
      <w:r>
        <w:rPr>
          <w:rFonts w:asciiTheme="majorHAnsi" w:hAnsiTheme="majorHAnsi" w:cstheme="majorHAnsi"/>
          <w:lang w:val="de-DE"/>
        </w:rPr>
        <w:t xml:space="preserve"> von konventionellen Vorrichtungen zu optimieren und somit den Einsatz kostspieliger Lösungen, wie z. B. hydraulische Vorrichtungen, zu minimieren.</w:t>
      </w:r>
    </w:p>
    <w:p w14:paraId="1B9C5503" w14:textId="77777777" w:rsidR="000F0410" w:rsidRDefault="000F0410" w:rsidP="000F0410">
      <w:pPr>
        <w:rPr>
          <w:rFonts w:asciiTheme="majorHAnsi" w:hAnsiTheme="majorHAnsi" w:cstheme="majorHAnsi"/>
          <w:lang w:val="de-DE"/>
        </w:rPr>
      </w:pPr>
    </w:p>
    <w:p w14:paraId="2709E087" w14:textId="6D07EA36" w:rsidR="000F0410" w:rsidRDefault="000F0410" w:rsidP="000F0410">
      <w:pPr>
        <w:rPr>
          <w:rFonts w:asciiTheme="majorHAnsi" w:hAnsiTheme="majorHAnsi" w:cstheme="majorHAnsi"/>
          <w:lang w:val="de-DE"/>
        </w:rPr>
      </w:pPr>
      <w:r w:rsidRPr="000F0410">
        <w:rPr>
          <w:rFonts w:asciiTheme="majorHAnsi" w:hAnsiTheme="majorHAnsi" w:cstheme="majorHAnsi"/>
          <w:lang w:val="de-DE"/>
        </w:rPr>
        <w:t xml:space="preserve">Auch im Hinblick auf die weiter voranschreitende Digitalisierung in der spanabhebenden Fertigung präsentiert </w:t>
      </w:r>
      <w:proofErr w:type="spellStart"/>
      <w:r w:rsidRPr="000F0410">
        <w:rPr>
          <w:rFonts w:asciiTheme="majorHAnsi" w:hAnsiTheme="majorHAnsi" w:cstheme="majorHAnsi"/>
          <w:lang w:val="de-DE"/>
        </w:rPr>
        <w:t>Fastems</w:t>
      </w:r>
      <w:proofErr w:type="spellEnd"/>
      <w:r w:rsidRPr="000F0410">
        <w:rPr>
          <w:rFonts w:asciiTheme="majorHAnsi" w:hAnsiTheme="majorHAnsi" w:cstheme="majorHAnsi"/>
          <w:lang w:val="de-DE"/>
        </w:rPr>
        <w:t xml:space="preserve"> eine Reihe an Innovationen, die die Transparenz in der Produktion erhöht und somit nicht nur die Verfügbarkeit von Maschinen steigert, sondern auch die Organisation, Planung und Durchführung der Fertigung deutlich erleichtern.</w:t>
      </w:r>
    </w:p>
    <w:p w14:paraId="44CA5AD3" w14:textId="77777777" w:rsidR="000F0410" w:rsidRDefault="00DB587E" w:rsidP="000F0410">
      <w:pPr>
        <w:rPr>
          <w:rFonts w:asciiTheme="majorHAnsi" w:hAnsiTheme="majorHAnsi" w:cstheme="majorHAnsi"/>
          <w:lang w:val="de-DE"/>
        </w:rPr>
      </w:pPr>
      <w:r>
        <w:rPr>
          <w:rFonts w:asciiTheme="majorHAnsi" w:hAnsiTheme="majorHAnsi" w:cstheme="majorHAnsi"/>
          <w:lang w:val="de-DE"/>
        </w:rPr>
        <w:br/>
      </w:r>
      <w:r w:rsidR="000F0410" w:rsidRPr="000F0410">
        <w:rPr>
          <w:rFonts w:asciiTheme="majorHAnsi" w:hAnsiTheme="majorHAnsi" w:cstheme="majorHAnsi"/>
          <w:b/>
          <w:bCs/>
          <w:lang w:val="de-DE"/>
        </w:rPr>
        <w:t>Factory Cockpit: Die Fertigung mittels Daten leiten</w:t>
      </w:r>
      <w:r w:rsidR="000F0410" w:rsidRPr="000F0410">
        <w:rPr>
          <w:rFonts w:asciiTheme="majorHAnsi" w:hAnsiTheme="majorHAnsi" w:cstheme="majorHAnsi"/>
          <w:b/>
          <w:bCs/>
          <w:lang w:val="de-DE"/>
        </w:rPr>
        <w:br/>
      </w:r>
      <w:proofErr w:type="spellStart"/>
      <w:r w:rsidR="000F0410" w:rsidRPr="00224DCB">
        <w:rPr>
          <w:rFonts w:asciiTheme="majorHAnsi" w:hAnsiTheme="majorHAnsi" w:cstheme="majorHAnsi"/>
          <w:lang w:val="de-DE"/>
        </w:rPr>
        <w:t>So</w:t>
      </w:r>
      <w:proofErr w:type="spellEnd"/>
      <w:r w:rsidR="000F0410" w:rsidRPr="00224DCB">
        <w:rPr>
          <w:rFonts w:asciiTheme="majorHAnsi" w:hAnsiTheme="majorHAnsi" w:cstheme="majorHAnsi"/>
          <w:lang w:val="de-DE"/>
        </w:rPr>
        <w:t xml:space="preserve"> stellt </w:t>
      </w:r>
      <w:proofErr w:type="spellStart"/>
      <w:r w:rsidR="000F0410" w:rsidRPr="00224DCB">
        <w:rPr>
          <w:rFonts w:asciiTheme="majorHAnsi" w:hAnsiTheme="majorHAnsi" w:cstheme="majorHAnsi"/>
          <w:lang w:val="de-DE"/>
        </w:rPr>
        <w:t>Fastems</w:t>
      </w:r>
      <w:proofErr w:type="spellEnd"/>
      <w:r w:rsidR="000F0410" w:rsidRPr="00224DCB">
        <w:rPr>
          <w:rFonts w:asciiTheme="majorHAnsi" w:hAnsiTheme="majorHAnsi" w:cstheme="majorHAnsi"/>
          <w:lang w:val="de-DE"/>
        </w:rPr>
        <w:t xml:space="preserve"> mit dem Factory Cockpit eine neue Softwarelösung vor, die die Daten von Produktionsmitteln im Shop Floor und IT-Systemen (z. B. ERP oder </w:t>
      </w:r>
      <w:r w:rsidR="000F0410">
        <w:rPr>
          <w:rFonts w:asciiTheme="majorHAnsi" w:hAnsiTheme="majorHAnsi" w:cstheme="majorHAnsi"/>
          <w:lang w:val="de-DE"/>
        </w:rPr>
        <w:t>MES</w:t>
      </w:r>
      <w:r w:rsidR="000F0410" w:rsidRPr="00224DCB">
        <w:rPr>
          <w:rFonts w:asciiTheme="majorHAnsi" w:hAnsiTheme="majorHAnsi" w:cstheme="majorHAnsi"/>
          <w:lang w:val="de-DE"/>
        </w:rPr>
        <w:t>) sammelt, analysiert und die wichtigsten Key-Performance-</w:t>
      </w:r>
      <w:proofErr w:type="spellStart"/>
      <w:r w:rsidR="000F0410" w:rsidRPr="00224DCB">
        <w:rPr>
          <w:rFonts w:asciiTheme="majorHAnsi" w:hAnsiTheme="majorHAnsi" w:cstheme="majorHAnsi"/>
          <w:lang w:val="de-DE"/>
        </w:rPr>
        <w:t>Indicators</w:t>
      </w:r>
      <w:proofErr w:type="spellEnd"/>
      <w:r w:rsidR="000F0410" w:rsidRPr="00224DCB">
        <w:rPr>
          <w:rFonts w:asciiTheme="majorHAnsi" w:hAnsiTheme="majorHAnsi" w:cstheme="majorHAnsi"/>
          <w:lang w:val="de-DE"/>
        </w:rPr>
        <w:t xml:space="preserve"> (KPIs) in Form von übersichtlichen Grafiken darstellt. Auf diese Weise sind alle relevanten Personen, ob Maschinenbediener, Produktionsleiter oder die Geschäftsleitung, jederzeit über den aktuellen Status der Fertigung informiert. Im Gegensatz zur Manufacturing Management Software (MMS) von </w:t>
      </w:r>
      <w:proofErr w:type="spellStart"/>
      <w:r w:rsidR="000F0410" w:rsidRPr="00224DCB">
        <w:rPr>
          <w:rFonts w:asciiTheme="majorHAnsi" w:hAnsiTheme="majorHAnsi" w:cstheme="majorHAnsi"/>
          <w:lang w:val="de-DE"/>
        </w:rPr>
        <w:t>Fastems</w:t>
      </w:r>
      <w:proofErr w:type="spellEnd"/>
      <w:r w:rsidR="000F0410" w:rsidRPr="00224DCB">
        <w:rPr>
          <w:rFonts w:asciiTheme="majorHAnsi" w:hAnsiTheme="majorHAnsi" w:cstheme="majorHAnsi"/>
          <w:lang w:val="de-DE"/>
        </w:rPr>
        <w:t>, deren Analysefunktionen sich auf Automatisierungssysteme und autonome Arbeitszellen konzentrieren, bietet das neue Factory Cockpit nun einen fabrikweiten Überblick über die wichtigsten Produktionskennzahlen.</w:t>
      </w:r>
    </w:p>
    <w:p w14:paraId="528704CF" w14:textId="7484277D" w:rsidR="000F0410" w:rsidRDefault="000F0410" w:rsidP="000F0410">
      <w:pPr>
        <w:rPr>
          <w:rFonts w:asciiTheme="majorHAnsi" w:hAnsiTheme="majorHAnsi" w:cstheme="majorHAnsi"/>
          <w:lang w:val="de-DE"/>
        </w:rPr>
      </w:pPr>
    </w:p>
    <w:p w14:paraId="429AEA54" w14:textId="77777777" w:rsidR="000F0410" w:rsidRDefault="000F0410" w:rsidP="000F0410">
      <w:pPr>
        <w:rPr>
          <w:rFonts w:asciiTheme="majorHAnsi" w:hAnsiTheme="majorHAnsi" w:cstheme="majorHAnsi"/>
          <w:lang w:val="de-DE"/>
        </w:rPr>
      </w:pPr>
      <w:proofErr w:type="spellStart"/>
      <w:r w:rsidRPr="000F0410">
        <w:rPr>
          <w:rFonts w:asciiTheme="majorHAnsi" w:hAnsiTheme="majorHAnsi" w:cstheme="majorHAnsi"/>
          <w:b/>
          <w:bCs/>
          <w:lang w:val="de-DE"/>
        </w:rPr>
        <w:t>myFastems</w:t>
      </w:r>
      <w:proofErr w:type="spellEnd"/>
      <w:r w:rsidRPr="000F0410">
        <w:rPr>
          <w:rFonts w:asciiTheme="majorHAnsi" w:hAnsiTheme="majorHAnsi" w:cstheme="majorHAnsi"/>
          <w:b/>
          <w:bCs/>
          <w:lang w:val="de-DE"/>
        </w:rPr>
        <w:t>: Rund um die Uhr produktionsbereit</w:t>
      </w:r>
      <w:r>
        <w:rPr>
          <w:rFonts w:asciiTheme="majorHAnsi" w:hAnsiTheme="majorHAnsi" w:cstheme="majorHAnsi"/>
          <w:b/>
          <w:bCs/>
          <w:lang w:val="de-DE"/>
        </w:rPr>
        <w:br/>
      </w:r>
      <w:r w:rsidRPr="00224DCB">
        <w:rPr>
          <w:rFonts w:asciiTheme="majorHAnsi" w:hAnsiTheme="majorHAnsi" w:cstheme="majorHAnsi"/>
          <w:lang w:val="de-DE"/>
        </w:rPr>
        <w:t xml:space="preserve">Last, but not least können sich die Besucher auf dem Stand von </w:t>
      </w:r>
      <w:proofErr w:type="spellStart"/>
      <w:r w:rsidRPr="00224DCB">
        <w:rPr>
          <w:rFonts w:asciiTheme="majorHAnsi" w:hAnsiTheme="majorHAnsi" w:cstheme="majorHAnsi"/>
          <w:lang w:val="de-DE"/>
        </w:rPr>
        <w:t>Fastems</w:t>
      </w:r>
      <w:proofErr w:type="spellEnd"/>
      <w:r w:rsidRPr="00224DCB">
        <w:rPr>
          <w:rFonts w:asciiTheme="majorHAnsi" w:hAnsiTheme="majorHAnsi" w:cstheme="majorHAnsi"/>
          <w:lang w:val="de-DE"/>
        </w:rPr>
        <w:t xml:space="preserve"> von den vielfältigen Vorteilen von </w:t>
      </w:r>
      <w:proofErr w:type="spellStart"/>
      <w:r w:rsidRPr="00224DCB">
        <w:rPr>
          <w:rFonts w:asciiTheme="majorHAnsi" w:hAnsiTheme="majorHAnsi" w:cstheme="majorHAnsi"/>
          <w:lang w:val="de-DE"/>
        </w:rPr>
        <w:t>myFastems</w:t>
      </w:r>
      <w:proofErr w:type="spellEnd"/>
      <w:r w:rsidRPr="00224DCB">
        <w:rPr>
          <w:rFonts w:asciiTheme="majorHAnsi" w:hAnsiTheme="majorHAnsi" w:cstheme="majorHAnsi"/>
          <w:lang w:val="de-DE"/>
        </w:rPr>
        <w:t xml:space="preserve"> überzeugen. Das als Software-</w:t>
      </w:r>
      <w:proofErr w:type="spellStart"/>
      <w:r w:rsidRPr="00224DCB">
        <w:rPr>
          <w:rFonts w:asciiTheme="majorHAnsi" w:hAnsiTheme="majorHAnsi" w:cstheme="majorHAnsi"/>
          <w:lang w:val="de-DE"/>
        </w:rPr>
        <w:t>as</w:t>
      </w:r>
      <w:proofErr w:type="spellEnd"/>
      <w:r w:rsidRPr="00224DCB">
        <w:rPr>
          <w:rFonts w:asciiTheme="majorHAnsi" w:hAnsiTheme="majorHAnsi" w:cstheme="majorHAnsi"/>
          <w:lang w:val="de-DE"/>
        </w:rPr>
        <w:t xml:space="preserve">-a-Service (SaaS) angebotene Kundenportal stellt leistungsstarke Werkzeuge zur Verfügung, die Kunden im Sinne einer hohen Verfügbarkeit und Produktivität dabei unterstützen soll, dass ihre Automatisierungslösungen von </w:t>
      </w:r>
      <w:proofErr w:type="spellStart"/>
      <w:r w:rsidRPr="00224DCB">
        <w:rPr>
          <w:rFonts w:asciiTheme="majorHAnsi" w:hAnsiTheme="majorHAnsi" w:cstheme="majorHAnsi"/>
          <w:lang w:val="de-DE"/>
        </w:rPr>
        <w:t>Fastems</w:t>
      </w:r>
      <w:proofErr w:type="spellEnd"/>
      <w:r w:rsidRPr="00224DCB">
        <w:rPr>
          <w:rFonts w:asciiTheme="majorHAnsi" w:hAnsiTheme="majorHAnsi" w:cstheme="majorHAnsi"/>
          <w:lang w:val="de-DE"/>
        </w:rPr>
        <w:t xml:space="preserve"> rund um die Uhr betriebsbereit sind. Mit </w:t>
      </w:r>
      <w:proofErr w:type="spellStart"/>
      <w:r w:rsidRPr="00224DCB">
        <w:rPr>
          <w:rFonts w:asciiTheme="majorHAnsi" w:hAnsiTheme="majorHAnsi" w:cstheme="majorHAnsi"/>
          <w:lang w:val="de-DE"/>
        </w:rPr>
        <w:t>myFastems</w:t>
      </w:r>
      <w:proofErr w:type="spellEnd"/>
      <w:r w:rsidRPr="00224DCB">
        <w:rPr>
          <w:rFonts w:asciiTheme="majorHAnsi" w:hAnsiTheme="majorHAnsi" w:cstheme="majorHAnsi"/>
          <w:lang w:val="de-DE"/>
        </w:rPr>
        <w:t xml:space="preserve"> erhalten Anwender sowohl eine umfassende Systemübersicht und somit mehr Transparenz über die Servicehistorie und den Ersatzteilbedarf ihrer </w:t>
      </w:r>
      <w:proofErr w:type="spellStart"/>
      <w:r w:rsidRPr="00224DCB">
        <w:rPr>
          <w:rFonts w:asciiTheme="majorHAnsi" w:hAnsiTheme="majorHAnsi" w:cstheme="majorHAnsi"/>
          <w:lang w:val="de-DE"/>
        </w:rPr>
        <w:t>Fastems</w:t>
      </w:r>
      <w:proofErr w:type="spellEnd"/>
      <w:r w:rsidRPr="00224DCB">
        <w:rPr>
          <w:rFonts w:asciiTheme="majorHAnsi" w:hAnsiTheme="majorHAnsi" w:cstheme="majorHAnsi"/>
          <w:lang w:val="de-DE"/>
        </w:rPr>
        <w:t xml:space="preserve">-Anlagen, als auch alarmgestützte Anweisungen für Fehlerbehebungen und Supportanfragen. Die Systemübersicht liefert den aktuellen Status der mit </w:t>
      </w:r>
      <w:proofErr w:type="spellStart"/>
      <w:r w:rsidRPr="00224DCB">
        <w:rPr>
          <w:rFonts w:asciiTheme="majorHAnsi" w:hAnsiTheme="majorHAnsi" w:cstheme="majorHAnsi"/>
          <w:lang w:val="de-DE"/>
        </w:rPr>
        <w:t>myFastems</w:t>
      </w:r>
      <w:proofErr w:type="spellEnd"/>
      <w:r w:rsidRPr="00224DCB">
        <w:rPr>
          <w:rFonts w:asciiTheme="majorHAnsi" w:hAnsiTheme="majorHAnsi" w:cstheme="majorHAnsi"/>
          <w:lang w:val="de-DE"/>
        </w:rPr>
        <w:t xml:space="preserve"> verbundenen Anlagen, sodass es für den Anwender einfacher wird, den Überblick über die Produktionsaktivitäten zu behalten und etwaige Probleme rechtzeitig zu lösen.</w:t>
      </w:r>
    </w:p>
    <w:p w14:paraId="48494A0C" w14:textId="640D4004" w:rsidR="000F0410" w:rsidRPr="008368F3" w:rsidRDefault="008368F3" w:rsidP="000F0410">
      <w:pPr>
        <w:spacing w:after="300"/>
        <w:rPr>
          <w:rFonts w:asciiTheme="majorHAnsi" w:hAnsiTheme="majorHAnsi" w:cstheme="majorHAnsi"/>
          <w:b/>
          <w:bCs/>
          <w:lang w:val="de-DE"/>
        </w:rPr>
      </w:pPr>
      <w:r>
        <w:rPr>
          <w:rFonts w:asciiTheme="majorHAnsi" w:hAnsiTheme="majorHAnsi" w:cstheme="majorHAnsi"/>
          <w:b/>
          <w:bCs/>
          <w:noProof/>
          <w:lang w:val="de-DE"/>
        </w:rPr>
        <w:lastRenderedPageBreak/>
        <w:drawing>
          <wp:inline distT="0" distB="0" distL="0" distR="0" wp14:anchorId="630DD437" wp14:editId="58B39699">
            <wp:extent cx="5939790" cy="3920490"/>
            <wp:effectExtent l="0" t="0" r="3810" b="3810"/>
            <wp:docPr id="931235448" name="Grafik 1" descr="Ein Bild, das Im Haus, Stahl, Bautechnik,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235448" name="Grafik 1" descr="Ein Bild, das Im Haus, Stahl, Bautechnik, Gebäud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6805" cy="3925120"/>
                    </a:xfrm>
                    <a:prstGeom prst="rect">
                      <a:avLst/>
                    </a:prstGeom>
                  </pic:spPr>
                </pic:pic>
              </a:graphicData>
            </a:graphic>
          </wp:inline>
        </w:drawing>
      </w:r>
      <w:r>
        <w:rPr>
          <w:rFonts w:asciiTheme="majorHAnsi" w:hAnsiTheme="majorHAnsi" w:cstheme="majorHAnsi"/>
          <w:b/>
          <w:bCs/>
          <w:lang w:val="de-DE"/>
        </w:rPr>
        <w:br/>
      </w:r>
      <w:r>
        <w:rPr>
          <w:rFonts w:asciiTheme="majorHAnsi" w:hAnsiTheme="majorHAnsi" w:cstheme="majorHAnsi"/>
          <w:lang w:val="de-DE"/>
        </w:rPr>
        <w:br/>
      </w:r>
      <w:proofErr w:type="spellStart"/>
      <w:r>
        <w:rPr>
          <w:rFonts w:asciiTheme="majorHAnsi" w:hAnsiTheme="majorHAnsi" w:cstheme="majorHAnsi"/>
          <w:lang w:val="de-DE"/>
        </w:rPr>
        <w:t>F</w:t>
      </w:r>
      <w:r w:rsidR="003137DA">
        <w:rPr>
          <w:rFonts w:asciiTheme="majorHAnsi" w:hAnsiTheme="majorHAnsi" w:cstheme="majorHAnsi"/>
          <w:lang w:val="de-DE"/>
        </w:rPr>
        <w:t>astems</w:t>
      </w:r>
      <w:proofErr w:type="spellEnd"/>
      <w:r w:rsidR="003137DA">
        <w:rPr>
          <w:rFonts w:asciiTheme="majorHAnsi" w:hAnsiTheme="majorHAnsi" w:cstheme="majorHAnsi"/>
          <w:lang w:val="de-DE"/>
        </w:rPr>
        <w:t xml:space="preserve"> präsentiert während der EMO </w:t>
      </w:r>
      <w:r w:rsidR="00E71185">
        <w:rPr>
          <w:rFonts w:asciiTheme="majorHAnsi" w:hAnsiTheme="majorHAnsi" w:cstheme="majorHAnsi"/>
          <w:lang w:val="de-DE"/>
        </w:rPr>
        <w:t>eine Reihe an innovativen Automatisierungs- und Digitalisierungslösungen für die High-Mix-Fertigung</w:t>
      </w:r>
      <w:r w:rsidR="00D0685D">
        <w:rPr>
          <w:rFonts w:asciiTheme="majorHAnsi" w:hAnsiTheme="majorHAnsi" w:cstheme="majorHAnsi"/>
          <w:lang w:val="de-DE"/>
        </w:rPr>
        <w:t>.</w:t>
      </w:r>
      <w:r>
        <w:rPr>
          <w:rFonts w:asciiTheme="majorHAnsi" w:hAnsiTheme="majorHAnsi" w:cstheme="majorHAnsi"/>
          <w:lang w:val="de-DE"/>
        </w:rPr>
        <w:t xml:space="preserve"> </w:t>
      </w:r>
      <w:r w:rsidR="000F0410" w:rsidRPr="00D21248">
        <w:rPr>
          <w:rFonts w:asciiTheme="majorHAnsi" w:hAnsiTheme="majorHAnsi" w:cstheme="majorHAnsi"/>
          <w:lang w:val="de-DE"/>
        </w:rPr>
        <w:t xml:space="preserve">(Bild: </w:t>
      </w:r>
      <w:proofErr w:type="spellStart"/>
      <w:r w:rsidR="000F0410" w:rsidRPr="00D21248">
        <w:rPr>
          <w:rFonts w:asciiTheme="majorHAnsi" w:hAnsiTheme="majorHAnsi" w:cstheme="majorHAnsi"/>
          <w:lang w:val="de-DE"/>
        </w:rPr>
        <w:t>Fastems</w:t>
      </w:r>
      <w:proofErr w:type="spellEnd"/>
      <w:r w:rsidR="000F0410">
        <w:rPr>
          <w:rFonts w:asciiTheme="majorHAnsi" w:hAnsiTheme="majorHAnsi" w:cstheme="majorHAnsi"/>
          <w:lang w:val="de-DE"/>
        </w:rPr>
        <w:t xml:space="preserve"> Oy AB</w:t>
      </w:r>
      <w:r w:rsidR="000F0410" w:rsidRPr="00D21248">
        <w:rPr>
          <w:rFonts w:asciiTheme="majorHAnsi" w:hAnsiTheme="majorHAnsi" w:cstheme="majorHAnsi"/>
          <w:lang w:val="de-DE"/>
        </w:rPr>
        <w:t>)</w:t>
      </w:r>
    </w:p>
    <w:p w14:paraId="541925A6" w14:textId="197DEB5E" w:rsidR="00C82A85" w:rsidRPr="00C82A85" w:rsidRDefault="00C82A85" w:rsidP="00174031">
      <w:pPr>
        <w:spacing w:after="300"/>
        <w:rPr>
          <w:rFonts w:asciiTheme="majorHAnsi" w:hAnsiTheme="majorHAnsi" w:cstheme="majorHAnsi"/>
          <w:b/>
          <w:bCs/>
          <w:lang w:val="de-DE"/>
        </w:rPr>
      </w:pPr>
      <w:proofErr w:type="spellStart"/>
      <w:r w:rsidRPr="00C82A85">
        <w:rPr>
          <w:rFonts w:asciiTheme="majorHAnsi" w:hAnsiTheme="majorHAnsi" w:cstheme="majorHAnsi"/>
          <w:b/>
          <w:bCs/>
          <w:lang w:val="de-DE"/>
        </w:rPr>
        <w:t>Fastems</w:t>
      </w:r>
      <w:proofErr w:type="spellEnd"/>
      <w:r w:rsidRPr="00C82A85">
        <w:rPr>
          <w:rFonts w:asciiTheme="majorHAnsi" w:hAnsiTheme="majorHAnsi" w:cstheme="majorHAnsi"/>
          <w:b/>
          <w:bCs/>
          <w:lang w:val="de-DE"/>
        </w:rPr>
        <w:t xml:space="preserve"> auf der </w:t>
      </w:r>
      <w:r w:rsidR="000F0410">
        <w:rPr>
          <w:rFonts w:asciiTheme="majorHAnsi" w:hAnsiTheme="majorHAnsi" w:cstheme="majorHAnsi"/>
          <w:b/>
          <w:bCs/>
          <w:lang w:val="de-DE"/>
        </w:rPr>
        <w:t>EMO:</w:t>
      </w:r>
      <w:r w:rsidRPr="00C82A85">
        <w:rPr>
          <w:rFonts w:asciiTheme="majorHAnsi" w:hAnsiTheme="majorHAnsi" w:cstheme="majorHAnsi"/>
          <w:b/>
          <w:bCs/>
          <w:lang w:val="de-DE"/>
        </w:rPr>
        <w:t xml:space="preserve"> Halle 1</w:t>
      </w:r>
      <w:r w:rsidR="000F0410">
        <w:rPr>
          <w:rFonts w:asciiTheme="majorHAnsi" w:hAnsiTheme="majorHAnsi" w:cstheme="majorHAnsi"/>
          <w:b/>
          <w:bCs/>
          <w:lang w:val="de-DE"/>
        </w:rPr>
        <w:t>2</w:t>
      </w:r>
      <w:r w:rsidRPr="00C82A85">
        <w:rPr>
          <w:rFonts w:asciiTheme="majorHAnsi" w:hAnsiTheme="majorHAnsi" w:cstheme="majorHAnsi"/>
          <w:b/>
          <w:bCs/>
          <w:lang w:val="de-DE"/>
        </w:rPr>
        <w:t xml:space="preserve">, Stand </w:t>
      </w:r>
      <w:r w:rsidR="008261C3">
        <w:rPr>
          <w:rFonts w:asciiTheme="majorHAnsi" w:hAnsiTheme="majorHAnsi" w:cstheme="majorHAnsi"/>
          <w:b/>
          <w:bCs/>
          <w:lang w:val="de-DE"/>
        </w:rPr>
        <w:t>D</w:t>
      </w:r>
      <w:r w:rsidR="000F0410">
        <w:rPr>
          <w:rFonts w:asciiTheme="majorHAnsi" w:hAnsiTheme="majorHAnsi" w:cstheme="majorHAnsi"/>
          <w:b/>
          <w:bCs/>
          <w:lang w:val="de-DE"/>
        </w:rPr>
        <w:t>6</w:t>
      </w:r>
      <w:r w:rsidR="00844C46">
        <w:rPr>
          <w:rFonts w:asciiTheme="majorHAnsi" w:hAnsiTheme="majorHAnsi" w:cstheme="majorHAnsi"/>
          <w:b/>
          <w:bCs/>
          <w:lang w:val="de-DE"/>
        </w:rPr>
        <w:t>7</w:t>
      </w:r>
    </w:p>
    <w:p w14:paraId="004448DC" w14:textId="77777777" w:rsidR="000C3C3C" w:rsidRDefault="000C3C3C">
      <w:pPr>
        <w:rPr>
          <w:rFonts w:asciiTheme="majorHAnsi" w:hAnsiTheme="majorHAnsi" w:cstheme="majorHAnsi"/>
          <w:lang w:val="de-DE"/>
        </w:rPr>
      </w:pPr>
      <w:r>
        <w:rPr>
          <w:rFonts w:asciiTheme="majorHAnsi" w:hAnsiTheme="majorHAnsi" w:cstheme="majorHAnsi"/>
          <w:lang w:val="de-DE"/>
        </w:rPr>
        <w:br w:type="page"/>
      </w:r>
    </w:p>
    <w:p w14:paraId="60B607F8" w14:textId="56ABC3BD" w:rsidR="00061202" w:rsidRPr="00D21248" w:rsidRDefault="00061202" w:rsidP="00061202">
      <w:pPr>
        <w:rPr>
          <w:color w:val="000000"/>
          <w:lang w:val="de-DE"/>
        </w:rPr>
      </w:pPr>
      <w:r w:rsidRPr="00D21248">
        <w:rPr>
          <w:color w:val="000000"/>
          <w:lang w:val="de-DE"/>
        </w:rPr>
        <w:lastRenderedPageBreak/>
        <w:t xml:space="preserve">Über </w:t>
      </w:r>
      <w:proofErr w:type="spellStart"/>
      <w:r w:rsidRPr="00D21248">
        <w:rPr>
          <w:color w:val="000000"/>
          <w:lang w:val="de-DE"/>
        </w:rPr>
        <w:t>Fastems</w:t>
      </w:r>
      <w:proofErr w:type="spellEnd"/>
      <w:r w:rsidRPr="00D21248">
        <w:rPr>
          <w:color w:val="000000"/>
          <w:lang w:val="de-DE"/>
        </w:rPr>
        <w:t xml:space="preserve">  </w:t>
      </w:r>
      <w:hyperlink r:id="rId13" w:tgtFrame="_blank" w:history="1">
        <w:r w:rsidRPr="00D21248">
          <w:rPr>
            <w:rStyle w:val="hyperlinkchar"/>
            <w:color w:val="005AE6"/>
            <w:u w:val="single"/>
            <w:lang w:val="de-DE"/>
          </w:rPr>
          <w:t>http://www.fastems.com/</w:t>
        </w:r>
      </w:hyperlink>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w:t>
      </w:r>
      <w:proofErr w:type="spellStart"/>
      <w:r w:rsidRPr="003D2D5E">
        <w:rPr>
          <w:rFonts w:asciiTheme="majorHAnsi" w:hAnsiTheme="majorHAnsi" w:cstheme="majorHAnsi"/>
        </w:rPr>
        <w:t>Fastems</w:t>
      </w:r>
      <w:proofErr w:type="spellEnd"/>
      <w:r w:rsidRPr="003D2D5E">
        <w:rPr>
          <w:rFonts w:asciiTheme="majorHAnsi" w:hAnsiTheme="majorHAnsi" w:cstheme="majorHAnsi"/>
        </w:rPr>
        <w:t xml:space="preserve"> liefert intelligente Lösungen für die Fabrikautomatisierung in der metallverarbeitenden Industrie. </w:t>
      </w:r>
      <w:proofErr w:type="spellStart"/>
      <w:r w:rsidRPr="003D2D5E">
        <w:rPr>
          <w:rFonts w:asciiTheme="majorHAnsi" w:hAnsiTheme="majorHAnsi" w:cstheme="majorHAnsi"/>
        </w:rPr>
        <w:t>Fastems</w:t>
      </w:r>
      <w:proofErr w:type="spellEnd"/>
      <w:r w:rsidRPr="003D2D5E">
        <w:rPr>
          <w:rFonts w:asciiTheme="majorHAnsi" w:hAnsiTheme="majorHAnsi" w:cstheme="majorHAnsi"/>
        </w:rPr>
        <w:t xml:space="preserve">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77777777" w:rsidR="003D2D5E" w:rsidRPr="003D2D5E" w:rsidRDefault="003D2D5E" w:rsidP="003D2D5E">
      <w:pPr>
        <w:pStyle w:val="AbsatzohneAbstandnach"/>
        <w:spacing w:line="240" w:lineRule="auto"/>
        <w:rPr>
          <w:rFonts w:asciiTheme="majorHAnsi" w:hAnsiTheme="majorHAnsi" w:cstheme="majorHAnsi"/>
        </w:rPr>
      </w:pPr>
      <w:proofErr w:type="spellStart"/>
      <w:r w:rsidRPr="003D2D5E">
        <w:rPr>
          <w:rFonts w:asciiTheme="majorHAnsi" w:hAnsiTheme="majorHAnsi" w:cstheme="majorHAnsi"/>
        </w:rPr>
        <w:t>Fastems</w:t>
      </w:r>
      <w:proofErr w:type="spellEnd"/>
      <w:r w:rsidRPr="003D2D5E">
        <w:rPr>
          <w:rFonts w:asciiTheme="majorHAnsi" w:hAnsiTheme="majorHAnsi" w:cstheme="majorHAnsi"/>
        </w:rPr>
        <w:t xml:space="preserve"> hat seinen Hauptsitz in Tampere (Finnland). Mit seinem Fertigungsstandort in Finnland sowie einer globalen Verkaufs- und Serviceorganisation hat das Unternehmen bisher über 4.000 Systeme an seine Hauptmärkte in Europa, Nordamerika und Asien geliefert und installiert. Im Jahr 2019 betrug der Umsatz des Unternehmen</w:t>
      </w:r>
      <w:r>
        <w:rPr>
          <w:rFonts w:asciiTheme="majorHAnsi" w:hAnsiTheme="majorHAnsi" w:cstheme="majorHAnsi"/>
        </w:rPr>
        <w:t>s</w:t>
      </w:r>
      <w:r w:rsidRPr="003D2D5E">
        <w:rPr>
          <w:rFonts w:asciiTheme="majorHAnsi" w:hAnsiTheme="majorHAnsi" w:cstheme="majorHAnsi"/>
        </w:rPr>
        <w:t xml:space="preserve"> mit weltweit rund 450 Mitarbeitern über 100 Mio. EUR.</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Maike </w:t>
      </w:r>
      <w:proofErr w:type="spellStart"/>
      <w:r w:rsidRPr="003D2D5E">
        <w:rPr>
          <w:rFonts w:asciiTheme="majorHAnsi" w:hAnsiTheme="majorHAnsi" w:cstheme="majorHAnsi"/>
          <w:color w:val="000000"/>
          <w:lang w:val="de-DE"/>
        </w:rPr>
        <w:t>Teuwsen</w:t>
      </w:r>
      <w:proofErr w:type="spellEnd"/>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77777777" w:rsidR="00606A95" w:rsidRPr="003D2D5E" w:rsidRDefault="00606A95" w:rsidP="003D2D5E">
      <w:pPr>
        <w:rPr>
          <w:rFonts w:asciiTheme="majorHAnsi" w:hAnsiTheme="majorHAnsi" w:cstheme="majorHAnsi"/>
          <w:color w:val="000000"/>
          <w:lang w:val="de-DE"/>
        </w:rPr>
      </w:pPr>
      <w:proofErr w:type="spellStart"/>
      <w:r w:rsidRPr="003D2D5E">
        <w:rPr>
          <w:rFonts w:asciiTheme="majorHAnsi" w:hAnsiTheme="majorHAnsi" w:cstheme="majorHAnsi"/>
          <w:color w:val="000000"/>
          <w:lang w:val="de-DE"/>
        </w:rPr>
        <w:t>E-mail</w:t>
      </w:r>
      <w:proofErr w:type="spellEnd"/>
      <w:r w:rsidRPr="003D2D5E">
        <w:rPr>
          <w:rFonts w:asciiTheme="majorHAnsi" w:hAnsiTheme="majorHAnsi" w:cstheme="majorHAnsi"/>
          <w:color w:val="000000"/>
          <w:lang w:val="de-DE"/>
        </w:rPr>
        <w:t xml:space="preserve">: </w:t>
      </w:r>
      <w:r w:rsidR="00120A71" w:rsidRPr="003D2D5E">
        <w:rPr>
          <w:rFonts w:asciiTheme="majorHAnsi" w:hAnsiTheme="majorHAnsi" w:cstheme="majorHAnsi"/>
          <w:color w:val="000000"/>
          <w:lang w:val="de-DE"/>
        </w:rPr>
        <w:t>maike</w:t>
      </w:r>
      <w:r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Pr="003D2D5E">
        <w:rPr>
          <w:rFonts w:asciiTheme="majorHAnsi" w:hAnsiTheme="majorHAnsi" w:cstheme="majorHAnsi"/>
          <w:color w:val="000000"/>
          <w:lang w:val="de-DE"/>
        </w:rPr>
        <w:t>@fastems.com</w:t>
      </w:r>
    </w:p>
    <w:sectPr w:rsidR="00606A95" w:rsidRPr="003D2D5E" w:rsidSect="00DE2EB5">
      <w:headerReference w:type="default" r:id="rId14"/>
      <w:footerReference w:type="default" r:id="rId15"/>
      <w:headerReference w:type="first" r:id="rId16"/>
      <w:footerReference w:type="first" r:id="rId17"/>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84A37" w14:textId="77777777" w:rsidR="00C25ABB" w:rsidRDefault="00C25ABB" w:rsidP="001C44B3">
      <w:r>
        <w:separator/>
      </w:r>
    </w:p>
  </w:endnote>
  <w:endnote w:type="continuationSeparator" w:id="0">
    <w:p w14:paraId="51A15D5E" w14:textId="77777777" w:rsidR="00C25ABB" w:rsidRDefault="00C25ABB"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8368F3"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proofErr w:type="spellStart"/>
          <w:r w:rsidRPr="00183099">
            <w:rPr>
              <w:b/>
              <w:lang w:val="de-DE"/>
            </w:rPr>
            <w:t>Fastems</w:t>
          </w:r>
          <w:proofErr w:type="spellEnd"/>
          <w:r w:rsidRPr="00183099">
            <w:rPr>
              <w:b/>
              <w:lang w:val="de-DE"/>
            </w:rPr>
            <w:t xml:space="preserve">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4AF87D4A" w14:textId="77777777" w:rsidR="00061202" w:rsidRPr="00FF2F2F" w:rsidRDefault="00061202" w:rsidP="00FF2F2F">
          <w:pPr>
            <w:pStyle w:val="Fuzeile"/>
            <w:rPr>
              <w:lang w:val="de-DE"/>
            </w:rPr>
          </w:pPr>
          <w:r w:rsidRPr="00FF2F2F">
            <w:rPr>
              <w:lang w:val="de-DE"/>
            </w:rPr>
            <w:t>F:  +49 7161 963 8049</w:t>
          </w:r>
        </w:p>
        <w:p w14:paraId="39EB4DA9" w14:textId="77777777" w:rsidR="00061202" w:rsidRPr="00FF2F2F" w:rsidRDefault="00061202" w:rsidP="00FF2F2F">
          <w:pPr>
            <w:pStyle w:val="Fuzeile"/>
            <w:rPr>
              <w:lang w:val="de-DE"/>
            </w:rPr>
          </w:pPr>
          <w:r>
            <w:rPr>
              <w:lang w:val="de-DE"/>
            </w:rPr>
            <w:t>info.fastems</w:t>
          </w:r>
          <w:r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77777777" w:rsidR="00061202" w:rsidRPr="00FF2F2F" w:rsidRDefault="00061202" w:rsidP="00FF2F2F">
          <w:pPr>
            <w:pStyle w:val="Fuzeile"/>
            <w:rPr>
              <w:lang w:val="de-DE"/>
            </w:rPr>
          </w:pPr>
          <w:r w:rsidRPr="00FF2F2F">
            <w:rPr>
              <w:lang w:val="de-DE"/>
            </w:rPr>
            <w:t xml:space="preserve">Amtsgericht Kleve </w:t>
          </w:r>
        </w:p>
        <w:p w14:paraId="51D59202" w14:textId="77777777" w:rsidR="00061202" w:rsidRPr="00FF2F2F" w:rsidRDefault="00061202" w:rsidP="00FF2F2F">
          <w:pPr>
            <w:pStyle w:val="Fuzeile"/>
            <w:rPr>
              <w:lang w:val="de-DE"/>
            </w:rPr>
          </w:pPr>
          <w:r w:rsidRPr="00FF2F2F">
            <w:rPr>
              <w:lang w:val="de-DE"/>
            </w:rPr>
            <w:t>HRB 12692</w:t>
          </w:r>
        </w:p>
        <w:p w14:paraId="094F39C9" w14:textId="77777777" w:rsidR="00061202" w:rsidRPr="00FF2F2F" w:rsidRDefault="00061202" w:rsidP="00FF2F2F">
          <w:pPr>
            <w:pStyle w:val="Fuzeile"/>
            <w:rPr>
              <w:lang w:val="de-DE"/>
            </w:rPr>
          </w:pPr>
          <w:r w:rsidRPr="00FF2F2F">
            <w:rPr>
              <w:lang w:val="de-DE"/>
            </w:rPr>
            <w:t>Geschäftsführer:</w:t>
          </w:r>
        </w:p>
        <w:p w14:paraId="3F688C71" w14:textId="3EDE47EA" w:rsidR="00061202" w:rsidRDefault="00061202" w:rsidP="00FF2F2F">
          <w:pPr>
            <w:pStyle w:val="Fuzeile"/>
            <w:rPr>
              <w:lang w:val="de-DE"/>
            </w:rPr>
          </w:pPr>
          <w:r w:rsidRPr="00FF2F2F">
            <w:rPr>
              <w:lang w:val="de-DE"/>
            </w:rPr>
            <w:t xml:space="preserve">Heikki </w:t>
          </w:r>
          <w:proofErr w:type="spellStart"/>
          <w:r w:rsidRPr="00FF2F2F">
            <w:rPr>
              <w:lang w:val="de-DE"/>
            </w:rPr>
            <w:t>Hallila</w:t>
          </w:r>
          <w:proofErr w:type="spellEnd"/>
          <w:r w:rsidR="000E71E0">
            <w:rPr>
              <w:lang w:val="de-DE"/>
            </w:rPr>
            <w:br/>
            <w:t>Stefan Becker</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r w:rsidRPr="00FF2F2F">
            <w:rPr>
              <w:lang w:val="de-DE"/>
            </w:rPr>
            <w:t>Nordea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8368F3" w14:paraId="7C468BDF" w14:textId="77777777" w:rsidTr="00674C91">
      <w:trPr>
        <w:trHeight w:val="230"/>
      </w:trPr>
      <w:tc>
        <w:tcPr>
          <w:tcW w:w="2030" w:type="dxa"/>
        </w:tcPr>
        <w:p w14:paraId="6EC55D54" w14:textId="77777777" w:rsidR="00061202" w:rsidRPr="00183099" w:rsidRDefault="00061202" w:rsidP="00183099">
          <w:pPr>
            <w:pStyle w:val="Fuzeile"/>
            <w:rPr>
              <w:lang w:val="de-DE"/>
            </w:rPr>
          </w:pPr>
          <w:r w:rsidRPr="00183099">
            <w:rPr>
              <w:lang w:val="de-DE"/>
            </w:rPr>
            <w:t>Gewerbering 5</w:t>
          </w:r>
        </w:p>
        <w:p w14:paraId="249A5CA6" w14:textId="77777777" w:rsidR="00061202" w:rsidRPr="00183099" w:rsidRDefault="00061202" w:rsidP="00183099">
          <w:pPr>
            <w:pStyle w:val="Fuzeile"/>
            <w:rPr>
              <w:lang w:val="de-DE"/>
            </w:rPr>
          </w:pPr>
          <w:r w:rsidRPr="00183099">
            <w:rPr>
              <w:lang w:val="de-DE"/>
            </w:rPr>
            <w:t>D-47661 Issum</w:t>
          </w:r>
        </w:p>
        <w:p w14:paraId="50E10CF8" w14:textId="77777777" w:rsidR="00061202" w:rsidRPr="00183099" w:rsidRDefault="00061202" w:rsidP="00183099">
          <w:pPr>
            <w:pStyle w:val="Fuzeile"/>
            <w:rPr>
              <w:lang w:val="de-DE"/>
            </w:rPr>
          </w:pPr>
          <w:r w:rsidRPr="00183099">
            <w:rPr>
              <w:lang w:val="de-DE"/>
            </w:rPr>
            <w:t>T:  +49 2835 9244 0</w:t>
          </w:r>
        </w:p>
        <w:p w14:paraId="64BB5691" w14:textId="77777777" w:rsidR="00061202" w:rsidRPr="00183099" w:rsidRDefault="00061202" w:rsidP="00183099">
          <w:pPr>
            <w:pStyle w:val="Fuzeile"/>
            <w:rPr>
              <w:lang w:val="de-DE"/>
            </w:rPr>
          </w:pPr>
          <w:r w:rsidRPr="00183099">
            <w:rPr>
              <w:lang w:val="de-DE"/>
            </w:rPr>
            <w:t>F:  +49 2835 9244 444</w:t>
          </w:r>
        </w:p>
        <w:p w14:paraId="01F4D5AA"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8B59E32"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5A82A9EC" w14:textId="77777777" w:rsidR="00061202" w:rsidRPr="00ED7B7B" w:rsidRDefault="00061202" w:rsidP="00ED7B7B">
          <w:pPr>
            <w:pStyle w:val="Fuzeile"/>
            <w:rPr>
              <w:lang w:val="de-DE"/>
            </w:rPr>
          </w:pPr>
        </w:p>
      </w:tc>
      <w:tc>
        <w:tcPr>
          <w:tcW w:w="1866" w:type="dxa"/>
          <w:vMerge/>
        </w:tcPr>
        <w:p w14:paraId="61BDB7B2" w14:textId="77777777" w:rsidR="00061202" w:rsidRPr="00ED7B7B" w:rsidRDefault="00061202" w:rsidP="00ED7B7B">
          <w:pPr>
            <w:pStyle w:val="Fuzeile"/>
            <w:rPr>
              <w:lang w:val="de-DE"/>
            </w:rPr>
          </w:pPr>
        </w:p>
      </w:tc>
      <w:tc>
        <w:tcPr>
          <w:tcW w:w="1468" w:type="dxa"/>
          <w:vMerge/>
        </w:tcPr>
        <w:p w14:paraId="463D1642" w14:textId="77777777" w:rsidR="00061202" w:rsidRPr="00ED7B7B" w:rsidRDefault="00061202" w:rsidP="00ED7B7B">
          <w:pPr>
            <w:rPr>
              <w:lang w:val="de-DE"/>
            </w:rPr>
          </w:pPr>
        </w:p>
      </w:tc>
      <w:tc>
        <w:tcPr>
          <w:tcW w:w="2264" w:type="dxa"/>
          <w:vMerge/>
        </w:tcPr>
        <w:p w14:paraId="308BBFB7" w14:textId="77777777" w:rsidR="00061202" w:rsidRPr="00ED7B7B" w:rsidRDefault="00061202" w:rsidP="00ED7B7B">
          <w:pPr>
            <w:rPr>
              <w:lang w:val="de-DE"/>
            </w:rPr>
          </w:pPr>
        </w:p>
      </w:tc>
    </w:tr>
  </w:tbl>
  <w:p w14:paraId="3970D349" w14:textId="77777777"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8368F3"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proofErr w:type="spellStart"/>
          <w:r w:rsidRPr="00183099">
            <w:rPr>
              <w:b/>
              <w:lang w:val="de-DE"/>
            </w:rPr>
            <w:t>Fastems</w:t>
          </w:r>
          <w:proofErr w:type="spellEnd"/>
          <w:r w:rsidRPr="00183099">
            <w:rPr>
              <w:b/>
              <w:lang w:val="de-DE"/>
            </w:rPr>
            <w:t xml:space="preserve">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99, Rue de Gerland</w:t>
          </w:r>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 xml:space="preserve">Heikki </w:t>
          </w:r>
          <w:proofErr w:type="spellStart"/>
          <w:r w:rsidRPr="00FF2F2F">
            <w:rPr>
              <w:lang w:val="de-DE"/>
            </w:rPr>
            <w:t>Hallila</w:t>
          </w:r>
          <w:proofErr w:type="spellEnd"/>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r w:rsidRPr="00FF2F2F">
            <w:rPr>
              <w:lang w:val="de-DE"/>
            </w:rPr>
            <w:t>Nordea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8368F3"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B7CD0" w14:textId="77777777" w:rsidR="00C25ABB" w:rsidRDefault="00C25ABB" w:rsidP="001C44B3">
      <w:r>
        <w:separator/>
      </w:r>
    </w:p>
  </w:footnote>
  <w:footnote w:type="continuationSeparator" w:id="0">
    <w:p w14:paraId="21486817" w14:textId="77777777" w:rsidR="00C25ABB" w:rsidRDefault="00C25ABB"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3-06-09T00:00:00Z">
            <w:dateFormat w:val="d.M.yyyy"/>
            <w:lid w:val="fi-FI"/>
            <w:storeMappedDataAs w:val="dateTime"/>
            <w:calendar w:val="gregorian"/>
          </w:date>
        </w:sdtPr>
        <w:sdtContent>
          <w:tc>
            <w:tcPr>
              <w:tcW w:w="3219" w:type="dxa"/>
            </w:tcPr>
            <w:p w14:paraId="4D09DD22" w14:textId="0C6B24DA" w:rsidR="00270F49" w:rsidRDefault="008368F3" w:rsidP="00701680">
              <w:pPr>
                <w:pStyle w:val="Kopfzeile"/>
                <w:jc w:val="right"/>
              </w:pPr>
              <w:r>
                <w:rPr>
                  <w:lang w:val="fi-FI"/>
                </w:rPr>
                <w:t>9.6.2023</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3-06-09T00:00:00Z">
            <w:dateFormat w:val="d.M.yyyy"/>
            <w:lid w:val="fi-FI"/>
            <w:storeMappedDataAs w:val="dateTime"/>
            <w:calendar w:val="gregorian"/>
          </w:date>
        </w:sdtPr>
        <w:sdtContent>
          <w:tc>
            <w:tcPr>
              <w:tcW w:w="3219" w:type="dxa"/>
            </w:tcPr>
            <w:p w14:paraId="7990D5DA" w14:textId="6DDB700C" w:rsidR="00DE2EB5" w:rsidRDefault="008368F3" w:rsidP="00E22FAC">
              <w:pPr>
                <w:pStyle w:val="Kopfzeile"/>
                <w:jc w:val="right"/>
              </w:pPr>
              <w:r>
                <w:rPr>
                  <w:lang w:val="fi-FI"/>
                </w:rPr>
                <w:t>9.6.2023</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C5CCB"/>
    <w:multiLevelType w:val="hybridMultilevel"/>
    <w:tmpl w:val="66624700"/>
    <w:lvl w:ilvl="0" w:tplc="CBC00C4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4"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5" w15:restartNumberingAfterBreak="0">
    <w:nsid w:val="10BC1C7C"/>
    <w:multiLevelType w:val="multilevel"/>
    <w:tmpl w:val="99C48C2E"/>
    <w:numStyleLink w:val="Bulletlist"/>
  </w:abstractNum>
  <w:abstractNum w:abstractNumId="6"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7"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915675"/>
    <w:multiLevelType w:val="multilevel"/>
    <w:tmpl w:val="03D8B05C"/>
    <w:numStyleLink w:val="Numberlist"/>
  </w:abstractNum>
  <w:abstractNum w:abstractNumId="9"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2127D"/>
    <w:multiLevelType w:val="multilevel"/>
    <w:tmpl w:val="0EC020C8"/>
    <w:numStyleLink w:val="Headingnumbers"/>
  </w:abstractNum>
  <w:num w:numId="1" w16cid:durableId="1323044226">
    <w:abstractNumId w:val="1"/>
  </w:num>
  <w:num w:numId="2" w16cid:durableId="3825455">
    <w:abstractNumId w:val="0"/>
  </w:num>
  <w:num w:numId="3" w16cid:durableId="446972190">
    <w:abstractNumId w:val="6"/>
  </w:num>
  <w:num w:numId="4" w16cid:durableId="504052094">
    <w:abstractNumId w:val="5"/>
  </w:num>
  <w:num w:numId="5" w16cid:durableId="349071905">
    <w:abstractNumId w:val="4"/>
  </w:num>
  <w:num w:numId="6" w16cid:durableId="721638760">
    <w:abstractNumId w:val="8"/>
  </w:num>
  <w:num w:numId="7" w16cid:durableId="1400589911">
    <w:abstractNumId w:val="9"/>
  </w:num>
  <w:num w:numId="8" w16cid:durableId="462575705">
    <w:abstractNumId w:val="3"/>
  </w:num>
  <w:num w:numId="9" w16cid:durableId="1364862345">
    <w:abstractNumId w:val="10"/>
  </w:num>
  <w:num w:numId="10" w16cid:durableId="1664897268">
    <w:abstractNumId w:val="7"/>
  </w:num>
  <w:num w:numId="11" w16cid:durableId="1555658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1"/>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0CD1"/>
    <w:rsid w:val="000038D2"/>
    <w:rsid w:val="0000589D"/>
    <w:rsid w:val="000219D2"/>
    <w:rsid w:val="00021AA0"/>
    <w:rsid w:val="00026FCE"/>
    <w:rsid w:val="00037859"/>
    <w:rsid w:val="000400FF"/>
    <w:rsid w:val="00041D96"/>
    <w:rsid w:val="000450BB"/>
    <w:rsid w:val="00046926"/>
    <w:rsid w:val="00046987"/>
    <w:rsid w:val="000543E9"/>
    <w:rsid w:val="00060459"/>
    <w:rsid w:val="00061202"/>
    <w:rsid w:val="00065C5C"/>
    <w:rsid w:val="00067594"/>
    <w:rsid w:val="00070CFA"/>
    <w:rsid w:val="00080D94"/>
    <w:rsid w:val="00082DED"/>
    <w:rsid w:val="00083593"/>
    <w:rsid w:val="000836B0"/>
    <w:rsid w:val="00086F02"/>
    <w:rsid w:val="000968BF"/>
    <w:rsid w:val="000A10E6"/>
    <w:rsid w:val="000B0C4F"/>
    <w:rsid w:val="000B4843"/>
    <w:rsid w:val="000B4D83"/>
    <w:rsid w:val="000C3708"/>
    <w:rsid w:val="000C3C3C"/>
    <w:rsid w:val="000C6CC8"/>
    <w:rsid w:val="000C7E4A"/>
    <w:rsid w:val="000D5719"/>
    <w:rsid w:val="000E1F7B"/>
    <w:rsid w:val="000E22B6"/>
    <w:rsid w:val="000E71E0"/>
    <w:rsid w:val="000F0410"/>
    <w:rsid w:val="000F4E8A"/>
    <w:rsid w:val="00111E37"/>
    <w:rsid w:val="00113188"/>
    <w:rsid w:val="0011580F"/>
    <w:rsid w:val="00120A71"/>
    <w:rsid w:val="00132D12"/>
    <w:rsid w:val="0013721A"/>
    <w:rsid w:val="0013748C"/>
    <w:rsid w:val="0014005A"/>
    <w:rsid w:val="00141689"/>
    <w:rsid w:val="00142763"/>
    <w:rsid w:val="00145D96"/>
    <w:rsid w:val="00146BCF"/>
    <w:rsid w:val="00147E54"/>
    <w:rsid w:val="001650ED"/>
    <w:rsid w:val="00174031"/>
    <w:rsid w:val="0017423B"/>
    <w:rsid w:val="001747CF"/>
    <w:rsid w:val="001768C8"/>
    <w:rsid w:val="00177BCB"/>
    <w:rsid w:val="0018279A"/>
    <w:rsid w:val="00183F07"/>
    <w:rsid w:val="00185476"/>
    <w:rsid w:val="001876A8"/>
    <w:rsid w:val="0019037B"/>
    <w:rsid w:val="001913B2"/>
    <w:rsid w:val="00191EA4"/>
    <w:rsid w:val="00195EF7"/>
    <w:rsid w:val="001A246F"/>
    <w:rsid w:val="001A72B8"/>
    <w:rsid w:val="001C0EC8"/>
    <w:rsid w:val="001C44B3"/>
    <w:rsid w:val="001C45F8"/>
    <w:rsid w:val="001D1277"/>
    <w:rsid w:val="001D6D56"/>
    <w:rsid w:val="001E3ECA"/>
    <w:rsid w:val="001F3711"/>
    <w:rsid w:val="001F5AAD"/>
    <w:rsid w:val="001F5B62"/>
    <w:rsid w:val="001F6A5E"/>
    <w:rsid w:val="00207899"/>
    <w:rsid w:val="0021070D"/>
    <w:rsid w:val="00212FB6"/>
    <w:rsid w:val="00213DF2"/>
    <w:rsid w:val="00224011"/>
    <w:rsid w:val="002248BE"/>
    <w:rsid w:val="00234BFB"/>
    <w:rsid w:val="0023525D"/>
    <w:rsid w:val="00235DD8"/>
    <w:rsid w:val="00240950"/>
    <w:rsid w:val="00256DB9"/>
    <w:rsid w:val="002570C7"/>
    <w:rsid w:val="00260132"/>
    <w:rsid w:val="002615AD"/>
    <w:rsid w:val="00270F49"/>
    <w:rsid w:val="002730BE"/>
    <w:rsid w:val="00273A74"/>
    <w:rsid w:val="0027747B"/>
    <w:rsid w:val="00283B2A"/>
    <w:rsid w:val="002971E8"/>
    <w:rsid w:val="002A37B6"/>
    <w:rsid w:val="002A3E56"/>
    <w:rsid w:val="002A7E43"/>
    <w:rsid w:val="002B3AD8"/>
    <w:rsid w:val="002B7ED3"/>
    <w:rsid w:val="002C143D"/>
    <w:rsid w:val="002C58FE"/>
    <w:rsid w:val="002D1C91"/>
    <w:rsid w:val="002E0746"/>
    <w:rsid w:val="002E0CAA"/>
    <w:rsid w:val="002E421D"/>
    <w:rsid w:val="002E42DD"/>
    <w:rsid w:val="002E5DA3"/>
    <w:rsid w:val="002F0586"/>
    <w:rsid w:val="002F5F9C"/>
    <w:rsid w:val="002F7E44"/>
    <w:rsid w:val="003016C2"/>
    <w:rsid w:val="00303F16"/>
    <w:rsid w:val="00310D40"/>
    <w:rsid w:val="00311CD7"/>
    <w:rsid w:val="003137DA"/>
    <w:rsid w:val="0031779E"/>
    <w:rsid w:val="00322271"/>
    <w:rsid w:val="0032455E"/>
    <w:rsid w:val="003259A4"/>
    <w:rsid w:val="003268E1"/>
    <w:rsid w:val="00337250"/>
    <w:rsid w:val="00340439"/>
    <w:rsid w:val="00340FE4"/>
    <w:rsid w:val="00343B82"/>
    <w:rsid w:val="00346111"/>
    <w:rsid w:val="00346893"/>
    <w:rsid w:val="00354C20"/>
    <w:rsid w:val="003554B8"/>
    <w:rsid w:val="003575F7"/>
    <w:rsid w:val="00364AA5"/>
    <w:rsid w:val="00365206"/>
    <w:rsid w:val="003724CA"/>
    <w:rsid w:val="003739FC"/>
    <w:rsid w:val="00374CFF"/>
    <w:rsid w:val="00380B79"/>
    <w:rsid w:val="00380DED"/>
    <w:rsid w:val="00385E74"/>
    <w:rsid w:val="00386103"/>
    <w:rsid w:val="003A3ECE"/>
    <w:rsid w:val="003A43BA"/>
    <w:rsid w:val="003B101F"/>
    <w:rsid w:val="003B6F90"/>
    <w:rsid w:val="003C4569"/>
    <w:rsid w:val="003C53F4"/>
    <w:rsid w:val="003C6EA9"/>
    <w:rsid w:val="003C7991"/>
    <w:rsid w:val="003C7FF1"/>
    <w:rsid w:val="003D205C"/>
    <w:rsid w:val="003D2D5E"/>
    <w:rsid w:val="003D6870"/>
    <w:rsid w:val="003E00D5"/>
    <w:rsid w:val="003E1FF0"/>
    <w:rsid w:val="003F07F3"/>
    <w:rsid w:val="003F4190"/>
    <w:rsid w:val="003F5E61"/>
    <w:rsid w:val="004001C3"/>
    <w:rsid w:val="004132E0"/>
    <w:rsid w:val="004136A2"/>
    <w:rsid w:val="00415E93"/>
    <w:rsid w:val="004168E3"/>
    <w:rsid w:val="004261FB"/>
    <w:rsid w:val="0042752A"/>
    <w:rsid w:val="00435B2C"/>
    <w:rsid w:val="00441456"/>
    <w:rsid w:val="00445864"/>
    <w:rsid w:val="0045510B"/>
    <w:rsid w:val="004561BF"/>
    <w:rsid w:val="004563F6"/>
    <w:rsid w:val="00456588"/>
    <w:rsid w:val="004567E6"/>
    <w:rsid w:val="00461A61"/>
    <w:rsid w:val="004708F3"/>
    <w:rsid w:val="00474EE3"/>
    <w:rsid w:val="004843E9"/>
    <w:rsid w:val="00495AC9"/>
    <w:rsid w:val="004A04AA"/>
    <w:rsid w:val="004A323D"/>
    <w:rsid w:val="004A3A66"/>
    <w:rsid w:val="004A43EF"/>
    <w:rsid w:val="004A4D33"/>
    <w:rsid w:val="004B3F11"/>
    <w:rsid w:val="004B719D"/>
    <w:rsid w:val="004C40DA"/>
    <w:rsid w:val="004C568F"/>
    <w:rsid w:val="004E43AA"/>
    <w:rsid w:val="004E58BB"/>
    <w:rsid w:val="004E5F65"/>
    <w:rsid w:val="004F2B08"/>
    <w:rsid w:val="004F4F23"/>
    <w:rsid w:val="00507559"/>
    <w:rsid w:val="005101B9"/>
    <w:rsid w:val="005120BB"/>
    <w:rsid w:val="005130DC"/>
    <w:rsid w:val="005211F8"/>
    <w:rsid w:val="005226EF"/>
    <w:rsid w:val="005264EB"/>
    <w:rsid w:val="00535257"/>
    <w:rsid w:val="00537969"/>
    <w:rsid w:val="005416D6"/>
    <w:rsid w:val="005420B6"/>
    <w:rsid w:val="00552ADD"/>
    <w:rsid w:val="00555393"/>
    <w:rsid w:val="005638E5"/>
    <w:rsid w:val="00583733"/>
    <w:rsid w:val="00584A42"/>
    <w:rsid w:val="005875FB"/>
    <w:rsid w:val="0059756D"/>
    <w:rsid w:val="005A37F6"/>
    <w:rsid w:val="005B0DD9"/>
    <w:rsid w:val="005B1E75"/>
    <w:rsid w:val="005B4969"/>
    <w:rsid w:val="005C2E04"/>
    <w:rsid w:val="005C420E"/>
    <w:rsid w:val="005C48EA"/>
    <w:rsid w:val="005C5DED"/>
    <w:rsid w:val="005C637A"/>
    <w:rsid w:val="005D7D69"/>
    <w:rsid w:val="005E2E7C"/>
    <w:rsid w:val="005E3162"/>
    <w:rsid w:val="005E3459"/>
    <w:rsid w:val="005E4266"/>
    <w:rsid w:val="005F49B9"/>
    <w:rsid w:val="005F569C"/>
    <w:rsid w:val="00604113"/>
    <w:rsid w:val="00606A95"/>
    <w:rsid w:val="00611F76"/>
    <w:rsid w:val="006140D4"/>
    <w:rsid w:val="00616CBD"/>
    <w:rsid w:val="00623AF0"/>
    <w:rsid w:val="00625061"/>
    <w:rsid w:val="006320BC"/>
    <w:rsid w:val="00634B20"/>
    <w:rsid w:val="00634C8E"/>
    <w:rsid w:val="006430E3"/>
    <w:rsid w:val="006504B3"/>
    <w:rsid w:val="0065688E"/>
    <w:rsid w:val="00683448"/>
    <w:rsid w:val="00686C5C"/>
    <w:rsid w:val="006A1913"/>
    <w:rsid w:val="006A2615"/>
    <w:rsid w:val="006A5073"/>
    <w:rsid w:val="006A642A"/>
    <w:rsid w:val="006B0753"/>
    <w:rsid w:val="006C28D9"/>
    <w:rsid w:val="006C2B35"/>
    <w:rsid w:val="006C40EE"/>
    <w:rsid w:val="006D6468"/>
    <w:rsid w:val="006E0432"/>
    <w:rsid w:val="006E33D4"/>
    <w:rsid w:val="006E5CA0"/>
    <w:rsid w:val="006E5F47"/>
    <w:rsid w:val="006E6DC8"/>
    <w:rsid w:val="006F204B"/>
    <w:rsid w:val="006F36D0"/>
    <w:rsid w:val="006F6225"/>
    <w:rsid w:val="006F6927"/>
    <w:rsid w:val="006F6A86"/>
    <w:rsid w:val="006F70DE"/>
    <w:rsid w:val="006F7B5E"/>
    <w:rsid w:val="00701229"/>
    <w:rsid w:val="00701680"/>
    <w:rsid w:val="0070273E"/>
    <w:rsid w:val="00702BE2"/>
    <w:rsid w:val="00713ABE"/>
    <w:rsid w:val="00715613"/>
    <w:rsid w:val="0072238E"/>
    <w:rsid w:val="0072692A"/>
    <w:rsid w:val="00726F5E"/>
    <w:rsid w:val="007275A8"/>
    <w:rsid w:val="00732611"/>
    <w:rsid w:val="00733018"/>
    <w:rsid w:val="00741BF5"/>
    <w:rsid w:val="007420E4"/>
    <w:rsid w:val="00742664"/>
    <w:rsid w:val="007454AE"/>
    <w:rsid w:val="00745980"/>
    <w:rsid w:val="00746B95"/>
    <w:rsid w:val="00746C94"/>
    <w:rsid w:val="00752D86"/>
    <w:rsid w:val="00753F08"/>
    <w:rsid w:val="00757B69"/>
    <w:rsid w:val="00762B2E"/>
    <w:rsid w:val="00765D70"/>
    <w:rsid w:val="00773664"/>
    <w:rsid w:val="0077502C"/>
    <w:rsid w:val="007808DE"/>
    <w:rsid w:val="0078650F"/>
    <w:rsid w:val="007865AA"/>
    <w:rsid w:val="00797A2A"/>
    <w:rsid w:val="007A1299"/>
    <w:rsid w:val="007A4036"/>
    <w:rsid w:val="007A5123"/>
    <w:rsid w:val="007B02CC"/>
    <w:rsid w:val="007B1428"/>
    <w:rsid w:val="007B660C"/>
    <w:rsid w:val="007C52A7"/>
    <w:rsid w:val="007D16CF"/>
    <w:rsid w:val="007D19D4"/>
    <w:rsid w:val="007E05F6"/>
    <w:rsid w:val="007E0754"/>
    <w:rsid w:val="007F404B"/>
    <w:rsid w:val="00805059"/>
    <w:rsid w:val="0080696D"/>
    <w:rsid w:val="00807207"/>
    <w:rsid w:val="008105C1"/>
    <w:rsid w:val="00812552"/>
    <w:rsid w:val="00815F19"/>
    <w:rsid w:val="00816856"/>
    <w:rsid w:val="00821A55"/>
    <w:rsid w:val="008261C3"/>
    <w:rsid w:val="00826D18"/>
    <w:rsid w:val="008327F6"/>
    <w:rsid w:val="00832C1D"/>
    <w:rsid w:val="008368F3"/>
    <w:rsid w:val="0083705E"/>
    <w:rsid w:val="008410B4"/>
    <w:rsid w:val="00841C08"/>
    <w:rsid w:val="00844C46"/>
    <w:rsid w:val="00855252"/>
    <w:rsid w:val="00867EF2"/>
    <w:rsid w:val="00872B78"/>
    <w:rsid w:val="00872BE7"/>
    <w:rsid w:val="00873E6B"/>
    <w:rsid w:val="00875D5B"/>
    <w:rsid w:val="00880474"/>
    <w:rsid w:val="008805E8"/>
    <w:rsid w:val="00884BAB"/>
    <w:rsid w:val="00890042"/>
    <w:rsid w:val="00893123"/>
    <w:rsid w:val="00895739"/>
    <w:rsid w:val="008959A0"/>
    <w:rsid w:val="00896730"/>
    <w:rsid w:val="008A29A6"/>
    <w:rsid w:val="008A480C"/>
    <w:rsid w:val="008A5EB1"/>
    <w:rsid w:val="008B3438"/>
    <w:rsid w:val="008C2E57"/>
    <w:rsid w:val="008D2638"/>
    <w:rsid w:val="008D2EF9"/>
    <w:rsid w:val="008D5F32"/>
    <w:rsid w:val="008D64B6"/>
    <w:rsid w:val="008E01DB"/>
    <w:rsid w:val="008E725D"/>
    <w:rsid w:val="0090431D"/>
    <w:rsid w:val="00912F7C"/>
    <w:rsid w:val="00913032"/>
    <w:rsid w:val="009207F7"/>
    <w:rsid w:val="00926B61"/>
    <w:rsid w:val="0092791E"/>
    <w:rsid w:val="009341A3"/>
    <w:rsid w:val="009358DE"/>
    <w:rsid w:val="00941BE2"/>
    <w:rsid w:val="0096105A"/>
    <w:rsid w:val="00972378"/>
    <w:rsid w:val="00976951"/>
    <w:rsid w:val="0098251E"/>
    <w:rsid w:val="00982578"/>
    <w:rsid w:val="009832BE"/>
    <w:rsid w:val="00984786"/>
    <w:rsid w:val="00984F1A"/>
    <w:rsid w:val="009850EE"/>
    <w:rsid w:val="00985BD6"/>
    <w:rsid w:val="009941B4"/>
    <w:rsid w:val="009A5814"/>
    <w:rsid w:val="009B211A"/>
    <w:rsid w:val="009B2AE0"/>
    <w:rsid w:val="009B346D"/>
    <w:rsid w:val="009B79AF"/>
    <w:rsid w:val="009C05EB"/>
    <w:rsid w:val="009C47FC"/>
    <w:rsid w:val="009D5100"/>
    <w:rsid w:val="009D53DA"/>
    <w:rsid w:val="009D7E4D"/>
    <w:rsid w:val="009E345E"/>
    <w:rsid w:val="009E69D3"/>
    <w:rsid w:val="009E6EE0"/>
    <w:rsid w:val="009F0804"/>
    <w:rsid w:val="009F359A"/>
    <w:rsid w:val="009F3FAC"/>
    <w:rsid w:val="00A03601"/>
    <w:rsid w:val="00A20FB8"/>
    <w:rsid w:val="00A21706"/>
    <w:rsid w:val="00A24EE3"/>
    <w:rsid w:val="00A36D91"/>
    <w:rsid w:val="00A406B8"/>
    <w:rsid w:val="00A46505"/>
    <w:rsid w:val="00A5320C"/>
    <w:rsid w:val="00A617B7"/>
    <w:rsid w:val="00A634D8"/>
    <w:rsid w:val="00A70C8E"/>
    <w:rsid w:val="00A76C3A"/>
    <w:rsid w:val="00A855AE"/>
    <w:rsid w:val="00A868C2"/>
    <w:rsid w:val="00A916BA"/>
    <w:rsid w:val="00A958F8"/>
    <w:rsid w:val="00A97D57"/>
    <w:rsid w:val="00AA0450"/>
    <w:rsid w:val="00AA1635"/>
    <w:rsid w:val="00AA3BCC"/>
    <w:rsid w:val="00AA55E1"/>
    <w:rsid w:val="00AA630A"/>
    <w:rsid w:val="00AA76B1"/>
    <w:rsid w:val="00AB394A"/>
    <w:rsid w:val="00AC5338"/>
    <w:rsid w:val="00AC6274"/>
    <w:rsid w:val="00AC7FB9"/>
    <w:rsid w:val="00AD28A7"/>
    <w:rsid w:val="00AD378A"/>
    <w:rsid w:val="00AD6042"/>
    <w:rsid w:val="00AE00D1"/>
    <w:rsid w:val="00AE039E"/>
    <w:rsid w:val="00AE2317"/>
    <w:rsid w:val="00AF155D"/>
    <w:rsid w:val="00AF47AD"/>
    <w:rsid w:val="00AF5960"/>
    <w:rsid w:val="00AF5996"/>
    <w:rsid w:val="00B05FAA"/>
    <w:rsid w:val="00B128EA"/>
    <w:rsid w:val="00B13A9D"/>
    <w:rsid w:val="00B1439B"/>
    <w:rsid w:val="00B14DDB"/>
    <w:rsid w:val="00B17C65"/>
    <w:rsid w:val="00B26A66"/>
    <w:rsid w:val="00B30EDF"/>
    <w:rsid w:val="00B35180"/>
    <w:rsid w:val="00B3568B"/>
    <w:rsid w:val="00B36F0E"/>
    <w:rsid w:val="00B40EE5"/>
    <w:rsid w:val="00B416A2"/>
    <w:rsid w:val="00B42F50"/>
    <w:rsid w:val="00B4534B"/>
    <w:rsid w:val="00B54332"/>
    <w:rsid w:val="00B549A2"/>
    <w:rsid w:val="00B54A81"/>
    <w:rsid w:val="00B663CD"/>
    <w:rsid w:val="00B66975"/>
    <w:rsid w:val="00B709DD"/>
    <w:rsid w:val="00B75583"/>
    <w:rsid w:val="00B8392E"/>
    <w:rsid w:val="00B8542D"/>
    <w:rsid w:val="00B93067"/>
    <w:rsid w:val="00B93331"/>
    <w:rsid w:val="00B933BC"/>
    <w:rsid w:val="00B94CB1"/>
    <w:rsid w:val="00BA02A8"/>
    <w:rsid w:val="00BB1848"/>
    <w:rsid w:val="00BB7187"/>
    <w:rsid w:val="00BC73D6"/>
    <w:rsid w:val="00BD690B"/>
    <w:rsid w:val="00BE2CBD"/>
    <w:rsid w:val="00BE3EE6"/>
    <w:rsid w:val="00BF2E0C"/>
    <w:rsid w:val="00BF30C9"/>
    <w:rsid w:val="00BF56C6"/>
    <w:rsid w:val="00C03E7A"/>
    <w:rsid w:val="00C0633E"/>
    <w:rsid w:val="00C15117"/>
    <w:rsid w:val="00C20B1B"/>
    <w:rsid w:val="00C2171F"/>
    <w:rsid w:val="00C22B8D"/>
    <w:rsid w:val="00C24084"/>
    <w:rsid w:val="00C25ABB"/>
    <w:rsid w:val="00C31A7F"/>
    <w:rsid w:val="00C35B70"/>
    <w:rsid w:val="00C44B8C"/>
    <w:rsid w:val="00C508D7"/>
    <w:rsid w:val="00C50C77"/>
    <w:rsid w:val="00C53FAD"/>
    <w:rsid w:val="00C55D19"/>
    <w:rsid w:val="00C708BC"/>
    <w:rsid w:val="00C70AF5"/>
    <w:rsid w:val="00C71186"/>
    <w:rsid w:val="00C71B35"/>
    <w:rsid w:val="00C71BEF"/>
    <w:rsid w:val="00C73A96"/>
    <w:rsid w:val="00C770D9"/>
    <w:rsid w:val="00C7760B"/>
    <w:rsid w:val="00C81AF9"/>
    <w:rsid w:val="00C81BB3"/>
    <w:rsid w:val="00C82A85"/>
    <w:rsid w:val="00C84A58"/>
    <w:rsid w:val="00C87079"/>
    <w:rsid w:val="00C9381C"/>
    <w:rsid w:val="00C95F88"/>
    <w:rsid w:val="00CB6A69"/>
    <w:rsid w:val="00CB6BF9"/>
    <w:rsid w:val="00CC217D"/>
    <w:rsid w:val="00CC6B06"/>
    <w:rsid w:val="00CD1FAE"/>
    <w:rsid w:val="00CD2182"/>
    <w:rsid w:val="00CD2BC6"/>
    <w:rsid w:val="00CD6B3B"/>
    <w:rsid w:val="00CE05E8"/>
    <w:rsid w:val="00CE0F94"/>
    <w:rsid w:val="00CE307E"/>
    <w:rsid w:val="00CE3AAC"/>
    <w:rsid w:val="00CE6A36"/>
    <w:rsid w:val="00CE6D12"/>
    <w:rsid w:val="00CE7FFA"/>
    <w:rsid w:val="00CF0E0F"/>
    <w:rsid w:val="00CF1197"/>
    <w:rsid w:val="00CF19AC"/>
    <w:rsid w:val="00CF1F41"/>
    <w:rsid w:val="00CF2C84"/>
    <w:rsid w:val="00CF56FD"/>
    <w:rsid w:val="00CF71BD"/>
    <w:rsid w:val="00D063F6"/>
    <w:rsid w:val="00D0685D"/>
    <w:rsid w:val="00D10616"/>
    <w:rsid w:val="00D12BC9"/>
    <w:rsid w:val="00D166CF"/>
    <w:rsid w:val="00D21248"/>
    <w:rsid w:val="00D2314E"/>
    <w:rsid w:val="00D42174"/>
    <w:rsid w:val="00D51CCD"/>
    <w:rsid w:val="00D52268"/>
    <w:rsid w:val="00D56F9A"/>
    <w:rsid w:val="00D6058A"/>
    <w:rsid w:val="00D642E1"/>
    <w:rsid w:val="00D668B2"/>
    <w:rsid w:val="00D77729"/>
    <w:rsid w:val="00D77C1E"/>
    <w:rsid w:val="00D82A24"/>
    <w:rsid w:val="00D83FC5"/>
    <w:rsid w:val="00D93AA4"/>
    <w:rsid w:val="00D946F8"/>
    <w:rsid w:val="00D9552D"/>
    <w:rsid w:val="00D9674B"/>
    <w:rsid w:val="00DA111F"/>
    <w:rsid w:val="00DA3801"/>
    <w:rsid w:val="00DA399A"/>
    <w:rsid w:val="00DB587E"/>
    <w:rsid w:val="00DC6626"/>
    <w:rsid w:val="00DC78E3"/>
    <w:rsid w:val="00DE2EB5"/>
    <w:rsid w:val="00DE5484"/>
    <w:rsid w:val="00DF19A4"/>
    <w:rsid w:val="00DF2634"/>
    <w:rsid w:val="00DF5081"/>
    <w:rsid w:val="00E0196F"/>
    <w:rsid w:val="00E025AF"/>
    <w:rsid w:val="00E04045"/>
    <w:rsid w:val="00E07795"/>
    <w:rsid w:val="00E14CFD"/>
    <w:rsid w:val="00E15B50"/>
    <w:rsid w:val="00E168AB"/>
    <w:rsid w:val="00E1764B"/>
    <w:rsid w:val="00E178D3"/>
    <w:rsid w:val="00E17DED"/>
    <w:rsid w:val="00E20341"/>
    <w:rsid w:val="00E20366"/>
    <w:rsid w:val="00E22918"/>
    <w:rsid w:val="00E23AA2"/>
    <w:rsid w:val="00E30EF5"/>
    <w:rsid w:val="00E37A8E"/>
    <w:rsid w:val="00E41A67"/>
    <w:rsid w:val="00E4519F"/>
    <w:rsid w:val="00E5230E"/>
    <w:rsid w:val="00E5495E"/>
    <w:rsid w:val="00E645B2"/>
    <w:rsid w:val="00E70CE1"/>
    <w:rsid w:val="00E71185"/>
    <w:rsid w:val="00E73E83"/>
    <w:rsid w:val="00E75213"/>
    <w:rsid w:val="00E7534D"/>
    <w:rsid w:val="00E76712"/>
    <w:rsid w:val="00E85B70"/>
    <w:rsid w:val="00E96045"/>
    <w:rsid w:val="00E965A3"/>
    <w:rsid w:val="00EA11EE"/>
    <w:rsid w:val="00EA5DE7"/>
    <w:rsid w:val="00EB37D2"/>
    <w:rsid w:val="00EB3EC3"/>
    <w:rsid w:val="00EB5206"/>
    <w:rsid w:val="00EC6588"/>
    <w:rsid w:val="00EC6E01"/>
    <w:rsid w:val="00ED1651"/>
    <w:rsid w:val="00ED1AB8"/>
    <w:rsid w:val="00ED3262"/>
    <w:rsid w:val="00ED6939"/>
    <w:rsid w:val="00EE3057"/>
    <w:rsid w:val="00EF0E6C"/>
    <w:rsid w:val="00EF4737"/>
    <w:rsid w:val="00EF7107"/>
    <w:rsid w:val="00F02E2A"/>
    <w:rsid w:val="00F030BC"/>
    <w:rsid w:val="00F05B62"/>
    <w:rsid w:val="00F0633C"/>
    <w:rsid w:val="00F2305B"/>
    <w:rsid w:val="00F23D25"/>
    <w:rsid w:val="00F37B40"/>
    <w:rsid w:val="00F421E7"/>
    <w:rsid w:val="00F4245E"/>
    <w:rsid w:val="00F42519"/>
    <w:rsid w:val="00F43434"/>
    <w:rsid w:val="00F50275"/>
    <w:rsid w:val="00F50C70"/>
    <w:rsid w:val="00F514C6"/>
    <w:rsid w:val="00F617F3"/>
    <w:rsid w:val="00F6284C"/>
    <w:rsid w:val="00F6626F"/>
    <w:rsid w:val="00F72261"/>
    <w:rsid w:val="00F73A52"/>
    <w:rsid w:val="00F92720"/>
    <w:rsid w:val="00F934DF"/>
    <w:rsid w:val="00FA1518"/>
    <w:rsid w:val="00FA5117"/>
    <w:rsid w:val="00FB1E1B"/>
    <w:rsid w:val="00FB3369"/>
    <w:rsid w:val="00FB512A"/>
    <w:rsid w:val="00FD76EF"/>
    <w:rsid w:val="00FF176B"/>
    <w:rsid w:val="00FF2B27"/>
    <w:rsid w:val="00FF6788"/>
    <w:rsid w:val="00FF6E37"/>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 w:type="character" w:styleId="NichtaufgelsteErwhnung">
    <w:name w:val="Unresolved Mention"/>
    <w:basedOn w:val="Absatz-Standardschriftart"/>
    <w:uiPriority w:val="99"/>
    <w:semiHidden/>
    <w:unhideWhenUsed/>
    <w:rsid w:val="004F4F23"/>
    <w:rPr>
      <w:color w:val="605E5C"/>
      <w:shd w:val="clear" w:color="auto" w:fill="E1DFDD"/>
    </w:rPr>
  </w:style>
  <w:style w:type="character" w:styleId="BesuchterLink">
    <w:name w:val="FollowedHyperlink"/>
    <w:basedOn w:val="Absatz-Standardschriftart"/>
    <w:uiPriority w:val="99"/>
    <w:semiHidden/>
    <w:unhideWhenUsed/>
    <w:rsid w:val="00EF0E6C"/>
    <w:rPr>
      <w:color w:val="3C32A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18305109">
      <w:bodyDiv w:val="1"/>
      <w:marLeft w:val="0"/>
      <w:marRight w:val="0"/>
      <w:marTop w:val="0"/>
      <w:marBottom w:val="0"/>
      <w:divBdr>
        <w:top w:val="none" w:sz="0" w:space="0" w:color="auto"/>
        <w:left w:val="none" w:sz="0" w:space="0" w:color="auto"/>
        <w:bottom w:val="none" w:sz="0" w:space="0" w:color="auto"/>
        <w:right w:val="none" w:sz="0" w:space="0" w:color="auto"/>
      </w:divBdr>
      <w:divsChild>
        <w:div w:id="966008970">
          <w:marLeft w:val="0"/>
          <w:marRight w:val="0"/>
          <w:marTop w:val="0"/>
          <w:marBottom w:val="0"/>
          <w:divBdr>
            <w:top w:val="none" w:sz="0" w:space="0" w:color="auto"/>
            <w:left w:val="none" w:sz="0" w:space="0" w:color="auto"/>
            <w:bottom w:val="none" w:sz="0" w:space="0" w:color="auto"/>
            <w:right w:val="none" w:sz="0" w:space="0" w:color="auto"/>
          </w:divBdr>
          <w:divsChild>
            <w:div w:id="1821194959">
              <w:marLeft w:val="0"/>
              <w:marRight w:val="0"/>
              <w:marTop w:val="0"/>
              <w:marBottom w:val="0"/>
              <w:divBdr>
                <w:top w:val="none" w:sz="0" w:space="0" w:color="auto"/>
                <w:left w:val="none" w:sz="0" w:space="0" w:color="auto"/>
                <w:bottom w:val="none" w:sz="0" w:space="0" w:color="auto"/>
                <w:right w:val="none" w:sz="0" w:space="0" w:color="auto"/>
              </w:divBdr>
              <w:divsChild>
                <w:div w:id="175357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astems.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43071"/>
    <w:rsid w:val="00045272"/>
    <w:rsid w:val="000520D3"/>
    <w:rsid w:val="00080202"/>
    <w:rsid w:val="00084651"/>
    <w:rsid w:val="00087EF5"/>
    <w:rsid w:val="00090384"/>
    <w:rsid w:val="000A2ABB"/>
    <w:rsid w:val="000A6DC3"/>
    <w:rsid w:val="000D083B"/>
    <w:rsid w:val="000D1BDF"/>
    <w:rsid w:val="000D77F1"/>
    <w:rsid w:val="001207B4"/>
    <w:rsid w:val="0012277B"/>
    <w:rsid w:val="001463E5"/>
    <w:rsid w:val="001D32B8"/>
    <w:rsid w:val="001D5E23"/>
    <w:rsid w:val="001D7F73"/>
    <w:rsid w:val="00203308"/>
    <w:rsid w:val="0025080B"/>
    <w:rsid w:val="00263EBA"/>
    <w:rsid w:val="002718A4"/>
    <w:rsid w:val="00294F0F"/>
    <w:rsid w:val="002B60D3"/>
    <w:rsid w:val="00327660"/>
    <w:rsid w:val="003558E6"/>
    <w:rsid w:val="003613A6"/>
    <w:rsid w:val="003734D1"/>
    <w:rsid w:val="003A2341"/>
    <w:rsid w:val="003D4885"/>
    <w:rsid w:val="003F1266"/>
    <w:rsid w:val="004643C1"/>
    <w:rsid w:val="00477D0A"/>
    <w:rsid w:val="004805C0"/>
    <w:rsid w:val="00482FD4"/>
    <w:rsid w:val="004A794B"/>
    <w:rsid w:val="004C2587"/>
    <w:rsid w:val="004C3E4A"/>
    <w:rsid w:val="0051326F"/>
    <w:rsid w:val="00533DD7"/>
    <w:rsid w:val="00563015"/>
    <w:rsid w:val="005902CD"/>
    <w:rsid w:val="005944B2"/>
    <w:rsid w:val="005A3334"/>
    <w:rsid w:val="005A3D17"/>
    <w:rsid w:val="005B6300"/>
    <w:rsid w:val="005B6D0B"/>
    <w:rsid w:val="005C23CE"/>
    <w:rsid w:val="00647C66"/>
    <w:rsid w:val="00650FAA"/>
    <w:rsid w:val="00651C4F"/>
    <w:rsid w:val="00656731"/>
    <w:rsid w:val="00677A52"/>
    <w:rsid w:val="00692B99"/>
    <w:rsid w:val="006E0979"/>
    <w:rsid w:val="007322DA"/>
    <w:rsid w:val="00783DA3"/>
    <w:rsid w:val="00793147"/>
    <w:rsid w:val="007B31F3"/>
    <w:rsid w:val="007E2980"/>
    <w:rsid w:val="007F76FB"/>
    <w:rsid w:val="008273D7"/>
    <w:rsid w:val="00871226"/>
    <w:rsid w:val="00883F98"/>
    <w:rsid w:val="008A274B"/>
    <w:rsid w:val="008C7785"/>
    <w:rsid w:val="00907ECB"/>
    <w:rsid w:val="00930109"/>
    <w:rsid w:val="00937D0C"/>
    <w:rsid w:val="0096234D"/>
    <w:rsid w:val="00964BF9"/>
    <w:rsid w:val="00971A5A"/>
    <w:rsid w:val="00972BD4"/>
    <w:rsid w:val="009D005D"/>
    <w:rsid w:val="009E287A"/>
    <w:rsid w:val="00A071DE"/>
    <w:rsid w:val="00A6401A"/>
    <w:rsid w:val="00A66420"/>
    <w:rsid w:val="00A84020"/>
    <w:rsid w:val="00A9052F"/>
    <w:rsid w:val="00AE5AA2"/>
    <w:rsid w:val="00AF36BF"/>
    <w:rsid w:val="00B10058"/>
    <w:rsid w:val="00B20C61"/>
    <w:rsid w:val="00B2628E"/>
    <w:rsid w:val="00B4644B"/>
    <w:rsid w:val="00B46505"/>
    <w:rsid w:val="00B65E0E"/>
    <w:rsid w:val="00B9451A"/>
    <w:rsid w:val="00B95DE4"/>
    <w:rsid w:val="00BA0699"/>
    <w:rsid w:val="00BB7882"/>
    <w:rsid w:val="00BD6808"/>
    <w:rsid w:val="00BF5BA0"/>
    <w:rsid w:val="00C20DBB"/>
    <w:rsid w:val="00C365C7"/>
    <w:rsid w:val="00C3733E"/>
    <w:rsid w:val="00C5486F"/>
    <w:rsid w:val="00C75312"/>
    <w:rsid w:val="00C863B9"/>
    <w:rsid w:val="00CB402E"/>
    <w:rsid w:val="00CC3B92"/>
    <w:rsid w:val="00CE53DF"/>
    <w:rsid w:val="00D0717E"/>
    <w:rsid w:val="00D32132"/>
    <w:rsid w:val="00D36392"/>
    <w:rsid w:val="00D74E8B"/>
    <w:rsid w:val="00D851B6"/>
    <w:rsid w:val="00DB0F46"/>
    <w:rsid w:val="00DB14BD"/>
    <w:rsid w:val="00DC4694"/>
    <w:rsid w:val="00DC70EF"/>
    <w:rsid w:val="00E071A4"/>
    <w:rsid w:val="00E17311"/>
    <w:rsid w:val="00E454B2"/>
    <w:rsid w:val="00EB16A0"/>
    <w:rsid w:val="00EB2E95"/>
    <w:rsid w:val="00EB5E69"/>
    <w:rsid w:val="00EB7235"/>
    <w:rsid w:val="00ED2BE9"/>
    <w:rsid w:val="00EF2A6C"/>
    <w:rsid w:val="00F34CAC"/>
    <w:rsid w:val="00F43EFC"/>
    <w:rsid w:val="00F54CD0"/>
    <w:rsid w:val="00F553D1"/>
    <w:rsid w:val="00F654EC"/>
    <w:rsid w:val="00F957CC"/>
    <w:rsid w:val="00FA67DA"/>
    <w:rsid w:val="00FB0995"/>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2023-06-09T00:00:00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76D7E7-59D2-47E3-8AB2-3323EAAF16C8}">
  <ds:schemaRefs>
    <ds:schemaRef ds:uri="http://schemas.microsoft.com/sharepoint/v3/contenttype/forms"/>
  </ds:schemaRefs>
</ds:datastoreItem>
</file>

<file path=customXml/itemProps4.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4</Pages>
  <Words>1028</Words>
  <Characters>6480</Characters>
  <Application>Microsoft Office Word</Application>
  <DocSecurity>0</DocSecurity>
  <Lines>54</Lines>
  <Paragraphs>14</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2</cp:revision>
  <cp:lastPrinted>2020-11-06T09:56:00Z</cp:lastPrinted>
  <dcterms:created xsi:type="dcterms:W3CDTF">2023-06-09T07:01:00Z</dcterms:created>
  <dcterms:modified xsi:type="dcterms:W3CDTF">2023-06-09T07:01:00Z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