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59FECD29" w14:textId="36A9EE2A" w:rsidR="00840E3B" w:rsidRDefault="00840E3B" w:rsidP="000F0410">
      <w:pPr>
        <w:rPr>
          <w:rFonts w:asciiTheme="majorHAnsi" w:hAnsiTheme="majorHAnsi" w:cstheme="majorHAnsi"/>
          <w:b/>
          <w:bCs/>
          <w:lang w:val="de-DE"/>
        </w:rPr>
      </w:pPr>
      <w:r>
        <w:rPr>
          <w:rFonts w:asciiTheme="majorHAnsi" w:hAnsiTheme="majorHAnsi" w:cstheme="majorHAnsi"/>
          <w:b/>
          <w:bCs/>
          <w:lang w:val="de-DE"/>
        </w:rPr>
        <w:t>Nachhaltigkeit in der CNC-Fertigung:</w:t>
      </w:r>
    </w:p>
    <w:p w14:paraId="23A56C7A" w14:textId="2C04291C" w:rsidR="000F0410" w:rsidRDefault="00DF5A91" w:rsidP="000F0410">
      <w:pPr>
        <w:rPr>
          <w:rFonts w:asciiTheme="majorHAnsi" w:hAnsiTheme="majorHAnsi" w:cstheme="majorHAnsi"/>
          <w:b/>
          <w:bCs/>
          <w:lang w:val="de-DE"/>
        </w:rPr>
      </w:pPr>
      <w:r>
        <w:rPr>
          <w:rFonts w:asciiTheme="majorHAnsi" w:hAnsiTheme="majorHAnsi" w:cstheme="majorHAnsi"/>
          <w:b/>
          <w:bCs/>
          <w:lang w:val="de-DE"/>
        </w:rPr>
        <w:t xml:space="preserve">MMS von Fastems </w:t>
      </w:r>
      <w:r w:rsidR="00840E3B">
        <w:rPr>
          <w:rFonts w:asciiTheme="majorHAnsi" w:hAnsiTheme="majorHAnsi" w:cstheme="majorHAnsi"/>
          <w:b/>
          <w:bCs/>
          <w:lang w:val="de-DE"/>
        </w:rPr>
        <w:t>unterstützt mit neuen Funktionen</w:t>
      </w:r>
    </w:p>
    <w:p w14:paraId="65C74453" w14:textId="77777777" w:rsidR="00D93AA4" w:rsidRPr="00D93AA4" w:rsidRDefault="00D93AA4" w:rsidP="00D93AA4">
      <w:pPr>
        <w:rPr>
          <w:rFonts w:asciiTheme="majorHAnsi" w:hAnsiTheme="majorHAnsi" w:cstheme="majorHAnsi"/>
          <w:lang w:val="de-DE"/>
        </w:rPr>
      </w:pPr>
    </w:p>
    <w:p w14:paraId="308DC3E6" w14:textId="16D1CC5F" w:rsidR="000F0410" w:rsidRDefault="00687C2D" w:rsidP="000F0410">
      <w:pPr>
        <w:rPr>
          <w:rFonts w:asciiTheme="majorHAnsi" w:hAnsiTheme="majorHAnsi" w:cstheme="majorHAnsi"/>
          <w:lang w:val="de-DE"/>
        </w:rPr>
      </w:pPr>
      <w:r>
        <w:rPr>
          <w:rFonts w:asciiTheme="majorHAnsi" w:hAnsiTheme="majorHAnsi" w:cstheme="majorHAnsi"/>
          <w:lang w:val="de-DE"/>
        </w:rPr>
        <w:t xml:space="preserve">Die neue </w:t>
      </w:r>
      <w:r w:rsidR="00DF5A91">
        <w:rPr>
          <w:rFonts w:asciiTheme="majorHAnsi" w:hAnsiTheme="majorHAnsi" w:cstheme="majorHAnsi"/>
          <w:lang w:val="de-DE"/>
        </w:rPr>
        <w:t xml:space="preserve">Version 8.2 der Manufacturing Management Software (MMS) </w:t>
      </w:r>
      <w:r>
        <w:rPr>
          <w:rFonts w:asciiTheme="majorHAnsi" w:hAnsiTheme="majorHAnsi" w:cstheme="majorHAnsi"/>
          <w:lang w:val="de-DE"/>
        </w:rPr>
        <w:t xml:space="preserve">soll Unternehmen </w:t>
      </w:r>
      <w:r w:rsidR="00DF5A91">
        <w:rPr>
          <w:rFonts w:asciiTheme="majorHAnsi" w:hAnsiTheme="majorHAnsi" w:cstheme="majorHAnsi"/>
          <w:lang w:val="de-DE"/>
        </w:rPr>
        <w:t xml:space="preserve">im Bereich der CNC-Zerspanung </w:t>
      </w:r>
      <w:r w:rsidR="002F4695" w:rsidRPr="00211506">
        <w:rPr>
          <w:rFonts w:asciiTheme="majorHAnsi" w:hAnsiTheme="majorHAnsi" w:cstheme="majorHAnsi"/>
          <w:lang w:val="de-DE"/>
        </w:rPr>
        <w:t xml:space="preserve">mithilfe der Automatisierungslösungen von Fastems </w:t>
      </w:r>
      <w:r>
        <w:rPr>
          <w:rFonts w:asciiTheme="majorHAnsi" w:hAnsiTheme="majorHAnsi" w:cstheme="majorHAnsi"/>
          <w:lang w:val="de-DE"/>
        </w:rPr>
        <w:t>dabei unterstützen</w:t>
      </w:r>
      <w:r w:rsidR="00DF5A91">
        <w:rPr>
          <w:rFonts w:asciiTheme="majorHAnsi" w:hAnsiTheme="majorHAnsi" w:cstheme="majorHAnsi"/>
          <w:lang w:val="de-DE"/>
        </w:rPr>
        <w:t xml:space="preserve">, die Nachhaltigkeit </w:t>
      </w:r>
      <w:r>
        <w:rPr>
          <w:rFonts w:asciiTheme="majorHAnsi" w:hAnsiTheme="majorHAnsi" w:cstheme="majorHAnsi"/>
          <w:lang w:val="de-DE"/>
        </w:rPr>
        <w:t xml:space="preserve">in der </w:t>
      </w:r>
      <w:r w:rsidR="00DF5A91">
        <w:rPr>
          <w:rFonts w:asciiTheme="majorHAnsi" w:hAnsiTheme="majorHAnsi" w:cstheme="majorHAnsi"/>
          <w:lang w:val="de-DE"/>
        </w:rPr>
        <w:t>Produktion zu messen</w:t>
      </w:r>
      <w:r w:rsidR="003D322E">
        <w:rPr>
          <w:rFonts w:asciiTheme="majorHAnsi" w:hAnsiTheme="majorHAnsi" w:cstheme="majorHAnsi"/>
          <w:lang w:val="de-DE"/>
        </w:rPr>
        <w:t>,</w:t>
      </w:r>
      <w:r w:rsidR="00DF5A91">
        <w:rPr>
          <w:rFonts w:asciiTheme="majorHAnsi" w:hAnsiTheme="majorHAnsi" w:cstheme="majorHAnsi"/>
          <w:lang w:val="de-DE"/>
        </w:rPr>
        <w:t xml:space="preserve"> </w:t>
      </w:r>
      <w:r>
        <w:rPr>
          <w:rFonts w:asciiTheme="majorHAnsi" w:hAnsiTheme="majorHAnsi" w:cstheme="majorHAnsi"/>
          <w:lang w:val="de-DE"/>
        </w:rPr>
        <w:t xml:space="preserve">zu optimieren und hierüber zu berichten. </w:t>
      </w:r>
    </w:p>
    <w:p w14:paraId="7953203F" w14:textId="77777777" w:rsidR="003D322E" w:rsidRDefault="003D322E" w:rsidP="000F0410">
      <w:pPr>
        <w:rPr>
          <w:rFonts w:asciiTheme="majorHAnsi" w:hAnsiTheme="majorHAnsi" w:cstheme="majorHAnsi"/>
          <w:lang w:val="de-DE"/>
        </w:rPr>
      </w:pPr>
    </w:p>
    <w:p w14:paraId="47F34E16" w14:textId="15A467F7" w:rsidR="00607E91" w:rsidRDefault="003D322E" w:rsidP="000F0410">
      <w:pPr>
        <w:rPr>
          <w:rFonts w:asciiTheme="majorHAnsi" w:hAnsiTheme="majorHAnsi" w:cstheme="majorHAnsi"/>
          <w:lang w:val="de-DE"/>
        </w:rPr>
      </w:pPr>
      <w:r>
        <w:rPr>
          <w:rFonts w:asciiTheme="majorHAnsi" w:hAnsiTheme="majorHAnsi" w:cstheme="majorHAnsi"/>
          <w:lang w:val="de-DE"/>
        </w:rPr>
        <w:t xml:space="preserve">Die </w:t>
      </w:r>
      <w:r w:rsidRPr="003D322E">
        <w:rPr>
          <w:rFonts w:asciiTheme="majorHAnsi" w:hAnsiTheme="majorHAnsi" w:cstheme="majorHAnsi"/>
          <w:lang w:val="de-DE"/>
        </w:rPr>
        <w:t xml:space="preserve">EU-Richtlinie für ein </w:t>
      </w:r>
      <w:proofErr w:type="spellStart"/>
      <w:r w:rsidRPr="003D322E">
        <w:rPr>
          <w:rFonts w:asciiTheme="majorHAnsi" w:hAnsiTheme="majorHAnsi" w:cstheme="majorHAnsi"/>
          <w:lang w:val="de-DE"/>
        </w:rPr>
        <w:t>Nachhaltigkeitsreporting</w:t>
      </w:r>
      <w:proofErr w:type="spellEnd"/>
      <w:r w:rsidRPr="003D322E">
        <w:rPr>
          <w:rFonts w:asciiTheme="majorHAnsi" w:hAnsiTheme="majorHAnsi" w:cstheme="majorHAnsi"/>
          <w:lang w:val="de-DE"/>
        </w:rPr>
        <w:t xml:space="preserve"> „Corporate </w:t>
      </w:r>
      <w:proofErr w:type="spellStart"/>
      <w:r w:rsidRPr="003D322E">
        <w:rPr>
          <w:rFonts w:asciiTheme="majorHAnsi" w:hAnsiTheme="majorHAnsi" w:cstheme="majorHAnsi"/>
          <w:lang w:val="de-DE"/>
        </w:rPr>
        <w:t>Sustainability</w:t>
      </w:r>
      <w:proofErr w:type="spellEnd"/>
      <w:r w:rsidRPr="003D322E">
        <w:rPr>
          <w:rFonts w:asciiTheme="majorHAnsi" w:hAnsiTheme="majorHAnsi" w:cstheme="majorHAnsi"/>
          <w:lang w:val="de-DE"/>
        </w:rPr>
        <w:t xml:space="preserve"> Reporting </w:t>
      </w:r>
      <w:proofErr w:type="spellStart"/>
      <w:r w:rsidRPr="003D322E">
        <w:rPr>
          <w:rFonts w:asciiTheme="majorHAnsi" w:hAnsiTheme="majorHAnsi" w:cstheme="majorHAnsi"/>
          <w:lang w:val="de-DE"/>
        </w:rPr>
        <w:t>Directive</w:t>
      </w:r>
      <w:proofErr w:type="spellEnd"/>
      <w:r w:rsidRPr="003D322E">
        <w:rPr>
          <w:rFonts w:asciiTheme="majorHAnsi" w:hAnsiTheme="majorHAnsi" w:cstheme="majorHAnsi"/>
          <w:lang w:val="de-DE"/>
        </w:rPr>
        <w:t>“ (CSRD)</w:t>
      </w:r>
      <w:r>
        <w:rPr>
          <w:rFonts w:asciiTheme="majorHAnsi" w:hAnsiTheme="majorHAnsi" w:cstheme="majorHAnsi"/>
          <w:lang w:val="de-DE"/>
        </w:rPr>
        <w:t xml:space="preserve"> verpflichtet alle Unternehmen, spätestens ab 2028 über Nachhaltigkeitsmaßnahmen in ihren Betrieben zu berichten. Um Unternehmen </w:t>
      </w:r>
      <w:r w:rsidR="00687C2D">
        <w:rPr>
          <w:rFonts w:asciiTheme="majorHAnsi" w:hAnsiTheme="majorHAnsi" w:cstheme="majorHAnsi"/>
          <w:lang w:val="de-DE"/>
        </w:rPr>
        <w:t xml:space="preserve">in diesem Zusammenhang </w:t>
      </w:r>
      <w:r>
        <w:rPr>
          <w:rFonts w:asciiTheme="majorHAnsi" w:hAnsiTheme="majorHAnsi" w:cstheme="majorHAnsi"/>
          <w:lang w:val="de-DE"/>
        </w:rPr>
        <w:t xml:space="preserve">bei </w:t>
      </w:r>
      <w:r w:rsidR="00687C2D">
        <w:rPr>
          <w:rFonts w:asciiTheme="majorHAnsi" w:hAnsiTheme="majorHAnsi" w:cstheme="majorHAnsi"/>
          <w:lang w:val="de-DE"/>
        </w:rPr>
        <w:t xml:space="preserve">den erforderlichen </w:t>
      </w:r>
      <w:r>
        <w:rPr>
          <w:rFonts w:asciiTheme="majorHAnsi" w:hAnsiTheme="majorHAnsi" w:cstheme="majorHAnsi"/>
          <w:lang w:val="de-DE"/>
        </w:rPr>
        <w:t xml:space="preserve">praktischen Maßnahmen zu </w:t>
      </w:r>
      <w:r w:rsidR="00135A4A">
        <w:rPr>
          <w:rFonts w:asciiTheme="majorHAnsi" w:hAnsiTheme="majorHAnsi" w:cstheme="majorHAnsi"/>
          <w:lang w:val="de-DE"/>
        </w:rPr>
        <w:t>helfen</w:t>
      </w:r>
      <w:r>
        <w:rPr>
          <w:rFonts w:asciiTheme="majorHAnsi" w:hAnsiTheme="majorHAnsi" w:cstheme="majorHAnsi"/>
          <w:lang w:val="de-DE"/>
        </w:rPr>
        <w:t xml:space="preserve">, </w:t>
      </w:r>
      <w:r w:rsidR="00687C2D">
        <w:rPr>
          <w:rFonts w:asciiTheme="majorHAnsi" w:hAnsiTheme="majorHAnsi" w:cstheme="majorHAnsi"/>
          <w:lang w:val="de-DE"/>
        </w:rPr>
        <w:t xml:space="preserve">stellt </w:t>
      </w:r>
      <w:r w:rsidR="00607E91">
        <w:rPr>
          <w:rFonts w:asciiTheme="majorHAnsi" w:hAnsiTheme="majorHAnsi" w:cstheme="majorHAnsi"/>
          <w:lang w:val="de-DE"/>
        </w:rPr>
        <w:t>Fastems die MMS</w:t>
      </w:r>
      <w:r w:rsidR="00687C2D">
        <w:rPr>
          <w:rFonts w:asciiTheme="majorHAnsi" w:hAnsiTheme="majorHAnsi" w:cstheme="majorHAnsi"/>
          <w:lang w:val="de-DE"/>
        </w:rPr>
        <w:t xml:space="preserve"> </w:t>
      </w:r>
      <w:r w:rsidR="00607E91">
        <w:rPr>
          <w:rFonts w:asciiTheme="majorHAnsi" w:hAnsiTheme="majorHAnsi" w:cstheme="majorHAnsi"/>
          <w:lang w:val="de-DE"/>
        </w:rPr>
        <w:t xml:space="preserve">Version 8.2 </w:t>
      </w:r>
      <w:r w:rsidR="00687C2D">
        <w:rPr>
          <w:rFonts w:asciiTheme="majorHAnsi" w:hAnsiTheme="majorHAnsi" w:cstheme="majorHAnsi"/>
          <w:lang w:val="de-DE"/>
        </w:rPr>
        <w:t>vor</w:t>
      </w:r>
      <w:r w:rsidR="00607E91">
        <w:rPr>
          <w:rFonts w:asciiTheme="majorHAnsi" w:hAnsiTheme="majorHAnsi" w:cstheme="majorHAnsi"/>
          <w:lang w:val="de-DE"/>
        </w:rPr>
        <w:t xml:space="preserve">, die auf eine nachhaltige High-Mix-Fertigung ausgelegt ist. </w:t>
      </w:r>
    </w:p>
    <w:p w14:paraId="25F86E1F" w14:textId="77777777" w:rsidR="00607E91" w:rsidRDefault="00607E91" w:rsidP="000F0410">
      <w:pPr>
        <w:rPr>
          <w:rFonts w:asciiTheme="majorHAnsi" w:hAnsiTheme="majorHAnsi" w:cstheme="majorHAnsi"/>
          <w:lang w:val="de-DE"/>
        </w:rPr>
      </w:pPr>
    </w:p>
    <w:p w14:paraId="55C52B9B" w14:textId="03B67026" w:rsidR="0085000C" w:rsidRDefault="00607E91" w:rsidP="000F0410">
      <w:pPr>
        <w:rPr>
          <w:rFonts w:asciiTheme="majorHAnsi" w:hAnsiTheme="majorHAnsi" w:cstheme="majorHAnsi"/>
          <w:lang w:val="de-DE"/>
        </w:rPr>
      </w:pPr>
      <w:r>
        <w:rPr>
          <w:rFonts w:asciiTheme="majorHAnsi" w:hAnsiTheme="majorHAnsi" w:cstheme="majorHAnsi"/>
          <w:lang w:val="de-DE"/>
        </w:rPr>
        <w:t xml:space="preserve">Die Automatisierung von CNC-Maschinen war schon immer eine Entscheidung für mehr Nachhaltigkeit. Sie </w:t>
      </w:r>
      <w:r w:rsidR="00687C2D">
        <w:rPr>
          <w:rFonts w:asciiTheme="majorHAnsi" w:hAnsiTheme="majorHAnsi" w:cstheme="majorHAnsi"/>
          <w:lang w:val="de-DE"/>
        </w:rPr>
        <w:t xml:space="preserve">schafft </w:t>
      </w:r>
      <w:r>
        <w:rPr>
          <w:rFonts w:asciiTheme="majorHAnsi" w:hAnsiTheme="majorHAnsi" w:cstheme="majorHAnsi"/>
          <w:lang w:val="de-DE"/>
        </w:rPr>
        <w:t xml:space="preserve">sicherere und sinnvollere Arbeitsplätze, ermöglicht eine hohe Rentabilität der Produktion und reduziert mehr als die Hälfte der </w:t>
      </w:r>
      <w:r w:rsidR="00687C2D">
        <w:rPr>
          <w:rFonts w:asciiTheme="majorHAnsi" w:hAnsiTheme="majorHAnsi" w:cstheme="majorHAnsi"/>
          <w:lang w:val="de-DE"/>
        </w:rPr>
        <w:t xml:space="preserve">bei der Fertigung anfallenden </w:t>
      </w:r>
      <w:r>
        <w:rPr>
          <w:rFonts w:asciiTheme="majorHAnsi" w:hAnsiTheme="majorHAnsi" w:cstheme="majorHAnsi"/>
          <w:lang w:val="de-DE"/>
        </w:rPr>
        <w:t>Emissionen, indem sie den Energieverbrauch von Maschinen und Anlagen senkt, den Ausschuss</w:t>
      </w:r>
      <w:r w:rsidR="000E14BC">
        <w:rPr>
          <w:rFonts w:asciiTheme="majorHAnsi" w:hAnsiTheme="majorHAnsi" w:cstheme="majorHAnsi"/>
          <w:lang w:val="de-DE"/>
        </w:rPr>
        <w:t xml:space="preserve"> reduziert</w:t>
      </w:r>
      <w:r>
        <w:rPr>
          <w:rFonts w:asciiTheme="majorHAnsi" w:hAnsiTheme="majorHAnsi" w:cstheme="majorHAnsi"/>
          <w:lang w:val="de-DE"/>
        </w:rPr>
        <w:t>, den Logistikaufwand</w:t>
      </w:r>
      <w:r w:rsidR="000E14BC">
        <w:rPr>
          <w:rFonts w:asciiTheme="majorHAnsi" w:hAnsiTheme="majorHAnsi" w:cstheme="majorHAnsi"/>
          <w:lang w:val="de-DE"/>
        </w:rPr>
        <w:t xml:space="preserve"> minimiert und ein Outsourcing </w:t>
      </w:r>
      <w:r>
        <w:rPr>
          <w:rFonts w:asciiTheme="majorHAnsi" w:hAnsiTheme="majorHAnsi" w:cstheme="majorHAnsi"/>
          <w:lang w:val="de-DE"/>
        </w:rPr>
        <w:t>von einzelnen Produktions</w:t>
      </w:r>
      <w:r w:rsidR="000E14BC">
        <w:rPr>
          <w:rFonts w:asciiTheme="majorHAnsi" w:hAnsiTheme="majorHAnsi" w:cstheme="majorHAnsi"/>
          <w:lang w:val="de-DE"/>
        </w:rPr>
        <w:t>bereichen</w:t>
      </w:r>
      <w:r>
        <w:rPr>
          <w:rFonts w:asciiTheme="majorHAnsi" w:hAnsiTheme="majorHAnsi" w:cstheme="majorHAnsi"/>
          <w:lang w:val="de-DE"/>
        </w:rPr>
        <w:t xml:space="preserve"> verringert.  </w:t>
      </w:r>
    </w:p>
    <w:p w14:paraId="530C23F0" w14:textId="77777777" w:rsidR="0085000C" w:rsidRDefault="0085000C" w:rsidP="000F0410">
      <w:pPr>
        <w:rPr>
          <w:rFonts w:asciiTheme="majorHAnsi" w:hAnsiTheme="majorHAnsi" w:cstheme="majorHAnsi"/>
          <w:lang w:val="de-DE"/>
        </w:rPr>
      </w:pPr>
    </w:p>
    <w:p w14:paraId="5E132BE9" w14:textId="75D204BF" w:rsidR="0085000C" w:rsidRDefault="0085000C" w:rsidP="000F0410">
      <w:pPr>
        <w:rPr>
          <w:rFonts w:asciiTheme="majorHAnsi" w:hAnsiTheme="majorHAnsi" w:cstheme="majorHAnsi"/>
          <w:lang w:val="de-DE"/>
        </w:rPr>
      </w:pPr>
      <w:r>
        <w:rPr>
          <w:rFonts w:asciiTheme="majorHAnsi" w:hAnsiTheme="majorHAnsi" w:cstheme="majorHAnsi"/>
          <w:lang w:val="de-DE"/>
        </w:rPr>
        <w:t>Auf Basis von mehr als 5.000 installierten Automatisierungssystemen und de</w:t>
      </w:r>
      <w:r w:rsidR="000E14BC">
        <w:rPr>
          <w:rFonts w:asciiTheme="majorHAnsi" w:hAnsiTheme="majorHAnsi" w:cstheme="majorHAnsi"/>
          <w:lang w:val="de-DE"/>
        </w:rPr>
        <w:t>r</w:t>
      </w:r>
      <w:r>
        <w:rPr>
          <w:rFonts w:asciiTheme="majorHAnsi" w:hAnsiTheme="majorHAnsi" w:cstheme="majorHAnsi"/>
          <w:lang w:val="de-DE"/>
        </w:rPr>
        <w:t xml:space="preserve"> von zahlreichen Kunden </w:t>
      </w:r>
      <w:r w:rsidR="000E14BC">
        <w:rPr>
          <w:rFonts w:asciiTheme="majorHAnsi" w:hAnsiTheme="majorHAnsi" w:cstheme="majorHAnsi"/>
          <w:lang w:val="de-DE"/>
        </w:rPr>
        <w:t xml:space="preserve">in Jahrzehnten </w:t>
      </w:r>
      <w:r>
        <w:rPr>
          <w:rFonts w:asciiTheme="majorHAnsi" w:hAnsiTheme="majorHAnsi" w:cstheme="majorHAnsi"/>
          <w:lang w:val="de-DE"/>
        </w:rPr>
        <w:t>gewonnenen Erkenntnissen</w:t>
      </w:r>
      <w:r w:rsidR="00211506">
        <w:rPr>
          <w:rFonts w:asciiTheme="majorHAnsi" w:hAnsiTheme="majorHAnsi" w:cstheme="majorHAnsi"/>
          <w:lang w:val="de-DE"/>
        </w:rPr>
        <w:t>,</w:t>
      </w:r>
      <w:r>
        <w:rPr>
          <w:rFonts w:asciiTheme="majorHAnsi" w:hAnsiTheme="majorHAnsi" w:cstheme="majorHAnsi"/>
          <w:lang w:val="de-DE"/>
        </w:rPr>
        <w:t xml:space="preserve"> konnte Fastems eine Reihe an neuen Funktionen in seine Automatisierungs</w:t>
      </w:r>
      <w:r w:rsidR="00D45CC0">
        <w:rPr>
          <w:rFonts w:asciiTheme="majorHAnsi" w:hAnsiTheme="majorHAnsi" w:cstheme="majorHAnsi"/>
          <w:lang w:val="de-DE"/>
        </w:rPr>
        <w:t>lösungen</w:t>
      </w:r>
      <w:r>
        <w:rPr>
          <w:rFonts w:asciiTheme="majorHAnsi" w:hAnsiTheme="majorHAnsi" w:cstheme="majorHAnsi"/>
          <w:lang w:val="de-DE"/>
        </w:rPr>
        <w:t xml:space="preserve"> integrieren, die den Herstellern dabei helfen, ihre Verpflichtung</w:t>
      </w:r>
      <w:r w:rsidR="00211506">
        <w:rPr>
          <w:rFonts w:asciiTheme="majorHAnsi" w:hAnsiTheme="majorHAnsi" w:cstheme="majorHAnsi"/>
          <w:lang w:val="de-DE"/>
        </w:rPr>
        <w:t>en</w:t>
      </w:r>
      <w:r>
        <w:rPr>
          <w:rFonts w:asciiTheme="majorHAnsi" w:hAnsiTheme="majorHAnsi" w:cstheme="majorHAnsi"/>
          <w:lang w:val="de-DE"/>
        </w:rPr>
        <w:t xml:space="preserve"> </w:t>
      </w:r>
      <w:r w:rsidR="00135A4A">
        <w:rPr>
          <w:rFonts w:asciiTheme="majorHAnsi" w:hAnsiTheme="majorHAnsi" w:cstheme="majorHAnsi"/>
          <w:lang w:val="de-DE"/>
        </w:rPr>
        <w:t xml:space="preserve">im Hinblick auf die Messung und das Reporting </w:t>
      </w:r>
      <w:r>
        <w:rPr>
          <w:rFonts w:asciiTheme="majorHAnsi" w:hAnsiTheme="majorHAnsi" w:cstheme="majorHAnsi"/>
          <w:lang w:val="de-DE"/>
        </w:rPr>
        <w:t xml:space="preserve">von Nachhaltigkeit zu erfüllen. </w:t>
      </w:r>
    </w:p>
    <w:p w14:paraId="2FA1AC94" w14:textId="77777777" w:rsidR="0085000C" w:rsidRDefault="0085000C" w:rsidP="000F0410">
      <w:pPr>
        <w:rPr>
          <w:rFonts w:asciiTheme="majorHAnsi" w:hAnsiTheme="majorHAnsi" w:cstheme="majorHAnsi"/>
          <w:lang w:val="de-DE"/>
        </w:rPr>
      </w:pPr>
    </w:p>
    <w:p w14:paraId="37EA7C65" w14:textId="6CF3EDC9" w:rsidR="00D46342" w:rsidRPr="00D46342" w:rsidRDefault="00D46342" w:rsidP="000F0410">
      <w:pPr>
        <w:rPr>
          <w:rFonts w:asciiTheme="majorHAnsi" w:hAnsiTheme="majorHAnsi" w:cstheme="majorHAnsi"/>
          <w:b/>
          <w:bCs/>
          <w:lang w:val="de-DE"/>
        </w:rPr>
      </w:pPr>
      <w:r w:rsidRPr="00D46342">
        <w:rPr>
          <w:rFonts w:asciiTheme="majorHAnsi" w:hAnsiTheme="majorHAnsi" w:cstheme="majorHAnsi"/>
          <w:b/>
          <w:bCs/>
          <w:lang w:val="de-DE"/>
        </w:rPr>
        <w:t>Es wird Zeit für die ersten entscheidenden Schritte</w:t>
      </w:r>
    </w:p>
    <w:p w14:paraId="25030CCC" w14:textId="5678BF08" w:rsidR="007456F8" w:rsidRDefault="0085000C" w:rsidP="000F0410">
      <w:pPr>
        <w:rPr>
          <w:rFonts w:asciiTheme="majorHAnsi" w:hAnsiTheme="majorHAnsi" w:cstheme="majorHAnsi"/>
          <w:lang w:val="de-DE"/>
        </w:rPr>
      </w:pPr>
      <w:r w:rsidRPr="0085000C">
        <w:rPr>
          <w:rFonts w:asciiTheme="majorHAnsi" w:hAnsiTheme="majorHAnsi" w:cstheme="majorHAnsi"/>
          <w:lang w:val="de-DE"/>
        </w:rPr>
        <w:t xml:space="preserve">Eine der wichtigsten </w:t>
      </w:r>
      <w:r w:rsidR="000E14BC">
        <w:rPr>
          <w:rFonts w:asciiTheme="majorHAnsi" w:hAnsiTheme="majorHAnsi" w:cstheme="majorHAnsi"/>
          <w:lang w:val="de-DE"/>
        </w:rPr>
        <w:t xml:space="preserve">Anforderungen </w:t>
      </w:r>
      <w:r>
        <w:rPr>
          <w:rFonts w:asciiTheme="majorHAnsi" w:hAnsiTheme="majorHAnsi" w:cstheme="majorHAnsi"/>
          <w:lang w:val="de-DE"/>
        </w:rPr>
        <w:t xml:space="preserve">an Hersteller </w:t>
      </w:r>
      <w:r w:rsidRPr="0085000C">
        <w:rPr>
          <w:rFonts w:asciiTheme="majorHAnsi" w:hAnsiTheme="majorHAnsi" w:cstheme="majorHAnsi"/>
          <w:lang w:val="de-DE"/>
        </w:rPr>
        <w:t xml:space="preserve">ist es, </w:t>
      </w:r>
      <w:r w:rsidR="000E14BC">
        <w:rPr>
          <w:rFonts w:asciiTheme="majorHAnsi" w:hAnsiTheme="majorHAnsi" w:cstheme="majorHAnsi"/>
          <w:lang w:val="de-DE"/>
        </w:rPr>
        <w:t xml:space="preserve">damit zu beginnen, </w:t>
      </w:r>
      <w:r w:rsidRPr="0085000C">
        <w:rPr>
          <w:rFonts w:asciiTheme="majorHAnsi" w:hAnsiTheme="majorHAnsi" w:cstheme="majorHAnsi"/>
          <w:lang w:val="de-DE"/>
        </w:rPr>
        <w:t>den CO</w:t>
      </w:r>
      <w:r w:rsidRPr="000E14BC">
        <w:rPr>
          <w:rFonts w:asciiTheme="majorHAnsi" w:hAnsiTheme="majorHAnsi" w:cstheme="majorHAnsi"/>
          <w:vertAlign w:val="subscript"/>
          <w:lang w:val="de-DE"/>
        </w:rPr>
        <w:t>2</w:t>
      </w:r>
      <w:r w:rsidRPr="0085000C">
        <w:rPr>
          <w:rFonts w:asciiTheme="majorHAnsi" w:hAnsiTheme="majorHAnsi" w:cstheme="majorHAnsi"/>
          <w:lang w:val="de-DE"/>
        </w:rPr>
        <w:t xml:space="preserve">-Fußabdruck der produzierten Teile zu messen und </w:t>
      </w:r>
      <w:r w:rsidR="000E14BC">
        <w:rPr>
          <w:rFonts w:asciiTheme="majorHAnsi" w:hAnsiTheme="majorHAnsi" w:cstheme="majorHAnsi"/>
          <w:lang w:val="de-DE"/>
        </w:rPr>
        <w:t>entsprechend zu dokumentieren</w:t>
      </w:r>
      <w:r>
        <w:rPr>
          <w:rFonts w:asciiTheme="majorHAnsi" w:hAnsiTheme="majorHAnsi" w:cstheme="majorHAnsi"/>
          <w:lang w:val="de-DE"/>
        </w:rPr>
        <w:t xml:space="preserve">. Die </w:t>
      </w:r>
      <w:r w:rsidRPr="0085000C">
        <w:rPr>
          <w:rFonts w:asciiTheme="majorHAnsi" w:hAnsiTheme="majorHAnsi" w:cstheme="majorHAnsi"/>
          <w:lang w:val="de-DE"/>
        </w:rPr>
        <w:t xml:space="preserve">MMS 8.2 misst und </w:t>
      </w:r>
      <w:r w:rsidR="00211506">
        <w:rPr>
          <w:rFonts w:asciiTheme="majorHAnsi" w:hAnsiTheme="majorHAnsi" w:cstheme="majorHAnsi"/>
          <w:lang w:val="de-DE"/>
        </w:rPr>
        <w:t>erfasst</w:t>
      </w:r>
      <w:r w:rsidRPr="0085000C">
        <w:rPr>
          <w:rFonts w:asciiTheme="majorHAnsi" w:hAnsiTheme="majorHAnsi" w:cstheme="majorHAnsi"/>
          <w:lang w:val="de-DE"/>
        </w:rPr>
        <w:t xml:space="preserve"> den Energieverbrauch </w:t>
      </w:r>
      <w:r>
        <w:rPr>
          <w:rFonts w:asciiTheme="majorHAnsi" w:hAnsiTheme="majorHAnsi" w:cstheme="majorHAnsi"/>
          <w:lang w:val="de-DE"/>
        </w:rPr>
        <w:t xml:space="preserve">einer </w:t>
      </w:r>
      <w:r w:rsidRPr="0085000C">
        <w:rPr>
          <w:rFonts w:asciiTheme="majorHAnsi" w:hAnsiTheme="majorHAnsi" w:cstheme="majorHAnsi"/>
          <w:lang w:val="de-DE"/>
        </w:rPr>
        <w:t xml:space="preserve">Werkzeugmaschine für jedes NC-Programm, </w:t>
      </w:r>
      <w:r w:rsidRPr="00B55116">
        <w:rPr>
          <w:rFonts w:asciiTheme="majorHAnsi" w:hAnsiTheme="majorHAnsi" w:cstheme="majorHAnsi"/>
          <w:lang w:val="de-DE"/>
        </w:rPr>
        <w:t>sodass der Energie</w:t>
      </w:r>
      <w:r w:rsidR="00D46342" w:rsidRPr="00B55116">
        <w:rPr>
          <w:rFonts w:asciiTheme="majorHAnsi" w:hAnsiTheme="majorHAnsi" w:cstheme="majorHAnsi"/>
          <w:lang w:val="de-DE"/>
        </w:rPr>
        <w:t>bedarf</w:t>
      </w:r>
      <w:r w:rsidRPr="00B55116">
        <w:rPr>
          <w:rFonts w:asciiTheme="majorHAnsi" w:hAnsiTheme="majorHAnsi" w:cstheme="majorHAnsi"/>
          <w:lang w:val="de-DE"/>
        </w:rPr>
        <w:t xml:space="preserve"> </w:t>
      </w:r>
      <w:r w:rsidR="00211506" w:rsidRPr="00B55116">
        <w:rPr>
          <w:rFonts w:asciiTheme="majorHAnsi" w:hAnsiTheme="majorHAnsi" w:cstheme="majorHAnsi"/>
          <w:lang w:val="de-DE"/>
        </w:rPr>
        <w:t xml:space="preserve">pro Werkstück </w:t>
      </w:r>
      <w:r w:rsidRPr="00B55116">
        <w:rPr>
          <w:rFonts w:asciiTheme="majorHAnsi" w:hAnsiTheme="majorHAnsi" w:cstheme="majorHAnsi"/>
          <w:lang w:val="de-DE"/>
        </w:rPr>
        <w:t>berechnet werden kann</w:t>
      </w:r>
      <w:r w:rsidR="00211506" w:rsidRPr="00B55116">
        <w:rPr>
          <w:rFonts w:asciiTheme="majorHAnsi" w:hAnsiTheme="majorHAnsi" w:cstheme="majorHAnsi"/>
          <w:lang w:val="de-DE"/>
        </w:rPr>
        <w:t>.</w:t>
      </w:r>
      <w:r w:rsidRPr="00B55116">
        <w:rPr>
          <w:rFonts w:asciiTheme="majorHAnsi" w:hAnsiTheme="majorHAnsi" w:cstheme="majorHAnsi"/>
          <w:lang w:val="de-DE"/>
        </w:rPr>
        <w:t xml:space="preserve"> </w:t>
      </w:r>
      <w:r w:rsidR="00D46342" w:rsidRPr="00B55116">
        <w:rPr>
          <w:rFonts w:asciiTheme="majorHAnsi" w:hAnsiTheme="majorHAnsi" w:cstheme="majorHAnsi"/>
          <w:lang w:val="de-DE"/>
        </w:rPr>
        <w:t>A</w:t>
      </w:r>
      <w:r w:rsidR="00D46342">
        <w:rPr>
          <w:rFonts w:asciiTheme="majorHAnsi" w:hAnsiTheme="majorHAnsi" w:cstheme="majorHAnsi"/>
          <w:lang w:val="de-DE"/>
        </w:rPr>
        <w:t xml:space="preserve">uf  Grundlage </w:t>
      </w:r>
      <w:r>
        <w:rPr>
          <w:rFonts w:asciiTheme="majorHAnsi" w:hAnsiTheme="majorHAnsi" w:cstheme="majorHAnsi"/>
          <w:lang w:val="de-DE"/>
        </w:rPr>
        <w:t>solche</w:t>
      </w:r>
      <w:r w:rsidR="007456F8">
        <w:rPr>
          <w:rFonts w:asciiTheme="majorHAnsi" w:hAnsiTheme="majorHAnsi" w:cstheme="majorHAnsi"/>
          <w:lang w:val="de-DE"/>
        </w:rPr>
        <w:t>r</w:t>
      </w:r>
      <w:r>
        <w:rPr>
          <w:rFonts w:asciiTheme="majorHAnsi" w:hAnsiTheme="majorHAnsi" w:cstheme="majorHAnsi"/>
          <w:lang w:val="de-DE"/>
        </w:rPr>
        <w:t xml:space="preserve"> Informationen</w:t>
      </w:r>
      <w:r w:rsidR="007456F8">
        <w:rPr>
          <w:rFonts w:asciiTheme="majorHAnsi" w:hAnsiTheme="majorHAnsi" w:cstheme="majorHAnsi"/>
          <w:lang w:val="de-DE"/>
        </w:rPr>
        <w:t xml:space="preserve"> lassen sich darüber hinaus ineffiziente NC-Programme anpassen oder </w:t>
      </w:r>
      <w:r w:rsidR="007456F8" w:rsidRPr="00B55116">
        <w:rPr>
          <w:rFonts w:asciiTheme="majorHAnsi" w:hAnsiTheme="majorHAnsi" w:cstheme="majorHAnsi"/>
          <w:lang w:val="de-DE"/>
        </w:rPr>
        <w:t>die Fertigung bestimmter Teile in Nachtschichten verlagern, in denen der Strom</w:t>
      </w:r>
      <w:r w:rsidR="00E07D3E" w:rsidRPr="00B55116">
        <w:rPr>
          <w:rFonts w:asciiTheme="majorHAnsi" w:hAnsiTheme="majorHAnsi" w:cstheme="majorHAnsi"/>
          <w:lang w:val="de-DE"/>
        </w:rPr>
        <w:t>preis</w:t>
      </w:r>
      <w:r w:rsidR="007456F8" w:rsidRPr="00B55116">
        <w:rPr>
          <w:rFonts w:asciiTheme="majorHAnsi" w:hAnsiTheme="majorHAnsi" w:cstheme="majorHAnsi"/>
          <w:lang w:val="de-DE"/>
        </w:rPr>
        <w:t xml:space="preserve"> geringer ist.</w:t>
      </w:r>
      <w:r w:rsidR="007456F8">
        <w:rPr>
          <w:rFonts w:asciiTheme="majorHAnsi" w:hAnsiTheme="majorHAnsi" w:cstheme="majorHAnsi"/>
          <w:lang w:val="de-DE"/>
        </w:rPr>
        <w:t xml:space="preserve"> </w:t>
      </w:r>
    </w:p>
    <w:p w14:paraId="2CC3A1DA" w14:textId="77777777" w:rsidR="007456F8" w:rsidRPr="00D46342" w:rsidRDefault="007456F8" w:rsidP="000F0410">
      <w:pPr>
        <w:rPr>
          <w:rFonts w:asciiTheme="majorHAnsi" w:hAnsiTheme="majorHAnsi" w:cstheme="majorHAnsi"/>
          <w:b/>
          <w:bCs/>
          <w:lang w:val="de-DE"/>
        </w:rPr>
      </w:pPr>
    </w:p>
    <w:p w14:paraId="54AF7643" w14:textId="2045A939" w:rsidR="00D46342" w:rsidRPr="00D46342" w:rsidRDefault="00D46342" w:rsidP="000F0410">
      <w:pPr>
        <w:rPr>
          <w:rFonts w:asciiTheme="majorHAnsi" w:hAnsiTheme="majorHAnsi" w:cstheme="majorHAnsi"/>
          <w:b/>
          <w:bCs/>
          <w:lang w:val="de-DE"/>
        </w:rPr>
      </w:pPr>
      <w:r>
        <w:rPr>
          <w:rFonts w:asciiTheme="majorHAnsi" w:hAnsiTheme="majorHAnsi" w:cstheme="majorHAnsi"/>
          <w:b/>
          <w:bCs/>
          <w:lang w:val="de-DE"/>
        </w:rPr>
        <w:t>Energiekosten minimieren, Recycling vereinfachen</w:t>
      </w:r>
    </w:p>
    <w:p w14:paraId="7574923B" w14:textId="64F6372C" w:rsidR="007456F8" w:rsidRDefault="007456F8" w:rsidP="000F0410">
      <w:pPr>
        <w:rPr>
          <w:rFonts w:asciiTheme="majorHAnsi" w:hAnsiTheme="majorHAnsi" w:cstheme="majorHAnsi"/>
          <w:lang w:val="de-DE"/>
        </w:rPr>
      </w:pPr>
      <w:r>
        <w:rPr>
          <w:rFonts w:asciiTheme="majorHAnsi" w:hAnsiTheme="majorHAnsi" w:cstheme="majorHAnsi"/>
          <w:lang w:val="de-DE"/>
        </w:rPr>
        <w:t>Um unnötige Energieverbr</w:t>
      </w:r>
      <w:r w:rsidR="00D46342">
        <w:rPr>
          <w:rFonts w:asciiTheme="majorHAnsi" w:hAnsiTheme="majorHAnsi" w:cstheme="majorHAnsi"/>
          <w:lang w:val="de-DE"/>
        </w:rPr>
        <w:t>äuche</w:t>
      </w:r>
      <w:r>
        <w:rPr>
          <w:rFonts w:asciiTheme="majorHAnsi" w:hAnsiTheme="majorHAnsi" w:cstheme="majorHAnsi"/>
          <w:lang w:val="de-DE"/>
        </w:rPr>
        <w:t xml:space="preserve"> zu minimieren, schaltet die neue „</w:t>
      </w:r>
      <w:r w:rsidRPr="007456F8">
        <w:rPr>
          <w:rFonts w:asciiTheme="majorHAnsi" w:hAnsiTheme="majorHAnsi" w:cstheme="majorHAnsi"/>
          <w:lang w:val="de-DE"/>
        </w:rPr>
        <w:t>Auto-Power On/Off</w:t>
      </w:r>
      <w:r>
        <w:rPr>
          <w:rFonts w:asciiTheme="majorHAnsi" w:hAnsiTheme="majorHAnsi" w:cstheme="majorHAnsi"/>
          <w:lang w:val="de-DE"/>
        </w:rPr>
        <w:t>“</w:t>
      </w:r>
      <w:r w:rsidRPr="007456F8">
        <w:rPr>
          <w:rFonts w:asciiTheme="majorHAnsi" w:hAnsiTheme="majorHAnsi" w:cstheme="majorHAnsi"/>
          <w:lang w:val="de-DE"/>
        </w:rPr>
        <w:t>-Funktion</w:t>
      </w:r>
      <w:r>
        <w:rPr>
          <w:rFonts w:asciiTheme="majorHAnsi" w:hAnsiTheme="majorHAnsi" w:cstheme="majorHAnsi"/>
          <w:lang w:val="de-DE"/>
        </w:rPr>
        <w:t xml:space="preserve"> der MMS die Werkzeugmaschine automatisch </w:t>
      </w:r>
      <w:r w:rsidR="00D46342">
        <w:rPr>
          <w:rFonts w:asciiTheme="majorHAnsi" w:hAnsiTheme="majorHAnsi" w:cstheme="majorHAnsi"/>
          <w:lang w:val="de-DE"/>
        </w:rPr>
        <w:t>ab</w:t>
      </w:r>
      <w:r>
        <w:rPr>
          <w:rFonts w:asciiTheme="majorHAnsi" w:hAnsiTheme="majorHAnsi" w:cstheme="majorHAnsi"/>
          <w:lang w:val="de-DE"/>
        </w:rPr>
        <w:t>, wenn keine NC-Programme zur Ausführung geplant sind. Mit der automatischen „Aufweckfunktion“ geht die Maschine hingegen in Betriebsbereitschaft und wärmt sich vor dem Start des nächsten NC-Programms auf.</w:t>
      </w:r>
    </w:p>
    <w:p w14:paraId="64609234" w14:textId="77777777" w:rsidR="007456F8" w:rsidRDefault="007456F8" w:rsidP="000F0410">
      <w:pPr>
        <w:rPr>
          <w:rFonts w:asciiTheme="majorHAnsi" w:hAnsiTheme="majorHAnsi" w:cstheme="majorHAnsi"/>
          <w:lang w:val="de-DE"/>
        </w:rPr>
      </w:pPr>
    </w:p>
    <w:p w14:paraId="0393369A" w14:textId="7E2E4A30" w:rsidR="003D322E" w:rsidRDefault="007456F8" w:rsidP="000F0410">
      <w:pPr>
        <w:rPr>
          <w:rFonts w:asciiTheme="majorHAnsi" w:hAnsiTheme="majorHAnsi" w:cstheme="majorHAnsi"/>
          <w:lang w:val="de-DE"/>
        </w:rPr>
      </w:pPr>
      <w:r>
        <w:rPr>
          <w:rFonts w:asciiTheme="majorHAnsi" w:hAnsiTheme="majorHAnsi" w:cstheme="majorHAnsi"/>
          <w:lang w:val="de-DE"/>
        </w:rPr>
        <w:t xml:space="preserve">Da Metall eine wertvolle Ressource ist, kommt dem Recycling mit Blick auf die Nachhaltigkeit eine besondere Bedeutung zu. Vor diesem Hintergrund verfügt die MMS 8.2 über </w:t>
      </w:r>
      <w:r w:rsidR="00AF6D16">
        <w:rPr>
          <w:rFonts w:asciiTheme="majorHAnsi" w:hAnsiTheme="majorHAnsi" w:cstheme="majorHAnsi"/>
          <w:lang w:val="de-DE"/>
        </w:rPr>
        <w:t xml:space="preserve">eine </w:t>
      </w:r>
      <w:r w:rsidR="00D46342">
        <w:rPr>
          <w:rFonts w:asciiTheme="majorHAnsi" w:hAnsiTheme="majorHAnsi" w:cstheme="majorHAnsi"/>
          <w:lang w:val="de-DE"/>
        </w:rPr>
        <w:t>Material-</w:t>
      </w:r>
      <w:r w:rsidR="00AF6D16">
        <w:rPr>
          <w:rFonts w:asciiTheme="majorHAnsi" w:hAnsiTheme="majorHAnsi" w:cstheme="majorHAnsi"/>
          <w:lang w:val="de-DE"/>
        </w:rPr>
        <w:lastRenderedPageBreak/>
        <w:t xml:space="preserve">Zuweisungsfunktion, um Aufträge zur Bearbeitung bestimmter Materialien spezifischen Werkzeugmaschinen zuzuordnen. Auf diese Weise können hochwertige Späne einfacher getrennt und recycelt werden. </w:t>
      </w:r>
    </w:p>
    <w:p w14:paraId="6C790CD1" w14:textId="77777777" w:rsidR="00AF6D16" w:rsidRDefault="00AF6D16" w:rsidP="000F0410">
      <w:pPr>
        <w:rPr>
          <w:rFonts w:asciiTheme="majorHAnsi" w:hAnsiTheme="majorHAnsi" w:cstheme="majorHAnsi"/>
          <w:lang w:val="de-DE"/>
        </w:rPr>
      </w:pPr>
    </w:p>
    <w:p w14:paraId="1D8EFE31" w14:textId="7D0B7C30" w:rsidR="00077CC6" w:rsidRDefault="00AF6D16" w:rsidP="000F0410">
      <w:pPr>
        <w:rPr>
          <w:rFonts w:asciiTheme="majorHAnsi" w:hAnsiTheme="majorHAnsi" w:cstheme="majorHAnsi"/>
          <w:lang w:val="de-DE"/>
        </w:rPr>
      </w:pPr>
      <w:r>
        <w:rPr>
          <w:rFonts w:asciiTheme="majorHAnsi" w:hAnsiTheme="majorHAnsi" w:cstheme="majorHAnsi"/>
          <w:lang w:val="de-DE"/>
        </w:rPr>
        <w:t xml:space="preserve">„Bei der CNC-Automatisierung gehen Nachhaltigkeit und Rentabilität Hand in Hand. Die Idee der  Automatisierung ist es, unnötige manuelle und zudem monotone Tätigkeiten für Mitarbeiter zu vermeiden – und wir haben außerdem das Ziel, auch die Anforderungen unserer Kunden an </w:t>
      </w:r>
      <w:r w:rsidR="00001A06">
        <w:rPr>
          <w:rFonts w:asciiTheme="majorHAnsi" w:hAnsiTheme="majorHAnsi" w:cstheme="majorHAnsi"/>
          <w:lang w:val="de-DE"/>
        </w:rPr>
        <w:t xml:space="preserve">die </w:t>
      </w:r>
      <w:r>
        <w:rPr>
          <w:rFonts w:asciiTheme="majorHAnsi" w:hAnsiTheme="majorHAnsi" w:cstheme="majorHAnsi"/>
          <w:lang w:val="de-DE"/>
        </w:rPr>
        <w:t>Nachhaltigkeit</w:t>
      </w:r>
      <w:r w:rsidR="00001A06">
        <w:rPr>
          <w:rFonts w:asciiTheme="majorHAnsi" w:hAnsiTheme="majorHAnsi" w:cstheme="majorHAnsi"/>
          <w:lang w:val="de-DE"/>
        </w:rPr>
        <w:t xml:space="preserve"> ihrer Produktion</w:t>
      </w:r>
      <w:r>
        <w:rPr>
          <w:rFonts w:asciiTheme="majorHAnsi" w:hAnsiTheme="majorHAnsi" w:cstheme="majorHAnsi"/>
          <w:lang w:val="de-DE"/>
        </w:rPr>
        <w:t xml:space="preserve"> so einfach wie möglich </w:t>
      </w:r>
      <w:r w:rsidR="00077CC6">
        <w:rPr>
          <w:rFonts w:asciiTheme="majorHAnsi" w:hAnsiTheme="majorHAnsi" w:cstheme="majorHAnsi"/>
          <w:lang w:val="de-DE"/>
        </w:rPr>
        <w:t>zu</w:t>
      </w:r>
      <w:r w:rsidR="00001A06">
        <w:rPr>
          <w:rFonts w:asciiTheme="majorHAnsi" w:hAnsiTheme="majorHAnsi" w:cstheme="majorHAnsi"/>
          <w:lang w:val="de-DE"/>
        </w:rPr>
        <w:t xml:space="preserve"> gestalten</w:t>
      </w:r>
      <w:r w:rsidR="00077CC6">
        <w:rPr>
          <w:rFonts w:asciiTheme="majorHAnsi" w:hAnsiTheme="majorHAnsi" w:cstheme="majorHAnsi"/>
          <w:lang w:val="de-DE"/>
        </w:rPr>
        <w:t xml:space="preserve">. Daher </w:t>
      </w:r>
      <w:r w:rsidR="00001A06">
        <w:rPr>
          <w:rFonts w:asciiTheme="majorHAnsi" w:hAnsiTheme="majorHAnsi" w:cstheme="majorHAnsi"/>
          <w:lang w:val="de-DE"/>
        </w:rPr>
        <w:t>freuen wir uns</w:t>
      </w:r>
      <w:r w:rsidR="00077CC6">
        <w:rPr>
          <w:rFonts w:asciiTheme="majorHAnsi" w:hAnsiTheme="majorHAnsi" w:cstheme="majorHAnsi"/>
          <w:lang w:val="de-DE"/>
        </w:rPr>
        <w:t xml:space="preserve">, die ersten Funktionen für ein </w:t>
      </w:r>
      <w:proofErr w:type="spellStart"/>
      <w:r w:rsidR="00077CC6">
        <w:rPr>
          <w:rFonts w:asciiTheme="majorHAnsi" w:hAnsiTheme="majorHAnsi" w:cstheme="majorHAnsi"/>
          <w:lang w:val="de-DE"/>
        </w:rPr>
        <w:t>Nachhaltigkeitsreporting</w:t>
      </w:r>
      <w:proofErr w:type="spellEnd"/>
      <w:r w:rsidR="00077CC6">
        <w:rPr>
          <w:rFonts w:asciiTheme="majorHAnsi" w:hAnsiTheme="majorHAnsi" w:cstheme="majorHAnsi"/>
          <w:lang w:val="de-DE"/>
        </w:rPr>
        <w:t xml:space="preserve"> in unsere MMS einführen zu können</w:t>
      </w:r>
      <w:r w:rsidR="00001A06">
        <w:rPr>
          <w:rFonts w:asciiTheme="majorHAnsi" w:hAnsiTheme="majorHAnsi" w:cstheme="majorHAnsi"/>
          <w:lang w:val="de-DE"/>
        </w:rPr>
        <w:t xml:space="preserve">. Und wir arbeiten </w:t>
      </w:r>
      <w:r w:rsidR="00D45CC0">
        <w:rPr>
          <w:rFonts w:asciiTheme="majorHAnsi" w:hAnsiTheme="majorHAnsi" w:cstheme="majorHAnsi"/>
          <w:lang w:val="de-DE"/>
        </w:rPr>
        <w:t>b</w:t>
      </w:r>
      <w:r w:rsidR="00077CC6">
        <w:rPr>
          <w:rFonts w:asciiTheme="majorHAnsi" w:hAnsiTheme="majorHAnsi" w:cstheme="majorHAnsi"/>
          <w:lang w:val="de-DE"/>
        </w:rPr>
        <w:t xml:space="preserve">ereits an den nächsten Entwicklungen im Bereich der Nachhaltigkeit“, sagt Heikki </w:t>
      </w:r>
      <w:proofErr w:type="spellStart"/>
      <w:r w:rsidR="00077CC6">
        <w:rPr>
          <w:rFonts w:asciiTheme="majorHAnsi" w:hAnsiTheme="majorHAnsi" w:cstheme="majorHAnsi"/>
          <w:lang w:val="de-DE"/>
        </w:rPr>
        <w:t>Hallila</w:t>
      </w:r>
      <w:proofErr w:type="spellEnd"/>
      <w:r w:rsidR="00077CC6">
        <w:rPr>
          <w:rFonts w:asciiTheme="majorHAnsi" w:hAnsiTheme="majorHAnsi" w:cstheme="majorHAnsi"/>
          <w:lang w:val="de-DE"/>
        </w:rPr>
        <w:t xml:space="preserve">, </w:t>
      </w:r>
      <w:proofErr w:type="spellStart"/>
      <w:r w:rsidR="00077CC6">
        <w:rPr>
          <w:rFonts w:asciiTheme="majorHAnsi" w:hAnsiTheme="majorHAnsi" w:cstheme="majorHAnsi"/>
          <w:lang w:val="de-DE"/>
        </w:rPr>
        <w:t>Vice</w:t>
      </w:r>
      <w:proofErr w:type="spellEnd"/>
      <w:r w:rsidR="00077CC6">
        <w:rPr>
          <w:rFonts w:asciiTheme="majorHAnsi" w:hAnsiTheme="majorHAnsi" w:cstheme="majorHAnsi"/>
          <w:lang w:val="de-DE"/>
        </w:rPr>
        <w:t xml:space="preserve"> </w:t>
      </w:r>
      <w:proofErr w:type="spellStart"/>
      <w:r w:rsidR="00077CC6">
        <w:rPr>
          <w:rFonts w:asciiTheme="majorHAnsi" w:hAnsiTheme="majorHAnsi" w:cstheme="majorHAnsi"/>
          <w:lang w:val="de-DE"/>
        </w:rPr>
        <w:t>President</w:t>
      </w:r>
      <w:proofErr w:type="spellEnd"/>
      <w:r w:rsidR="00077CC6">
        <w:rPr>
          <w:rFonts w:asciiTheme="majorHAnsi" w:hAnsiTheme="majorHAnsi" w:cstheme="majorHAnsi"/>
          <w:lang w:val="de-DE"/>
        </w:rPr>
        <w:t xml:space="preserve"> Digital Manufacturing and Automation bei </w:t>
      </w:r>
      <w:proofErr w:type="spellStart"/>
      <w:r w:rsidR="00077CC6">
        <w:rPr>
          <w:rFonts w:asciiTheme="majorHAnsi" w:hAnsiTheme="majorHAnsi" w:cstheme="majorHAnsi"/>
          <w:lang w:val="de-DE"/>
        </w:rPr>
        <w:t>Fastems</w:t>
      </w:r>
      <w:proofErr w:type="spellEnd"/>
      <w:r w:rsidR="00077CC6">
        <w:rPr>
          <w:rFonts w:asciiTheme="majorHAnsi" w:hAnsiTheme="majorHAnsi" w:cstheme="majorHAnsi"/>
          <w:lang w:val="de-DE"/>
        </w:rPr>
        <w:t xml:space="preserve">. </w:t>
      </w:r>
    </w:p>
    <w:p w14:paraId="38BAC9B1" w14:textId="77777777" w:rsidR="00077CC6" w:rsidRDefault="00077CC6" w:rsidP="000F0410">
      <w:pPr>
        <w:rPr>
          <w:rFonts w:asciiTheme="majorHAnsi" w:hAnsiTheme="majorHAnsi" w:cstheme="majorHAnsi"/>
          <w:lang w:val="de-DE"/>
        </w:rPr>
      </w:pPr>
    </w:p>
    <w:p w14:paraId="4BD119B3" w14:textId="4AC2AE0E" w:rsidR="008F5BF1" w:rsidRDefault="00CF209D" w:rsidP="000F0410">
      <w:pPr>
        <w:rPr>
          <w:rFonts w:asciiTheme="majorHAnsi" w:hAnsiTheme="majorHAnsi" w:cstheme="majorHAnsi"/>
          <w:lang w:val="de-DE"/>
        </w:rPr>
      </w:pPr>
      <w:r>
        <w:rPr>
          <w:rFonts w:asciiTheme="majorHAnsi" w:hAnsiTheme="majorHAnsi" w:cstheme="majorHAnsi"/>
          <w:lang w:val="de-DE"/>
        </w:rPr>
        <w:t xml:space="preserve">Weitere Informationen zur MMS sind unter nachfolgendem Link erhältlich: </w:t>
      </w:r>
      <w:r w:rsidR="008F5BF1">
        <w:rPr>
          <w:rFonts w:asciiTheme="majorHAnsi" w:hAnsiTheme="majorHAnsi" w:cstheme="majorHAnsi"/>
          <w:lang w:val="de-DE"/>
        </w:rPr>
        <w:br/>
      </w:r>
      <w:r w:rsidR="008F5BF1" w:rsidRPr="008F5BF1">
        <w:rPr>
          <w:rFonts w:asciiTheme="majorHAnsi" w:hAnsiTheme="majorHAnsi" w:cstheme="majorHAnsi"/>
          <w:lang w:val="de-DE"/>
        </w:rPr>
        <w:t>www.fastems.de/loesungen/mms/</w:t>
      </w:r>
    </w:p>
    <w:p w14:paraId="470BDF18" w14:textId="77777777" w:rsidR="00840E3B" w:rsidRDefault="00840E3B" w:rsidP="000F0410">
      <w:pPr>
        <w:rPr>
          <w:rFonts w:asciiTheme="majorHAnsi" w:hAnsiTheme="majorHAnsi" w:cstheme="majorHAnsi"/>
          <w:lang w:val="de-DE"/>
        </w:rPr>
      </w:pPr>
    </w:p>
    <w:p w14:paraId="7ACDE7FA" w14:textId="3D288DFB" w:rsidR="000F0410" w:rsidRDefault="00840E3B" w:rsidP="000F0410">
      <w:pPr>
        <w:rPr>
          <w:rFonts w:asciiTheme="majorHAnsi" w:hAnsiTheme="majorHAnsi" w:cstheme="majorHAnsi"/>
          <w:lang w:val="de-DE"/>
        </w:rPr>
      </w:pPr>
      <w:r>
        <w:rPr>
          <w:rFonts w:asciiTheme="majorHAnsi" w:hAnsiTheme="majorHAnsi" w:cstheme="majorHAnsi"/>
          <w:noProof/>
          <w:lang w:val="de-DE"/>
        </w:rPr>
        <w:drawing>
          <wp:inline distT="0" distB="0" distL="0" distR="0" wp14:anchorId="57DB98F2" wp14:editId="0FA84B6A">
            <wp:extent cx="5939790" cy="3703320"/>
            <wp:effectExtent l="0" t="0" r="3810" b="5080"/>
            <wp:docPr id="1591223711" name="Grafik 1" descr="Ein Bild, das Screenshot, Grafikdesign, Digitales Compositi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223711" name="Grafik 1" descr="Ein Bild, das Screenshot, Grafikdesign, Digitales Compositi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3703320"/>
                    </a:xfrm>
                    <a:prstGeom prst="rect">
                      <a:avLst/>
                    </a:prstGeom>
                  </pic:spPr>
                </pic:pic>
              </a:graphicData>
            </a:graphic>
          </wp:inline>
        </w:drawing>
      </w:r>
    </w:p>
    <w:p w14:paraId="48494A0C" w14:textId="4FC047C4" w:rsidR="00F10C11" w:rsidRDefault="000F0410" w:rsidP="000F0410">
      <w:pPr>
        <w:spacing w:after="300"/>
        <w:rPr>
          <w:rFonts w:asciiTheme="majorHAnsi" w:hAnsiTheme="majorHAnsi" w:cstheme="majorHAnsi"/>
          <w:lang w:val="de-DE"/>
        </w:rPr>
      </w:pPr>
      <w:r>
        <w:rPr>
          <w:rFonts w:asciiTheme="majorHAnsi" w:hAnsiTheme="majorHAnsi" w:cstheme="majorHAnsi"/>
          <w:lang w:val="de-DE"/>
        </w:rPr>
        <w:br/>
        <w:t xml:space="preserve">BILDUNTERSCHRIFT: </w:t>
      </w:r>
      <w:r w:rsidR="00840E3B">
        <w:rPr>
          <w:rFonts w:asciiTheme="majorHAnsi" w:hAnsiTheme="majorHAnsi" w:cstheme="majorHAnsi"/>
          <w:lang w:val="de-DE"/>
        </w:rPr>
        <w:t xml:space="preserve">Mit der MMS Version 8.2 integriert Fastems erstmals Funktionen in </w:t>
      </w:r>
      <w:r w:rsidR="00FF22B9">
        <w:rPr>
          <w:rFonts w:asciiTheme="majorHAnsi" w:hAnsiTheme="majorHAnsi" w:cstheme="majorHAnsi"/>
          <w:lang w:val="de-DE"/>
        </w:rPr>
        <w:t xml:space="preserve">seine </w:t>
      </w:r>
      <w:r w:rsidR="00840E3B">
        <w:rPr>
          <w:rFonts w:asciiTheme="majorHAnsi" w:hAnsiTheme="majorHAnsi" w:cstheme="majorHAnsi"/>
          <w:lang w:val="de-DE"/>
        </w:rPr>
        <w:t xml:space="preserve"> Automatisierungssoftware, die Unternehmen im Hinblick auf eine nachhaltige Produktion </w:t>
      </w:r>
      <w:r w:rsidR="00D45CC0">
        <w:rPr>
          <w:rFonts w:asciiTheme="majorHAnsi" w:hAnsiTheme="majorHAnsi" w:cstheme="majorHAnsi"/>
          <w:lang w:val="de-DE"/>
        </w:rPr>
        <w:t xml:space="preserve">inklusive Reporting </w:t>
      </w:r>
      <w:r w:rsidR="00840E3B">
        <w:rPr>
          <w:rFonts w:asciiTheme="majorHAnsi" w:hAnsiTheme="majorHAnsi" w:cstheme="majorHAnsi"/>
          <w:lang w:val="de-DE"/>
        </w:rPr>
        <w:t xml:space="preserve">unterstützen sollen. </w:t>
      </w:r>
      <w:r w:rsidRPr="00D21248">
        <w:rPr>
          <w:rFonts w:asciiTheme="majorHAnsi" w:hAnsiTheme="majorHAnsi" w:cstheme="majorHAnsi"/>
          <w:lang w:val="de-DE"/>
        </w:rPr>
        <w:t>(Bild: Fastems</w:t>
      </w:r>
      <w:r>
        <w:rPr>
          <w:rFonts w:asciiTheme="majorHAnsi" w:hAnsiTheme="majorHAnsi" w:cstheme="majorHAnsi"/>
          <w:lang w:val="de-DE"/>
        </w:rPr>
        <w:t xml:space="preserve"> Oy AB</w:t>
      </w:r>
      <w:r w:rsidRPr="00D21248">
        <w:rPr>
          <w:rFonts w:asciiTheme="majorHAnsi" w:hAnsiTheme="majorHAnsi" w:cstheme="majorHAnsi"/>
          <w:lang w:val="de-DE"/>
        </w:rPr>
        <w:t>)</w:t>
      </w:r>
    </w:p>
    <w:p w14:paraId="6CEC953D" w14:textId="77777777" w:rsidR="00F10C11" w:rsidRDefault="00F10C11">
      <w:pPr>
        <w:rPr>
          <w:rFonts w:asciiTheme="majorHAnsi" w:hAnsiTheme="majorHAnsi" w:cstheme="majorHAnsi"/>
          <w:lang w:val="de-DE"/>
        </w:rPr>
      </w:pPr>
      <w:r>
        <w:rPr>
          <w:rFonts w:asciiTheme="majorHAnsi" w:hAnsiTheme="majorHAnsi" w:cstheme="majorHAnsi"/>
          <w:lang w:val="de-DE"/>
        </w:rPr>
        <w:br w:type="page"/>
      </w:r>
    </w:p>
    <w:p w14:paraId="60B607F8" w14:textId="13E8138F"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4292AA9E"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Fastems hat seinen Hauptsitz in Tampere (Finnland). Mit seinem Fertigungsstandort in Finnland sowie einer globalen Verkaufs- und Serviceorganisation hat das Unternehmen bisher über </w:t>
      </w:r>
      <w:r w:rsidR="00431916">
        <w:rPr>
          <w:rFonts w:asciiTheme="majorHAnsi" w:hAnsiTheme="majorHAnsi" w:cstheme="majorHAnsi"/>
        </w:rPr>
        <w:t>5</w:t>
      </w:r>
      <w:r w:rsidRPr="003D2D5E">
        <w:rPr>
          <w:rFonts w:asciiTheme="majorHAnsi" w:hAnsiTheme="majorHAnsi" w:cstheme="majorHAnsi"/>
        </w:rPr>
        <w:t xml:space="preserve">.000 Systeme an seine Hauptmärkte in Europa, Nordamerika und Asien geliefert und installiert. </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112C8CFE" w:rsidR="00606A95" w:rsidRPr="003D2D5E" w:rsidRDefault="00F10C11" w:rsidP="003D2D5E">
      <w:pPr>
        <w:rPr>
          <w:rFonts w:asciiTheme="majorHAnsi" w:hAnsiTheme="majorHAnsi" w:cstheme="majorHAnsi"/>
          <w:color w:val="000000"/>
          <w:lang w:val="de-DE"/>
        </w:rPr>
      </w:pPr>
      <w:r w:rsidRPr="003D2D5E">
        <w:rPr>
          <w:rFonts w:asciiTheme="majorHAnsi" w:hAnsiTheme="majorHAnsi" w:cstheme="majorHAnsi"/>
          <w:color w:val="000000"/>
          <w:lang w:val="de-DE"/>
        </w:rPr>
        <w:t>E-Mail</w:t>
      </w:r>
      <w:r w:rsidR="00606A95"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00606A95"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00606A95" w:rsidRPr="003D2D5E">
        <w:rPr>
          <w:rFonts w:asciiTheme="majorHAnsi" w:hAnsiTheme="majorHAnsi" w:cstheme="majorHAnsi"/>
          <w:color w:val="000000"/>
          <w:lang w:val="de-DE"/>
        </w:rPr>
        <w:t>@fastems.com</w:t>
      </w:r>
    </w:p>
    <w:sectPr w:rsidR="00606A95" w:rsidRPr="003D2D5E" w:rsidSect="00AA5AC9">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18AC5" w14:textId="77777777" w:rsidR="00643CCC" w:rsidRDefault="00643CCC" w:rsidP="001C44B3">
      <w:r>
        <w:separator/>
      </w:r>
    </w:p>
  </w:endnote>
  <w:endnote w:type="continuationSeparator" w:id="0">
    <w:p w14:paraId="3E1B3F56" w14:textId="77777777" w:rsidR="00643CCC" w:rsidRDefault="00643CCC"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431916"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431916"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431916"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431916"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F404C" w14:textId="77777777" w:rsidR="00643CCC" w:rsidRDefault="00643CCC" w:rsidP="001C44B3">
      <w:r>
        <w:separator/>
      </w:r>
    </w:p>
  </w:footnote>
  <w:footnote w:type="continuationSeparator" w:id="0">
    <w:p w14:paraId="57A75B61" w14:textId="77777777" w:rsidR="00643CCC" w:rsidRDefault="00643CCC"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4-05-02T00:00:00Z">
            <w:dateFormat w:val="d.M.yyyy"/>
            <w:lid w:val="fi-FI"/>
            <w:storeMappedDataAs w:val="dateTime"/>
            <w:calendar w:val="gregorian"/>
          </w:date>
        </w:sdtPr>
        <w:sdtContent>
          <w:tc>
            <w:tcPr>
              <w:tcW w:w="3219" w:type="dxa"/>
            </w:tcPr>
            <w:p w14:paraId="4D09DD22" w14:textId="640AC03E" w:rsidR="00270F49" w:rsidRDefault="00DF5A91" w:rsidP="00701680">
              <w:pPr>
                <w:pStyle w:val="Kopfzeile"/>
                <w:jc w:val="right"/>
              </w:pPr>
              <w:r>
                <w:rPr>
                  <w:lang w:val="fi-FI"/>
                </w:rPr>
                <w:t>2.5.2024</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4-05-02T00:00:00Z">
            <w:dateFormat w:val="d.M.yyyy"/>
            <w:lid w:val="fi-FI"/>
            <w:storeMappedDataAs w:val="dateTime"/>
            <w:calendar w:val="gregorian"/>
          </w:date>
        </w:sdtPr>
        <w:sdtContent>
          <w:tc>
            <w:tcPr>
              <w:tcW w:w="3219" w:type="dxa"/>
            </w:tcPr>
            <w:p w14:paraId="7990D5DA" w14:textId="7BD90579" w:rsidR="00DE2EB5" w:rsidRDefault="00DF5A91" w:rsidP="00E22FAC">
              <w:pPr>
                <w:pStyle w:val="Kopfzeile"/>
                <w:jc w:val="right"/>
              </w:pPr>
              <w:r>
                <w:rPr>
                  <w:lang w:val="fi-FI"/>
                </w:rPr>
                <w:t>2.5.2024</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CD1"/>
    <w:rsid w:val="00001A06"/>
    <w:rsid w:val="000038D2"/>
    <w:rsid w:val="0000589D"/>
    <w:rsid w:val="000219D2"/>
    <w:rsid w:val="00021AA0"/>
    <w:rsid w:val="00026FCE"/>
    <w:rsid w:val="000331E0"/>
    <w:rsid w:val="000362E8"/>
    <w:rsid w:val="00037859"/>
    <w:rsid w:val="000400FF"/>
    <w:rsid w:val="00041D96"/>
    <w:rsid w:val="000450BB"/>
    <w:rsid w:val="00046926"/>
    <w:rsid w:val="00046987"/>
    <w:rsid w:val="000543E9"/>
    <w:rsid w:val="00060459"/>
    <w:rsid w:val="00061202"/>
    <w:rsid w:val="00065C5C"/>
    <w:rsid w:val="00067594"/>
    <w:rsid w:val="00070CFA"/>
    <w:rsid w:val="00077CC6"/>
    <w:rsid w:val="00080D94"/>
    <w:rsid w:val="00082DED"/>
    <w:rsid w:val="00083593"/>
    <w:rsid w:val="000836B0"/>
    <w:rsid w:val="00086F02"/>
    <w:rsid w:val="000968BF"/>
    <w:rsid w:val="000A10E6"/>
    <w:rsid w:val="000B0C4F"/>
    <w:rsid w:val="000B4843"/>
    <w:rsid w:val="000B4D83"/>
    <w:rsid w:val="000C3708"/>
    <w:rsid w:val="000C3C3C"/>
    <w:rsid w:val="000C6CC8"/>
    <w:rsid w:val="000C7E4A"/>
    <w:rsid w:val="000D5719"/>
    <w:rsid w:val="000E14BC"/>
    <w:rsid w:val="000E1F7B"/>
    <w:rsid w:val="000E22B6"/>
    <w:rsid w:val="000E71E0"/>
    <w:rsid w:val="000F0410"/>
    <w:rsid w:val="000F4E8A"/>
    <w:rsid w:val="00111E37"/>
    <w:rsid w:val="00113188"/>
    <w:rsid w:val="0011580F"/>
    <w:rsid w:val="00120A71"/>
    <w:rsid w:val="00132D12"/>
    <w:rsid w:val="00135190"/>
    <w:rsid w:val="00135A4A"/>
    <w:rsid w:val="0013721A"/>
    <w:rsid w:val="0013748C"/>
    <w:rsid w:val="0014005A"/>
    <w:rsid w:val="00141689"/>
    <w:rsid w:val="00142763"/>
    <w:rsid w:val="00145D96"/>
    <w:rsid w:val="00146BCF"/>
    <w:rsid w:val="00147E54"/>
    <w:rsid w:val="001650ED"/>
    <w:rsid w:val="00174031"/>
    <w:rsid w:val="0017423B"/>
    <w:rsid w:val="001747CF"/>
    <w:rsid w:val="001768C8"/>
    <w:rsid w:val="00177BCB"/>
    <w:rsid w:val="0018279A"/>
    <w:rsid w:val="00183F07"/>
    <w:rsid w:val="00185476"/>
    <w:rsid w:val="001876A8"/>
    <w:rsid w:val="0019037B"/>
    <w:rsid w:val="001913B2"/>
    <w:rsid w:val="00191EA4"/>
    <w:rsid w:val="00195EF7"/>
    <w:rsid w:val="001A246F"/>
    <w:rsid w:val="001A5046"/>
    <w:rsid w:val="001A72B8"/>
    <w:rsid w:val="001C0EC8"/>
    <w:rsid w:val="001C44B3"/>
    <w:rsid w:val="001C45F8"/>
    <w:rsid w:val="001D1277"/>
    <w:rsid w:val="001D6D56"/>
    <w:rsid w:val="001E3ECA"/>
    <w:rsid w:val="001F3711"/>
    <w:rsid w:val="001F5AAD"/>
    <w:rsid w:val="001F5B62"/>
    <w:rsid w:val="001F6A5E"/>
    <w:rsid w:val="00207899"/>
    <w:rsid w:val="0021070D"/>
    <w:rsid w:val="00211506"/>
    <w:rsid w:val="00212FB6"/>
    <w:rsid w:val="00213DF2"/>
    <w:rsid w:val="002237AD"/>
    <w:rsid w:val="00224011"/>
    <w:rsid w:val="002248BE"/>
    <w:rsid w:val="00234BFB"/>
    <w:rsid w:val="0023525D"/>
    <w:rsid w:val="00235DD8"/>
    <w:rsid w:val="00240950"/>
    <w:rsid w:val="00256DB9"/>
    <w:rsid w:val="002570C7"/>
    <w:rsid w:val="00260132"/>
    <w:rsid w:val="002615AD"/>
    <w:rsid w:val="00270F49"/>
    <w:rsid w:val="002730BE"/>
    <w:rsid w:val="00273A74"/>
    <w:rsid w:val="0027747B"/>
    <w:rsid w:val="00283B2A"/>
    <w:rsid w:val="002971E8"/>
    <w:rsid w:val="002A37B6"/>
    <w:rsid w:val="002A3E56"/>
    <w:rsid w:val="002A7E43"/>
    <w:rsid w:val="002B3AD8"/>
    <w:rsid w:val="002B7ED3"/>
    <w:rsid w:val="002C143D"/>
    <w:rsid w:val="002C58FE"/>
    <w:rsid w:val="002D1C91"/>
    <w:rsid w:val="002E0746"/>
    <w:rsid w:val="002E0CAA"/>
    <w:rsid w:val="002E421D"/>
    <w:rsid w:val="002E42DD"/>
    <w:rsid w:val="002E5DA3"/>
    <w:rsid w:val="002E73B5"/>
    <w:rsid w:val="002F0586"/>
    <w:rsid w:val="002F4695"/>
    <w:rsid w:val="002F5F9C"/>
    <w:rsid w:val="002F7E44"/>
    <w:rsid w:val="003016C2"/>
    <w:rsid w:val="00303F16"/>
    <w:rsid w:val="00310D40"/>
    <w:rsid w:val="00311CD7"/>
    <w:rsid w:val="003137DA"/>
    <w:rsid w:val="0031779E"/>
    <w:rsid w:val="00322271"/>
    <w:rsid w:val="0032455E"/>
    <w:rsid w:val="003252A0"/>
    <w:rsid w:val="003259A4"/>
    <w:rsid w:val="003268E1"/>
    <w:rsid w:val="00337250"/>
    <w:rsid w:val="00340439"/>
    <w:rsid w:val="00340FE4"/>
    <w:rsid w:val="00343B82"/>
    <w:rsid w:val="00346111"/>
    <w:rsid w:val="00346893"/>
    <w:rsid w:val="00354C20"/>
    <w:rsid w:val="003554B8"/>
    <w:rsid w:val="003575F7"/>
    <w:rsid w:val="00364AA5"/>
    <w:rsid w:val="00365206"/>
    <w:rsid w:val="003724CA"/>
    <w:rsid w:val="003739FC"/>
    <w:rsid w:val="00374CFF"/>
    <w:rsid w:val="00380B79"/>
    <w:rsid w:val="00380DED"/>
    <w:rsid w:val="00385E74"/>
    <w:rsid w:val="00386103"/>
    <w:rsid w:val="003A3ECE"/>
    <w:rsid w:val="003A43BA"/>
    <w:rsid w:val="003B101F"/>
    <w:rsid w:val="003B6F90"/>
    <w:rsid w:val="003C4569"/>
    <w:rsid w:val="003C53F4"/>
    <w:rsid w:val="003C6EA9"/>
    <w:rsid w:val="003C7991"/>
    <w:rsid w:val="003C7FF1"/>
    <w:rsid w:val="003D205C"/>
    <w:rsid w:val="003D2D5E"/>
    <w:rsid w:val="003D322E"/>
    <w:rsid w:val="003D6870"/>
    <w:rsid w:val="003E00D5"/>
    <w:rsid w:val="003E1FF0"/>
    <w:rsid w:val="003F07F3"/>
    <w:rsid w:val="003F4190"/>
    <w:rsid w:val="003F5E61"/>
    <w:rsid w:val="004001C3"/>
    <w:rsid w:val="004132E0"/>
    <w:rsid w:val="004136A2"/>
    <w:rsid w:val="00415E93"/>
    <w:rsid w:val="004168E3"/>
    <w:rsid w:val="004261FB"/>
    <w:rsid w:val="0042752A"/>
    <w:rsid w:val="00431916"/>
    <w:rsid w:val="00435B2C"/>
    <w:rsid w:val="00441456"/>
    <w:rsid w:val="00445864"/>
    <w:rsid w:val="00454AEE"/>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B719D"/>
    <w:rsid w:val="004C40DA"/>
    <w:rsid w:val="004C568F"/>
    <w:rsid w:val="004E43AA"/>
    <w:rsid w:val="004E58BB"/>
    <w:rsid w:val="004E5F65"/>
    <w:rsid w:val="004F2B08"/>
    <w:rsid w:val="004F4F23"/>
    <w:rsid w:val="00507559"/>
    <w:rsid w:val="005101B9"/>
    <w:rsid w:val="005120BB"/>
    <w:rsid w:val="005130DC"/>
    <w:rsid w:val="005211F8"/>
    <w:rsid w:val="005226EF"/>
    <w:rsid w:val="005264EB"/>
    <w:rsid w:val="00535257"/>
    <w:rsid w:val="00537969"/>
    <w:rsid w:val="005416D6"/>
    <w:rsid w:val="005420B6"/>
    <w:rsid w:val="00552ADD"/>
    <w:rsid w:val="00555393"/>
    <w:rsid w:val="005638E5"/>
    <w:rsid w:val="00583733"/>
    <w:rsid w:val="00584A42"/>
    <w:rsid w:val="005875FB"/>
    <w:rsid w:val="0059756D"/>
    <w:rsid w:val="005A37F6"/>
    <w:rsid w:val="005B0DD9"/>
    <w:rsid w:val="005B1E75"/>
    <w:rsid w:val="005B4969"/>
    <w:rsid w:val="005C2E04"/>
    <w:rsid w:val="005C420E"/>
    <w:rsid w:val="005C48EA"/>
    <w:rsid w:val="005C5DED"/>
    <w:rsid w:val="005C637A"/>
    <w:rsid w:val="005D7D69"/>
    <w:rsid w:val="005E2E7C"/>
    <w:rsid w:val="005E3162"/>
    <w:rsid w:val="005E3459"/>
    <w:rsid w:val="005E4266"/>
    <w:rsid w:val="005F49B9"/>
    <w:rsid w:val="005F569C"/>
    <w:rsid w:val="00604113"/>
    <w:rsid w:val="00606A95"/>
    <w:rsid w:val="00607E91"/>
    <w:rsid w:val="00611F76"/>
    <w:rsid w:val="00613E43"/>
    <w:rsid w:val="006140D4"/>
    <w:rsid w:val="00616CBD"/>
    <w:rsid w:val="00623AF0"/>
    <w:rsid w:val="00625061"/>
    <w:rsid w:val="006320BC"/>
    <w:rsid w:val="00634B20"/>
    <w:rsid w:val="00634C8E"/>
    <w:rsid w:val="006430E3"/>
    <w:rsid w:val="00643CCC"/>
    <w:rsid w:val="006504B3"/>
    <w:rsid w:val="0065688E"/>
    <w:rsid w:val="00683448"/>
    <w:rsid w:val="00686C5C"/>
    <w:rsid w:val="00687C2D"/>
    <w:rsid w:val="006A1913"/>
    <w:rsid w:val="006A2615"/>
    <w:rsid w:val="006A5073"/>
    <w:rsid w:val="006A642A"/>
    <w:rsid w:val="006B0753"/>
    <w:rsid w:val="006C28D9"/>
    <w:rsid w:val="006C2B35"/>
    <w:rsid w:val="006C40EE"/>
    <w:rsid w:val="006D6468"/>
    <w:rsid w:val="006E0432"/>
    <w:rsid w:val="006E33D4"/>
    <w:rsid w:val="006E5CA0"/>
    <w:rsid w:val="006E5F47"/>
    <w:rsid w:val="006E6DC8"/>
    <w:rsid w:val="006F204B"/>
    <w:rsid w:val="006F36D0"/>
    <w:rsid w:val="006F6225"/>
    <w:rsid w:val="006F6927"/>
    <w:rsid w:val="006F6A86"/>
    <w:rsid w:val="006F70DE"/>
    <w:rsid w:val="006F7B5E"/>
    <w:rsid w:val="00701229"/>
    <w:rsid w:val="00701680"/>
    <w:rsid w:val="0070273E"/>
    <w:rsid w:val="00702BE2"/>
    <w:rsid w:val="00713ABE"/>
    <w:rsid w:val="00715613"/>
    <w:rsid w:val="0072238E"/>
    <w:rsid w:val="0072692A"/>
    <w:rsid w:val="00726F5E"/>
    <w:rsid w:val="007275A8"/>
    <w:rsid w:val="00732611"/>
    <w:rsid w:val="00733018"/>
    <w:rsid w:val="00741BF5"/>
    <w:rsid w:val="007420E4"/>
    <w:rsid w:val="00742664"/>
    <w:rsid w:val="007454AE"/>
    <w:rsid w:val="007456F8"/>
    <w:rsid w:val="00745980"/>
    <w:rsid w:val="00746B95"/>
    <w:rsid w:val="00746C94"/>
    <w:rsid w:val="00752D86"/>
    <w:rsid w:val="00753F08"/>
    <w:rsid w:val="00757B69"/>
    <w:rsid w:val="00762B2E"/>
    <w:rsid w:val="00765D70"/>
    <w:rsid w:val="00773664"/>
    <w:rsid w:val="0077502C"/>
    <w:rsid w:val="007808DE"/>
    <w:rsid w:val="0078344B"/>
    <w:rsid w:val="0078650F"/>
    <w:rsid w:val="007865AA"/>
    <w:rsid w:val="00797A2A"/>
    <w:rsid w:val="007A1299"/>
    <w:rsid w:val="007A4036"/>
    <w:rsid w:val="007A5123"/>
    <w:rsid w:val="007B02CC"/>
    <w:rsid w:val="007B1428"/>
    <w:rsid w:val="007B660C"/>
    <w:rsid w:val="007C52A7"/>
    <w:rsid w:val="007D16CF"/>
    <w:rsid w:val="007D19D4"/>
    <w:rsid w:val="007E05F6"/>
    <w:rsid w:val="007E0754"/>
    <w:rsid w:val="007F404B"/>
    <w:rsid w:val="00805059"/>
    <w:rsid w:val="0080696D"/>
    <w:rsid w:val="00807207"/>
    <w:rsid w:val="008105C1"/>
    <w:rsid w:val="00812552"/>
    <w:rsid w:val="00815F19"/>
    <w:rsid w:val="00816856"/>
    <w:rsid w:val="00821A55"/>
    <w:rsid w:val="008261C3"/>
    <w:rsid w:val="00826D18"/>
    <w:rsid w:val="008327F6"/>
    <w:rsid w:val="00832C1D"/>
    <w:rsid w:val="0083705E"/>
    <w:rsid w:val="00840E3B"/>
    <w:rsid w:val="008410B4"/>
    <w:rsid w:val="00841C08"/>
    <w:rsid w:val="00844C46"/>
    <w:rsid w:val="0085000C"/>
    <w:rsid w:val="00855252"/>
    <w:rsid w:val="00867EF2"/>
    <w:rsid w:val="00872B78"/>
    <w:rsid w:val="00872BE7"/>
    <w:rsid w:val="00873E6B"/>
    <w:rsid w:val="00875D5B"/>
    <w:rsid w:val="00880474"/>
    <w:rsid w:val="008805E8"/>
    <w:rsid w:val="00884BAB"/>
    <w:rsid w:val="00890042"/>
    <w:rsid w:val="00893123"/>
    <w:rsid w:val="00895739"/>
    <w:rsid w:val="008959A0"/>
    <w:rsid w:val="00896730"/>
    <w:rsid w:val="008A29A6"/>
    <w:rsid w:val="008A480C"/>
    <w:rsid w:val="008A5EB1"/>
    <w:rsid w:val="008B3438"/>
    <w:rsid w:val="008C2E57"/>
    <w:rsid w:val="008D2638"/>
    <w:rsid w:val="008D2EF9"/>
    <w:rsid w:val="008D5F32"/>
    <w:rsid w:val="008D64B6"/>
    <w:rsid w:val="008E01DB"/>
    <w:rsid w:val="008E725D"/>
    <w:rsid w:val="008F5BF1"/>
    <w:rsid w:val="0090431D"/>
    <w:rsid w:val="00912F7C"/>
    <w:rsid w:val="00913032"/>
    <w:rsid w:val="009207F7"/>
    <w:rsid w:val="00926B61"/>
    <w:rsid w:val="0092791E"/>
    <w:rsid w:val="009341A3"/>
    <w:rsid w:val="009358DE"/>
    <w:rsid w:val="00941BE2"/>
    <w:rsid w:val="0096105A"/>
    <w:rsid w:val="00972378"/>
    <w:rsid w:val="00976951"/>
    <w:rsid w:val="0098251E"/>
    <w:rsid w:val="0098255A"/>
    <w:rsid w:val="00982578"/>
    <w:rsid w:val="009832BE"/>
    <w:rsid w:val="00984786"/>
    <w:rsid w:val="00984F1A"/>
    <w:rsid w:val="009850EE"/>
    <w:rsid w:val="00985BD6"/>
    <w:rsid w:val="009941B4"/>
    <w:rsid w:val="009A5814"/>
    <w:rsid w:val="009B211A"/>
    <w:rsid w:val="009B2AE0"/>
    <w:rsid w:val="009B346D"/>
    <w:rsid w:val="009B79AF"/>
    <w:rsid w:val="009C05EB"/>
    <w:rsid w:val="009C47FC"/>
    <w:rsid w:val="009D33A2"/>
    <w:rsid w:val="009D5100"/>
    <w:rsid w:val="009D53DA"/>
    <w:rsid w:val="009D7E4D"/>
    <w:rsid w:val="009E0E45"/>
    <w:rsid w:val="009E345E"/>
    <w:rsid w:val="009E69D3"/>
    <w:rsid w:val="009E6EE0"/>
    <w:rsid w:val="009F0804"/>
    <w:rsid w:val="009F359A"/>
    <w:rsid w:val="009F3FAC"/>
    <w:rsid w:val="00A03601"/>
    <w:rsid w:val="00A20FB8"/>
    <w:rsid w:val="00A21706"/>
    <w:rsid w:val="00A24EE3"/>
    <w:rsid w:val="00A36D91"/>
    <w:rsid w:val="00A406B8"/>
    <w:rsid w:val="00A46505"/>
    <w:rsid w:val="00A5320C"/>
    <w:rsid w:val="00A53CB0"/>
    <w:rsid w:val="00A617B7"/>
    <w:rsid w:val="00A634D8"/>
    <w:rsid w:val="00A70C8E"/>
    <w:rsid w:val="00A76C3A"/>
    <w:rsid w:val="00A855AE"/>
    <w:rsid w:val="00A868C2"/>
    <w:rsid w:val="00A916BA"/>
    <w:rsid w:val="00A958F8"/>
    <w:rsid w:val="00A97D57"/>
    <w:rsid w:val="00AA0450"/>
    <w:rsid w:val="00AA1635"/>
    <w:rsid w:val="00AA18C8"/>
    <w:rsid w:val="00AA3BCC"/>
    <w:rsid w:val="00AA55E1"/>
    <w:rsid w:val="00AA5AC9"/>
    <w:rsid w:val="00AA630A"/>
    <w:rsid w:val="00AA66F6"/>
    <w:rsid w:val="00AA76B1"/>
    <w:rsid w:val="00AB394A"/>
    <w:rsid w:val="00AC5338"/>
    <w:rsid w:val="00AC6274"/>
    <w:rsid w:val="00AC7FB9"/>
    <w:rsid w:val="00AD28A7"/>
    <w:rsid w:val="00AD378A"/>
    <w:rsid w:val="00AD6042"/>
    <w:rsid w:val="00AE00D1"/>
    <w:rsid w:val="00AE039E"/>
    <w:rsid w:val="00AE2317"/>
    <w:rsid w:val="00AF155D"/>
    <w:rsid w:val="00AF47AD"/>
    <w:rsid w:val="00AF5960"/>
    <w:rsid w:val="00AF5996"/>
    <w:rsid w:val="00AF6D16"/>
    <w:rsid w:val="00B05FAA"/>
    <w:rsid w:val="00B128EA"/>
    <w:rsid w:val="00B13A9D"/>
    <w:rsid w:val="00B1439B"/>
    <w:rsid w:val="00B14DDB"/>
    <w:rsid w:val="00B17C65"/>
    <w:rsid w:val="00B26A66"/>
    <w:rsid w:val="00B30EDF"/>
    <w:rsid w:val="00B35180"/>
    <w:rsid w:val="00B3568B"/>
    <w:rsid w:val="00B36F0E"/>
    <w:rsid w:val="00B40EE5"/>
    <w:rsid w:val="00B416A2"/>
    <w:rsid w:val="00B42F50"/>
    <w:rsid w:val="00B4534B"/>
    <w:rsid w:val="00B54332"/>
    <w:rsid w:val="00B549A2"/>
    <w:rsid w:val="00B54A81"/>
    <w:rsid w:val="00B55116"/>
    <w:rsid w:val="00B663CD"/>
    <w:rsid w:val="00B66975"/>
    <w:rsid w:val="00B709DD"/>
    <w:rsid w:val="00B75583"/>
    <w:rsid w:val="00B8392E"/>
    <w:rsid w:val="00B8542D"/>
    <w:rsid w:val="00B93067"/>
    <w:rsid w:val="00B93331"/>
    <w:rsid w:val="00B933BC"/>
    <w:rsid w:val="00B94CB1"/>
    <w:rsid w:val="00BA02A8"/>
    <w:rsid w:val="00BB1848"/>
    <w:rsid w:val="00BB7187"/>
    <w:rsid w:val="00BC73D6"/>
    <w:rsid w:val="00BD690B"/>
    <w:rsid w:val="00BE2CBD"/>
    <w:rsid w:val="00BE3EE6"/>
    <w:rsid w:val="00BF2E0C"/>
    <w:rsid w:val="00BF30C9"/>
    <w:rsid w:val="00BF56C6"/>
    <w:rsid w:val="00C03E7A"/>
    <w:rsid w:val="00C0633E"/>
    <w:rsid w:val="00C15117"/>
    <w:rsid w:val="00C20B1B"/>
    <w:rsid w:val="00C2171F"/>
    <w:rsid w:val="00C22B8D"/>
    <w:rsid w:val="00C24084"/>
    <w:rsid w:val="00C31A7F"/>
    <w:rsid w:val="00C35B70"/>
    <w:rsid w:val="00C44B8C"/>
    <w:rsid w:val="00C508D7"/>
    <w:rsid w:val="00C50C77"/>
    <w:rsid w:val="00C53FAD"/>
    <w:rsid w:val="00C55D19"/>
    <w:rsid w:val="00C708BC"/>
    <w:rsid w:val="00C70AF5"/>
    <w:rsid w:val="00C71186"/>
    <w:rsid w:val="00C71B35"/>
    <w:rsid w:val="00C71BEF"/>
    <w:rsid w:val="00C73A96"/>
    <w:rsid w:val="00C770D9"/>
    <w:rsid w:val="00C7760B"/>
    <w:rsid w:val="00C81AF9"/>
    <w:rsid w:val="00C81BB3"/>
    <w:rsid w:val="00C82A85"/>
    <w:rsid w:val="00C84A58"/>
    <w:rsid w:val="00C87079"/>
    <w:rsid w:val="00C9381C"/>
    <w:rsid w:val="00C95F88"/>
    <w:rsid w:val="00CB6A69"/>
    <w:rsid w:val="00CB6BF9"/>
    <w:rsid w:val="00CC217D"/>
    <w:rsid w:val="00CC6B06"/>
    <w:rsid w:val="00CD1FAE"/>
    <w:rsid w:val="00CD2182"/>
    <w:rsid w:val="00CD2BC6"/>
    <w:rsid w:val="00CD6B3B"/>
    <w:rsid w:val="00CE05E8"/>
    <w:rsid w:val="00CE0F94"/>
    <w:rsid w:val="00CE307E"/>
    <w:rsid w:val="00CE3AAC"/>
    <w:rsid w:val="00CE6A36"/>
    <w:rsid w:val="00CE6D12"/>
    <w:rsid w:val="00CE7FFA"/>
    <w:rsid w:val="00CF0E0F"/>
    <w:rsid w:val="00CF1197"/>
    <w:rsid w:val="00CF19AC"/>
    <w:rsid w:val="00CF1F41"/>
    <w:rsid w:val="00CF209D"/>
    <w:rsid w:val="00CF2C84"/>
    <w:rsid w:val="00CF56FD"/>
    <w:rsid w:val="00CF71BD"/>
    <w:rsid w:val="00D063F6"/>
    <w:rsid w:val="00D0685D"/>
    <w:rsid w:val="00D10616"/>
    <w:rsid w:val="00D12BC9"/>
    <w:rsid w:val="00D166CF"/>
    <w:rsid w:val="00D21248"/>
    <w:rsid w:val="00D2314E"/>
    <w:rsid w:val="00D42174"/>
    <w:rsid w:val="00D45CC0"/>
    <w:rsid w:val="00D46342"/>
    <w:rsid w:val="00D51CCD"/>
    <w:rsid w:val="00D52268"/>
    <w:rsid w:val="00D56F9A"/>
    <w:rsid w:val="00D6058A"/>
    <w:rsid w:val="00D642E1"/>
    <w:rsid w:val="00D668B2"/>
    <w:rsid w:val="00D77729"/>
    <w:rsid w:val="00D77C1E"/>
    <w:rsid w:val="00D82A24"/>
    <w:rsid w:val="00D83FC5"/>
    <w:rsid w:val="00D93AA4"/>
    <w:rsid w:val="00D946F8"/>
    <w:rsid w:val="00D9552D"/>
    <w:rsid w:val="00D9674B"/>
    <w:rsid w:val="00DA111F"/>
    <w:rsid w:val="00DA3801"/>
    <w:rsid w:val="00DA399A"/>
    <w:rsid w:val="00DB587E"/>
    <w:rsid w:val="00DC6626"/>
    <w:rsid w:val="00DC78E3"/>
    <w:rsid w:val="00DE2EB5"/>
    <w:rsid w:val="00DE5484"/>
    <w:rsid w:val="00DF19A4"/>
    <w:rsid w:val="00DF2634"/>
    <w:rsid w:val="00DF5081"/>
    <w:rsid w:val="00DF5A91"/>
    <w:rsid w:val="00E0196F"/>
    <w:rsid w:val="00E025AF"/>
    <w:rsid w:val="00E04045"/>
    <w:rsid w:val="00E0650A"/>
    <w:rsid w:val="00E07795"/>
    <w:rsid w:val="00E07D3E"/>
    <w:rsid w:val="00E14CFD"/>
    <w:rsid w:val="00E15B50"/>
    <w:rsid w:val="00E168AB"/>
    <w:rsid w:val="00E1699E"/>
    <w:rsid w:val="00E1764B"/>
    <w:rsid w:val="00E178D3"/>
    <w:rsid w:val="00E17DED"/>
    <w:rsid w:val="00E20341"/>
    <w:rsid w:val="00E20366"/>
    <w:rsid w:val="00E22918"/>
    <w:rsid w:val="00E23AA2"/>
    <w:rsid w:val="00E30EF5"/>
    <w:rsid w:val="00E37A8E"/>
    <w:rsid w:val="00E41A67"/>
    <w:rsid w:val="00E4519F"/>
    <w:rsid w:val="00E5230E"/>
    <w:rsid w:val="00E5495E"/>
    <w:rsid w:val="00E645B2"/>
    <w:rsid w:val="00E70CE1"/>
    <w:rsid w:val="00E71185"/>
    <w:rsid w:val="00E73E83"/>
    <w:rsid w:val="00E75213"/>
    <w:rsid w:val="00E7534D"/>
    <w:rsid w:val="00E76712"/>
    <w:rsid w:val="00E85B70"/>
    <w:rsid w:val="00E96045"/>
    <w:rsid w:val="00E965A3"/>
    <w:rsid w:val="00EA11EE"/>
    <w:rsid w:val="00EA5DE7"/>
    <w:rsid w:val="00EB37D2"/>
    <w:rsid w:val="00EB3EC3"/>
    <w:rsid w:val="00EB5206"/>
    <w:rsid w:val="00EC6588"/>
    <w:rsid w:val="00EC6E01"/>
    <w:rsid w:val="00ED1651"/>
    <w:rsid w:val="00ED1AB8"/>
    <w:rsid w:val="00ED3262"/>
    <w:rsid w:val="00ED6939"/>
    <w:rsid w:val="00EE3057"/>
    <w:rsid w:val="00EF0E6C"/>
    <w:rsid w:val="00EF4737"/>
    <w:rsid w:val="00EF7107"/>
    <w:rsid w:val="00F02E2A"/>
    <w:rsid w:val="00F030BC"/>
    <w:rsid w:val="00F05B62"/>
    <w:rsid w:val="00F0633C"/>
    <w:rsid w:val="00F10C11"/>
    <w:rsid w:val="00F2305B"/>
    <w:rsid w:val="00F23D25"/>
    <w:rsid w:val="00F26DCE"/>
    <w:rsid w:val="00F37B40"/>
    <w:rsid w:val="00F421E7"/>
    <w:rsid w:val="00F4245E"/>
    <w:rsid w:val="00F42519"/>
    <w:rsid w:val="00F43434"/>
    <w:rsid w:val="00F43C05"/>
    <w:rsid w:val="00F50275"/>
    <w:rsid w:val="00F50C70"/>
    <w:rsid w:val="00F514C6"/>
    <w:rsid w:val="00F617F3"/>
    <w:rsid w:val="00F6284C"/>
    <w:rsid w:val="00F6626F"/>
    <w:rsid w:val="00F72261"/>
    <w:rsid w:val="00F73A52"/>
    <w:rsid w:val="00F76E8E"/>
    <w:rsid w:val="00F92720"/>
    <w:rsid w:val="00F934DF"/>
    <w:rsid w:val="00FA1518"/>
    <w:rsid w:val="00FA5117"/>
    <w:rsid w:val="00FB1E1B"/>
    <w:rsid w:val="00FB3369"/>
    <w:rsid w:val="00FB512A"/>
    <w:rsid w:val="00FD76EF"/>
    <w:rsid w:val="00FF176B"/>
    <w:rsid w:val="00FF22B9"/>
    <w:rsid w:val="00FF2B27"/>
    <w:rsid w:val="00FF6788"/>
    <w:rsid w:val="00FF6E3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331E0"/>
    <w:rsid w:val="000362E8"/>
    <w:rsid w:val="00043071"/>
    <w:rsid w:val="00045272"/>
    <w:rsid w:val="000520D3"/>
    <w:rsid w:val="00080202"/>
    <w:rsid w:val="00084651"/>
    <w:rsid w:val="00087EF5"/>
    <w:rsid w:val="00090384"/>
    <w:rsid w:val="000A2ABB"/>
    <w:rsid w:val="000A6DC3"/>
    <w:rsid w:val="000D083B"/>
    <w:rsid w:val="000D1BDF"/>
    <w:rsid w:val="000D77F1"/>
    <w:rsid w:val="001207B4"/>
    <w:rsid w:val="00120B13"/>
    <w:rsid w:val="0012277B"/>
    <w:rsid w:val="00135190"/>
    <w:rsid w:val="001463E5"/>
    <w:rsid w:val="001469B7"/>
    <w:rsid w:val="001D32B8"/>
    <w:rsid w:val="001D5E23"/>
    <w:rsid w:val="001D7F73"/>
    <w:rsid w:val="00203308"/>
    <w:rsid w:val="0025080B"/>
    <w:rsid w:val="00263EBA"/>
    <w:rsid w:val="002718A4"/>
    <w:rsid w:val="00294F0F"/>
    <w:rsid w:val="002B60D3"/>
    <w:rsid w:val="002C3B25"/>
    <w:rsid w:val="00327660"/>
    <w:rsid w:val="003558E6"/>
    <w:rsid w:val="003613A6"/>
    <w:rsid w:val="003734D1"/>
    <w:rsid w:val="003A2341"/>
    <w:rsid w:val="003D4885"/>
    <w:rsid w:val="003F1266"/>
    <w:rsid w:val="004643C1"/>
    <w:rsid w:val="00477D0A"/>
    <w:rsid w:val="004805C0"/>
    <w:rsid w:val="00482FD4"/>
    <w:rsid w:val="004A589A"/>
    <w:rsid w:val="004A794B"/>
    <w:rsid w:val="004C2587"/>
    <w:rsid w:val="004C3E4A"/>
    <w:rsid w:val="0051326F"/>
    <w:rsid w:val="00533DD7"/>
    <w:rsid w:val="00563015"/>
    <w:rsid w:val="005902CD"/>
    <w:rsid w:val="005944B2"/>
    <w:rsid w:val="005A3334"/>
    <w:rsid w:val="005A3D17"/>
    <w:rsid w:val="005B6300"/>
    <w:rsid w:val="005B6D0B"/>
    <w:rsid w:val="005C23CE"/>
    <w:rsid w:val="00613E43"/>
    <w:rsid w:val="00647C66"/>
    <w:rsid w:val="00650FAA"/>
    <w:rsid w:val="00651C4F"/>
    <w:rsid w:val="00656731"/>
    <w:rsid w:val="00677A52"/>
    <w:rsid w:val="00692B99"/>
    <w:rsid w:val="006E0979"/>
    <w:rsid w:val="007322DA"/>
    <w:rsid w:val="00783DA3"/>
    <w:rsid w:val="00793147"/>
    <w:rsid w:val="007B31F3"/>
    <w:rsid w:val="007E2980"/>
    <w:rsid w:val="007F76FB"/>
    <w:rsid w:val="008273D7"/>
    <w:rsid w:val="00883F98"/>
    <w:rsid w:val="008A274B"/>
    <w:rsid w:val="008C7785"/>
    <w:rsid w:val="00907ECB"/>
    <w:rsid w:val="00930109"/>
    <w:rsid w:val="00937D0C"/>
    <w:rsid w:val="0096234D"/>
    <w:rsid w:val="00964BF9"/>
    <w:rsid w:val="00971A5A"/>
    <w:rsid w:val="00972BD4"/>
    <w:rsid w:val="00976A5E"/>
    <w:rsid w:val="009D005D"/>
    <w:rsid w:val="009E287A"/>
    <w:rsid w:val="009F34AB"/>
    <w:rsid w:val="00A071DE"/>
    <w:rsid w:val="00A6401A"/>
    <w:rsid w:val="00A66420"/>
    <w:rsid w:val="00A84020"/>
    <w:rsid w:val="00A9052F"/>
    <w:rsid w:val="00AE5AA2"/>
    <w:rsid w:val="00AF36BF"/>
    <w:rsid w:val="00B10058"/>
    <w:rsid w:val="00B20C61"/>
    <w:rsid w:val="00B2628E"/>
    <w:rsid w:val="00B4644B"/>
    <w:rsid w:val="00B46505"/>
    <w:rsid w:val="00B65E0E"/>
    <w:rsid w:val="00B9451A"/>
    <w:rsid w:val="00B95DE4"/>
    <w:rsid w:val="00BA0699"/>
    <w:rsid w:val="00BB7882"/>
    <w:rsid w:val="00BD6808"/>
    <w:rsid w:val="00BF5BA0"/>
    <w:rsid w:val="00C20DBB"/>
    <w:rsid w:val="00C365C7"/>
    <w:rsid w:val="00C3733E"/>
    <w:rsid w:val="00C5486F"/>
    <w:rsid w:val="00C75312"/>
    <w:rsid w:val="00C863B9"/>
    <w:rsid w:val="00CB402E"/>
    <w:rsid w:val="00CC3B92"/>
    <w:rsid w:val="00CE53DF"/>
    <w:rsid w:val="00D0717E"/>
    <w:rsid w:val="00D32132"/>
    <w:rsid w:val="00D36392"/>
    <w:rsid w:val="00D74E8B"/>
    <w:rsid w:val="00D851B6"/>
    <w:rsid w:val="00DB0F46"/>
    <w:rsid w:val="00DB14BD"/>
    <w:rsid w:val="00DC4694"/>
    <w:rsid w:val="00DC70EF"/>
    <w:rsid w:val="00E071A4"/>
    <w:rsid w:val="00E17311"/>
    <w:rsid w:val="00E454B2"/>
    <w:rsid w:val="00EB16A0"/>
    <w:rsid w:val="00EB2E95"/>
    <w:rsid w:val="00EB5E69"/>
    <w:rsid w:val="00EB7235"/>
    <w:rsid w:val="00ED2BE9"/>
    <w:rsid w:val="00EF2A6C"/>
    <w:rsid w:val="00F26DCE"/>
    <w:rsid w:val="00F34CAC"/>
    <w:rsid w:val="00F43EFC"/>
    <w:rsid w:val="00F54CD0"/>
    <w:rsid w:val="00F553D1"/>
    <w:rsid w:val="00F654EC"/>
    <w:rsid w:val="00F76E8E"/>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2024-05-02T00:00:00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4.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748</Words>
  <Characters>4714</Characters>
  <Application>Microsoft Office Word</Application>
  <DocSecurity>0</DocSecurity>
  <Lines>39</Lines>
  <Paragraphs>10</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2</cp:revision>
  <cp:lastPrinted>2020-11-06T09:56:00Z</cp:lastPrinted>
  <dcterms:created xsi:type="dcterms:W3CDTF">2024-05-17T13:58:00Z</dcterms:created>
  <dcterms:modified xsi:type="dcterms:W3CDTF">2024-05-17T13:58:00Z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